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721CC" w14:textId="5488B62A" w:rsidR="00BD5F51" w:rsidRPr="00276270" w:rsidRDefault="001C42B2" w:rsidP="00BD5F51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  <w:noProof/>
          <w:sz w:val="16"/>
          <w:szCs w:val="16"/>
        </w:rPr>
        <w:drawing>
          <wp:inline distT="0" distB="0" distL="0" distR="0" wp14:anchorId="1BC15827" wp14:editId="635FA369">
            <wp:extent cx="1080000" cy="1080000"/>
            <wp:effectExtent l="0" t="0" r="6350" b="635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16CC9F" w14:textId="77777777" w:rsidR="001C42B2" w:rsidRPr="00276270" w:rsidRDefault="001C42B2" w:rsidP="00BD5F51">
      <w:pPr>
        <w:rPr>
          <w:i/>
        </w:rPr>
      </w:pPr>
    </w:p>
    <w:p w14:paraId="78359AAF" w14:textId="77777777" w:rsidR="00BD5F51" w:rsidRPr="00276270" w:rsidRDefault="00BD5F51" w:rsidP="00BD5F51"/>
    <w:p w14:paraId="189EB13B" w14:textId="77777777" w:rsidR="001C42B2" w:rsidRPr="002502C5" w:rsidRDefault="001C42B2" w:rsidP="002502C5">
      <w:pPr>
        <w:widowControl/>
        <w:jc w:val="center"/>
        <w:rPr>
          <w:b/>
          <w:sz w:val="52"/>
          <w:szCs w:val="52"/>
        </w:rPr>
      </w:pPr>
      <w:r w:rsidRPr="002502C5">
        <w:rPr>
          <w:b/>
          <w:sz w:val="52"/>
          <w:szCs w:val="52"/>
        </w:rPr>
        <w:t>APPEL D’OFFRES OUVERT</w:t>
      </w:r>
    </w:p>
    <w:p w14:paraId="1B01F150" w14:textId="2E8349DE" w:rsidR="001C42B2" w:rsidRDefault="001C42B2" w:rsidP="001C42B2">
      <w:pPr>
        <w:widowControl/>
        <w:jc w:val="center"/>
        <w:rPr>
          <w:b/>
          <w:sz w:val="72"/>
          <w:szCs w:val="96"/>
        </w:rPr>
      </w:pPr>
    </w:p>
    <w:p w14:paraId="7DB5867D" w14:textId="77777777" w:rsidR="001C42B2" w:rsidRPr="009A533E" w:rsidRDefault="001C42B2" w:rsidP="002502C5">
      <w:pPr>
        <w:widowControl/>
        <w:jc w:val="center"/>
        <w:rPr>
          <w:b/>
          <w:sz w:val="72"/>
          <w:szCs w:val="96"/>
        </w:rPr>
      </w:pPr>
    </w:p>
    <w:p w14:paraId="4FFE47C8" w14:textId="34C7C0FE" w:rsidR="001C42B2" w:rsidRPr="002502C5" w:rsidRDefault="001C42B2" w:rsidP="001C42B2">
      <w:pPr>
        <w:jc w:val="center"/>
        <w:rPr>
          <w:b/>
          <w:sz w:val="54"/>
          <w:szCs w:val="54"/>
        </w:rPr>
      </w:pPr>
      <w:r w:rsidRPr="002502C5">
        <w:rPr>
          <w:b/>
          <w:sz w:val="54"/>
          <w:szCs w:val="54"/>
        </w:rPr>
        <w:t>BLANCHISSAGE ET NETTOYAGE</w:t>
      </w:r>
      <w:r w:rsidRPr="002502C5">
        <w:rPr>
          <w:b/>
          <w:sz w:val="54"/>
          <w:szCs w:val="54"/>
        </w:rPr>
        <w:br/>
        <w:t xml:space="preserve">D’ARTICLES TEXTILES </w:t>
      </w:r>
    </w:p>
    <w:p w14:paraId="34934B7A" w14:textId="048A7D87" w:rsidR="001C42B2" w:rsidRPr="002502C5" w:rsidRDefault="001C42B2" w:rsidP="002502C5">
      <w:pPr>
        <w:jc w:val="center"/>
        <w:rPr>
          <w:b/>
          <w:sz w:val="56"/>
          <w:szCs w:val="56"/>
        </w:rPr>
      </w:pPr>
      <w:r w:rsidRPr="002502C5">
        <w:rPr>
          <w:b/>
          <w:sz w:val="54"/>
          <w:szCs w:val="54"/>
        </w:rPr>
        <w:t>ET DE SIÈGES</w:t>
      </w:r>
    </w:p>
    <w:p w14:paraId="3B7C287B" w14:textId="77777777" w:rsidR="00BD5F51" w:rsidRPr="00276270" w:rsidRDefault="00BD5F51" w:rsidP="00BD5F51"/>
    <w:p w14:paraId="7CC5F7B8" w14:textId="77777777" w:rsidR="00A00C2C" w:rsidRPr="00276270" w:rsidRDefault="00A00C2C" w:rsidP="00A00C2C"/>
    <w:p w14:paraId="719888DB" w14:textId="0413ED1C" w:rsidR="001C42B2" w:rsidRDefault="008253E0" w:rsidP="001C42B2">
      <w:pPr>
        <w:spacing w:before="240"/>
        <w:jc w:val="center"/>
        <w:rPr>
          <w:b/>
          <w:caps/>
          <w:sz w:val="36"/>
          <w:szCs w:val="36"/>
        </w:rPr>
      </w:pPr>
      <w:bookmarkStart w:id="0" w:name="_Hlk177654233"/>
      <w:r>
        <w:rPr>
          <w:b/>
          <w:caps/>
          <w:sz w:val="36"/>
          <w:szCs w:val="36"/>
        </w:rPr>
        <w:t>décem</w:t>
      </w:r>
      <w:r w:rsidR="001C42B2" w:rsidRPr="002502C5">
        <w:rPr>
          <w:b/>
          <w:caps/>
          <w:sz w:val="36"/>
          <w:szCs w:val="36"/>
        </w:rPr>
        <w:t>bre 2025</w:t>
      </w:r>
    </w:p>
    <w:p w14:paraId="4AF74175" w14:textId="77777777" w:rsidR="00A35E09" w:rsidRPr="002502C5" w:rsidRDefault="00A35E09" w:rsidP="001C42B2">
      <w:pPr>
        <w:spacing w:before="240"/>
        <w:jc w:val="center"/>
        <w:rPr>
          <w:b/>
          <w:caps/>
          <w:sz w:val="36"/>
          <w:szCs w:val="36"/>
        </w:rPr>
      </w:pPr>
    </w:p>
    <w:p w14:paraId="0AC53714" w14:textId="632F74D4" w:rsidR="00546E82" w:rsidRPr="00546E82" w:rsidRDefault="001C42B2" w:rsidP="00546E82">
      <w:pPr>
        <w:spacing w:before="840"/>
        <w:jc w:val="center"/>
        <w:rPr>
          <w:b/>
          <w:sz w:val="36"/>
          <w:szCs w:val="36"/>
        </w:rPr>
      </w:pPr>
      <w:r w:rsidRPr="00B13072">
        <w:rPr>
          <w:b/>
          <w:sz w:val="56"/>
          <w:szCs w:val="56"/>
        </w:rPr>
        <w:t>D.C.E.</w:t>
      </w:r>
      <w:bookmarkEnd w:id="0"/>
    </w:p>
    <w:p w14:paraId="08B9C1BF" w14:textId="77777777" w:rsidR="00546E82" w:rsidRPr="00546E82" w:rsidRDefault="00546E82" w:rsidP="001C42B2">
      <w:pPr>
        <w:jc w:val="center"/>
        <w:rPr>
          <w:b/>
          <w:caps/>
          <w:sz w:val="36"/>
          <w:szCs w:val="36"/>
        </w:rPr>
      </w:pPr>
    </w:p>
    <w:p w14:paraId="0B0E760A" w14:textId="11B2858A" w:rsidR="001C42B2" w:rsidRDefault="001C42B2" w:rsidP="001C42B2">
      <w:pPr>
        <w:jc w:val="center"/>
        <w:rPr>
          <w:b/>
          <w:caps/>
          <w:sz w:val="48"/>
          <w:szCs w:val="48"/>
        </w:rPr>
      </w:pPr>
      <w:r>
        <w:rPr>
          <w:b/>
          <w:caps/>
          <w:sz w:val="48"/>
          <w:szCs w:val="48"/>
        </w:rPr>
        <w:t>Cahier des réponses attendues</w:t>
      </w:r>
    </w:p>
    <w:p w14:paraId="3872791B" w14:textId="11C0C0A9" w:rsidR="001C42B2" w:rsidRDefault="001C42B2" w:rsidP="001C42B2">
      <w:pPr>
        <w:jc w:val="center"/>
        <w:rPr>
          <w:b/>
          <w:caps/>
          <w:sz w:val="48"/>
          <w:szCs w:val="48"/>
        </w:rPr>
      </w:pPr>
      <w:r>
        <w:rPr>
          <w:b/>
          <w:caps/>
          <w:sz w:val="48"/>
          <w:szCs w:val="48"/>
        </w:rPr>
        <w:t>(</w:t>
      </w:r>
      <w:proofErr w:type="gramStart"/>
      <w:r>
        <w:rPr>
          <w:b/>
          <w:sz w:val="48"/>
          <w:szCs w:val="48"/>
        </w:rPr>
        <w:t>lots</w:t>
      </w:r>
      <w:proofErr w:type="gramEnd"/>
      <w:r>
        <w:rPr>
          <w:b/>
          <w:sz w:val="48"/>
          <w:szCs w:val="48"/>
        </w:rPr>
        <w:t xml:space="preserve"> </w:t>
      </w:r>
      <w:proofErr w:type="spellStart"/>
      <w:r>
        <w:rPr>
          <w:b/>
          <w:sz w:val="48"/>
          <w:szCs w:val="48"/>
        </w:rPr>
        <w:t>n°</w:t>
      </w:r>
      <w:r w:rsidRPr="00B919DB">
        <w:rPr>
          <w:rFonts w:ascii="Times New Roman Gras" w:hAnsi="Times New Roman Gras"/>
          <w:b/>
          <w:sz w:val="48"/>
          <w:szCs w:val="48"/>
          <w:vertAlign w:val="superscript"/>
        </w:rPr>
        <w:t>s</w:t>
      </w:r>
      <w:proofErr w:type="spellEnd"/>
      <w:r w:rsidR="00010467">
        <w:rPr>
          <w:rFonts w:ascii="Times New Roman Gras" w:hAnsi="Times New Roman Gras"/>
          <w:b/>
          <w:sz w:val="48"/>
          <w:szCs w:val="48"/>
          <w:vertAlign w:val="superscript"/>
        </w:rPr>
        <w:t xml:space="preserve"> </w:t>
      </w:r>
      <w:r w:rsidRPr="00B919DB">
        <w:rPr>
          <w:rFonts w:ascii="Times New Roman Gras" w:hAnsi="Times New Roman Gras"/>
          <w:b/>
          <w:sz w:val="48"/>
          <w:szCs w:val="48"/>
        </w:rPr>
        <w:t>1</w:t>
      </w:r>
      <w:r w:rsidR="008253E0">
        <w:rPr>
          <w:rFonts w:ascii="Times New Roman Gras" w:hAnsi="Times New Roman Gras"/>
          <w:b/>
          <w:sz w:val="48"/>
          <w:szCs w:val="48"/>
        </w:rPr>
        <w:t xml:space="preserve"> et</w:t>
      </w:r>
      <w:r>
        <w:rPr>
          <w:rFonts w:ascii="Times New Roman Gras" w:hAnsi="Times New Roman Gras"/>
          <w:b/>
          <w:sz w:val="48"/>
          <w:szCs w:val="48"/>
        </w:rPr>
        <w:t xml:space="preserve"> </w:t>
      </w:r>
      <w:r w:rsidRPr="00B919DB">
        <w:rPr>
          <w:rFonts w:ascii="Times New Roman Gras" w:hAnsi="Times New Roman Gras"/>
          <w:b/>
          <w:sz w:val="48"/>
          <w:szCs w:val="48"/>
        </w:rPr>
        <w:t>2</w:t>
      </w:r>
      <w:r>
        <w:rPr>
          <w:rFonts w:ascii="Times New Roman Gras" w:hAnsi="Times New Roman Gras"/>
          <w:b/>
          <w:caps/>
          <w:sz w:val="48"/>
          <w:szCs w:val="48"/>
        </w:rPr>
        <w:t>)</w:t>
      </w:r>
    </w:p>
    <w:p w14:paraId="44AD7181" w14:textId="77777777" w:rsidR="002D30BB" w:rsidRPr="00276270" w:rsidRDefault="002D30BB"/>
    <w:p w14:paraId="05AE89E7" w14:textId="77777777" w:rsidR="002D30BB" w:rsidRPr="00276270" w:rsidRDefault="002D30BB"/>
    <w:p w14:paraId="13ED058A" w14:textId="77777777" w:rsidR="002D30BB" w:rsidRPr="00276270" w:rsidRDefault="002D30BB"/>
    <w:p w14:paraId="56907118" w14:textId="77777777" w:rsidR="00A35E09" w:rsidRDefault="00A35E09" w:rsidP="00B919DB">
      <w:pPr>
        <w:pStyle w:val="DCETexte"/>
        <w:rPr>
          <w:b/>
          <w:caps/>
          <w:sz w:val="40"/>
          <w:szCs w:val="40"/>
        </w:rPr>
      </w:pPr>
    </w:p>
    <w:p w14:paraId="50A99444" w14:textId="0C471EBF" w:rsidR="001F44A8" w:rsidRPr="00276270" w:rsidRDefault="001F44A8" w:rsidP="001F44A8">
      <w:pPr>
        <w:pStyle w:val="DCETexte"/>
      </w:pPr>
    </w:p>
    <w:p w14:paraId="0D0812DE" w14:textId="3A23EB05" w:rsidR="00FE493A" w:rsidRPr="002502C5" w:rsidRDefault="00A35E09" w:rsidP="002502C5">
      <w:pPr>
        <w:jc w:val="center"/>
        <w:rPr>
          <w:i/>
          <w:sz w:val="22"/>
          <w:szCs w:val="22"/>
        </w:rPr>
      </w:pPr>
      <w:r w:rsidRPr="002502C5">
        <w:rPr>
          <w:i/>
          <w:sz w:val="22"/>
          <w:szCs w:val="22"/>
        </w:rPr>
        <w:t>SENAT-DLMG 2025-</w:t>
      </w:r>
      <w:r w:rsidR="008253E0">
        <w:rPr>
          <w:i/>
          <w:sz w:val="22"/>
          <w:szCs w:val="22"/>
        </w:rPr>
        <w:t>13</w:t>
      </w:r>
    </w:p>
    <w:p w14:paraId="4E40DC88" w14:textId="29591D5B" w:rsidR="001F44A8" w:rsidRPr="00276270" w:rsidRDefault="001F44A8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5AC7FEA1" w14:textId="7994FA03" w:rsidR="001F44A8" w:rsidRDefault="001F44A8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3609B777" w14:textId="77777777" w:rsidR="001F44A8" w:rsidRPr="00276270" w:rsidRDefault="001F44A8" w:rsidP="001F44A8">
      <w:pPr>
        <w:pStyle w:val="DCESommaire"/>
        <w:rPr>
          <w:rFonts w:eastAsia="Calibri"/>
          <w:sz w:val="24"/>
          <w:szCs w:val="24"/>
          <w:lang w:eastAsia="en-US"/>
        </w:rPr>
      </w:pPr>
      <w:r w:rsidRPr="00276270">
        <w:rPr>
          <w:sz w:val="24"/>
          <w:szCs w:val="24"/>
        </w:rPr>
        <w:lastRenderedPageBreak/>
        <w:t>INFORMATIONS PRÉLIMINAIRES</w:t>
      </w:r>
    </w:p>
    <w:p w14:paraId="2DD010BF" w14:textId="77777777" w:rsidR="001F44A8" w:rsidRPr="00276270" w:rsidRDefault="001F44A8" w:rsidP="001F44A8">
      <w:pPr>
        <w:pStyle w:val="DCETexte"/>
      </w:pPr>
    </w:p>
    <w:p w14:paraId="221F31ED" w14:textId="77777777" w:rsidR="001F44A8" w:rsidRPr="00276270" w:rsidRDefault="001F44A8" w:rsidP="001F44A8">
      <w:pPr>
        <w:pStyle w:val="DCETexte"/>
      </w:pPr>
      <w:r w:rsidRPr="00276270">
        <w:t>Ce document constitue le cadre de réponse qui doit être utilisé par le candidat pour structurer la présentation de son offre à la présente consultation.</w:t>
      </w:r>
    </w:p>
    <w:p w14:paraId="21CB0FF7" w14:textId="77777777" w:rsidR="001F44A8" w:rsidRPr="00276270" w:rsidRDefault="001F44A8" w:rsidP="001F44A8">
      <w:pPr>
        <w:pStyle w:val="DCETexte"/>
      </w:pPr>
      <w:r w:rsidRPr="00276270">
        <w:t xml:space="preserve">Il constitue l’offre technique et deviendra contractuel après signature de l’accord-cadre. En cas de différend dans l’exécution de la prestation, il servira de référence et représentera l’engagement du candidat. </w:t>
      </w:r>
    </w:p>
    <w:p w14:paraId="0630396C" w14:textId="24A0A819" w:rsidR="001F44A8" w:rsidRPr="00276270" w:rsidRDefault="001F44A8" w:rsidP="001F44A8">
      <w:pPr>
        <w:pStyle w:val="DCETexte"/>
      </w:pPr>
      <w:r w:rsidRPr="00276270">
        <w:t xml:space="preserve">Le candidat peut éventuellement joindre </w:t>
      </w:r>
      <w:r w:rsidR="00537A90">
        <w:t>tous autres documents</w:t>
      </w:r>
      <w:r w:rsidRPr="00276270">
        <w:t xml:space="preserve"> pour compléter sa réponse. </w:t>
      </w:r>
      <w:r w:rsidR="00537A90">
        <w:t>Ces documents</w:t>
      </w:r>
      <w:r w:rsidRPr="00276270">
        <w:t xml:space="preserve"> ne saurai</w:t>
      </w:r>
      <w:r w:rsidR="00537A90">
        <w:t>en</w:t>
      </w:r>
      <w:r w:rsidRPr="00276270">
        <w:t xml:space="preserve">t toutefois remplacer le présent cahier des réponses </w:t>
      </w:r>
      <w:r w:rsidR="00F70F11">
        <w:t>attendue</w:t>
      </w:r>
      <w:r w:rsidR="00F70F11" w:rsidRPr="00276270">
        <w:t>s</w:t>
      </w:r>
      <w:r w:rsidRPr="00276270">
        <w:t>.</w:t>
      </w:r>
    </w:p>
    <w:p w14:paraId="03178AAD" w14:textId="5BD905F8" w:rsidR="001F44A8" w:rsidRPr="00276270" w:rsidRDefault="001F44A8" w:rsidP="001F44A8">
      <w:pPr>
        <w:pStyle w:val="DCETexte"/>
      </w:pPr>
      <w:r w:rsidRPr="00276270">
        <w:t xml:space="preserve">Il est tenu de fournir en annexe, à l’appui de sa candidature et de son offre </w:t>
      </w:r>
      <w:r w:rsidRPr="00276270">
        <w:rPr>
          <w:b/>
          <w:bCs/>
          <w:u w:val="single"/>
        </w:rPr>
        <w:t>tous les justificatifs, attestations, agréments, certificats, cartes grises, curriculum vitae</w:t>
      </w:r>
      <w:r w:rsidRPr="00276270">
        <w:t>, ou autres documents demandés.</w:t>
      </w:r>
    </w:p>
    <w:p w14:paraId="07C3FECA" w14:textId="392FC94B" w:rsidR="001F44A8" w:rsidRPr="00276270" w:rsidRDefault="001F44A8" w:rsidP="001F44A8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  <w:r w:rsidRPr="00276270">
        <w:rPr>
          <w:rFonts w:ascii="Times New Roman" w:hAnsi="Times New Roman"/>
          <w:sz w:val="24"/>
          <w:szCs w:val="24"/>
        </w:rPr>
        <w:t>Le présent document servira à l’analyse des offres conformément au règlement de la consultation.</w:t>
      </w:r>
    </w:p>
    <w:p w14:paraId="25A98AA0" w14:textId="7437E075" w:rsidR="001F44A8" w:rsidRPr="00276270" w:rsidRDefault="001F44A8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1EAADB85" w14:textId="1BB45044" w:rsidR="001F44A8" w:rsidRPr="00276270" w:rsidRDefault="001F44A8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6F77F719" w14:textId="684F7556" w:rsidR="001F44A8" w:rsidRPr="00276270" w:rsidRDefault="001F44A8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4B555CCD" w14:textId="24D60847" w:rsidR="001F44A8" w:rsidRPr="00276270" w:rsidRDefault="001F44A8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42086389" w14:textId="56DF4D25" w:rsidR="001F44A8" w:rsidRPr="00276270" w:rsidRDefault="001F44A8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4F9F5E21" w14:textId="4ADD026A" w:rsidR="001F44A8" w:rsidRDefault="001F44A8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1BB26C75" w14:textId="26F79714" w:rsidR="00276270" w:rsidRDefault="00276270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036B9430" w14:textId="5120B893" w:rsidR="00276270" w:rsidRDefault="00276270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6F55AFA6" w14:textId="454061C0" w:rsidR="00276270" w:rsidRDefault="00276270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51F2D2B3" w14:textId="6B89EF99" w:rsidR="00276270" w:rsidRDefault="00276270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25B9A0DE" w14:textId="5D5D27DC" w:rsidR="00276270" w:rsidRDefault="00276270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59CEFA23" w14:textId="1F498242" w:rsidR="00276270" w:rsidRDefault="00276270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6216D0A0" w14:textId="204E823D" w:rsidR="00546E82" w:rsidRDefault="00546E82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7EE71827" w14:textId="029680A4" w:rsidR="00546E82" w:rsidRDefault="00546E82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62D1B96A" w14:textId="22C30D4D" w:rsidR="00546E82" w:rsidRDefault="00546E82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2FE1FBC5" w14:textId="0B848245" w:rsidR="00546E82" w:rsidRDefault="00546E82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75865267" w14:textId="3D14223E" w:rsidR="00546E82" w:rsidRDefault="00546E82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487282DC" w14:textId="6C12FFB2" w:rsidR="00546E82" w:rsidRDefault="00546E82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2FE83E56" w14:textId="7BAC27A7" w:rsidR="00546E82" w:rsidRDefault="00546E82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167A3DA3" w14:textId="6A9B5561" w:rsidR="00546E82" w:rsidRDefault="00546E82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642748CC" w14:textId="52209CCA" w:rsidR="00546E82" w:rsidRDefault="00546E82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482BD3B0" w14:textId="5464ECC4" w:rsidR="00546E82" w:rsidRDefault="00546E82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3EDBEF46" w14:textId="167722A1" w:rsidR="00546E82" w:rsidRDefault="00546E82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737837ED" w14:textId="66067D33" w:rsidR="00546E82" w:rsidRDefault="00546E82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21FE0258" w14:textId="28ACA444" w:rsidR="00546E82" w:rsidRDefault="00546E82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02268452" w14:textId="77777777" w:rsidR="00546E82" w:rsidRPr="00276270" w:rsidRDefault="00546E82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65BBE79F" w14:textId="74B1B299" w:rsidR="001F44A8" w:rsidRPr="00276270" w:rsidRDefault="001F44A8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601D90BD" w14:textId="694697EC" w:rsidR="001F44A8" w:rsidRPr="00276270" w:rsidRDefault="001F44A8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543F1CD6" w14:textId="1442315C" w:rsidR="001F44A8" w:rsidRPr="00276270" w:rsidRDefault="001F44A8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4A6C5450" w14:textId="38EB5C40" w:rsidR="001F44A8" w:rsidRPr="00276270" w:rsidRDefault="001F44A8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383EDF43" w14:textId="5F07E946" w:rsidR="001F44A8" w:rsidRPr="00276270" w:rsidRDefault="001F44A8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4D8D1DC3" w14:textId="39BB9AEE" w:rsidR="001F44A8" w:rsidRPr="00276270" w:rsidRDefault="001F44A8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6D33752C" w14:textId="6A231B95" w:rsidR="001F44A8" w:rsidRPr="00276270" w:rsidRDefault="001F44A8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268B57B4" w14:textId="4AB0502F" w:rsidR="001F44A8" w:rsidRPr="00276270" w:rsidRDefault="001F44A8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51923664" w14:textId="77777777" w:rsidR="001F44A8" w:rsidRPr="00276270" w:rsidRDefault="001F44A8" w:rsidP="001F44A8">
      <w:pPr>
        <w:pStyle w:val="DCESommaire"/>
        <w:jc w:val="left"/>
        <w:rPr>
          <w:b w:val="0"/>
          <w:bCs/>
          <w:i/>
          <w:iCs/>
          <w:caps w:val="0"/>
          <w:spacing w:val="0"/>
          <w:sz w:val="24"/>
          <w:szCs w:val="24"/>
        </w:rPr>
      </w:pPr>
      <w:r w:rsidRPr="00276270">
        <w:rPr>
          <w:spacing w:val="0"/>
          <w:sz w:val="24"/>
          <w:szCs w:val="24"/>
        </w:rPr>
        <w:lastRenderedPageBreak/>
        <w:t>nom du soumissionnaire </w:t>
      </w:r>
      <w:proofErr w:type="gramStart"/>
      <w:r w:rsidRPr="00276270">
        <w:rPr>
          <w:spacing w:val="0"/>
          <w:sz w:val="24"/>
          <w:szCs w:val="24"/>
        </w:rPr>
        <w:t>:</w:t>
      </w:r>
      <w:r w:rsidRPr="00276270">
        <w:rPr>
          <w:b w:val="0"/>
          <w:bCs/>
          <w:i/>
          <w:iCs/>
          <w:caps w:val="0"/>
          <w:sz w:val="24"/>
          <w:szCs w:val="24"/>
        </w:rPr>
        <w:t>:</w:t>
      </w:r>
      <w:r w:rsidRPr="00276270">
        <w:rPr>
          <w:b w:val="0"/>
          <w:bCs/>
          <w:sz w:val="24"/>
          <w:szCs w:val="24"/>
        </w:rPr>
        <w:t>…</w:t>
      </w:r>
      <w:proofErr w:type="gramEnd"/>
      <w:r w:rsidRPr="00276270">
        <w:rPr>
          <w:b w:val="0"/>
          <w:bCs/>
          <w:sz w:val="24"/>
          <w:szCs w:val="24"/>
        </w:rPr>
        <w:t>……………………….</w:t>
      </w:r>
      <w:r w:rsidRPr="00276270">
        <w:rPr>
          <w:b w:val="0"/>
          <w:bCs/>
          <w:i/>
          <w:iCs/>
          <w:caps w:val="0"/>
          <w:spacing w:val="0"/>
          <w:sz w:val="24"/>
          <w:szCs w:val="24"/>
        </w:rPr>
        <w:t>(à compléter)</w:t>
      </w:r>
    </w:p>
    <w:p w14:paraId="713D84F3" w14:textId="77777777" w:rsidR="001F44A8" w:rsidRPr="00276270" w:rsidRDefault="001F44A8" w:rsidP="001F44A8">
      <w:pPr>
        <w:pStyle w:val="DCESommaire"/>
        <w:jc w:val="left"/>
        <w:rPr>
          <w:b w:val="0"/>
          <w:bCs/>
          <w:i/>
          <w:iCs/>
          <w:caps w:val="0"/>
          <w:spacing w:val="0"/>
          <w:sz w:val="24"/>
          <w:szCs w:val="24"/>
        </w:rPr>
      </w:pPr>
    </w:p>
    <w:p w14:paraId="60224A53" w14:textId="77777777" w:rsidR="001F44A8" w:rsidRPr="00276270" w:rsidRDefault="001F44A8" w:rsidP="001F44A8">
      <w:pPr>
        <w:pStyle w:val="DCESommaire"/>
        <w:jc w:val="left"/>
        <w:rPr>
          <w:b w:val="0"/>
          <w:bCs/>
          <w:sz w:val="24"/>
          <w:szCs w:val="24"/>
        </w:rPr>
      </w:pPr>
      <w:r w:rsidRPr="00276270">
        <w:rPr>
          <w:caps w:val="0"/>
          <w:spacing w:val="0"/>
          <w:sz w:val="24"/>
          <w:szCs w:val="24"/>
          <w:u w:val="single"/>
        </w:rPr>
        <w:t xml:space="preserve">Lot(s) soumissionné(s) </w:t>
      </w:r>
      <w:r w:rsidRPr="00276270">
        <w:rPr>
          <w:b w:val="0"/>
          <w:bCs/>
          <w:i/>
          <w:iCs/>
          <w:caps w:val="0"/>
          <w:spacing w:val="0"/>
          <w:sz w:val="24"/>
          <w:szCs w:val="24"/>
        </w:rPr>
        <w:t>:</w:t>
      </w:r>
      <w:r w:rsidRPr="00276270">
        <w:rPr>
          <w:b w:val="0"/>
          <w:bCs/>
          <w:sz w:val="24"/>
          <w:szCs w:val="24"/>
        </w:rPr>
        <w:t xml:space="preserve"> </w:t>
      </w:r>
      <w:bookmarkStart w:id="1" w:name="_Hlk194504670"/>
      <w:r w:rsidRPr="00276270">
        <w:rPr>
          <w:b w:val="0"/>
          <w:bCs/>
          <w:sz w:val="24"/>
          <w:szCs w:val="24"/>
        </w:rPr>
        <w:t>……………………</w:t>
      </w:r>
      <w:proofErr w:type="gramStart"/>
      <w:r w:rsidRPr="00276270">
        <w:rPr>
          <w:b w:val="0"/>
          <w:bCs/>
          <w:sz w:val="24"/>
          <w:szCs w:val="24"/>
        </w:rPr>
        <w:t>…….</w:t>
      </w:r>
      <w:proofErr w:type="gramEnd"/>
      <w:r w:rsidRPr="00276270">
        <w:rPr>
          <w:b w:val="0"/>
          <w:bCs/>
          <w:caps w:val="0"/>
          <w:spacing w:val="0"/>
          <w:sz w:val="24"/>
          <w:szCs w:val="24"/>
          <w:u w:val="single"/>
        </w:rPr>
        <w:t>(</w:t>
      </w:r>
      <w:r w:rsidRPr="00276270">
        <w:rPr>
          <w:b w:val="0"/>
          <w:bCs/>
          <w:i/>
          <w:iCs/>
          <w:caps w:val="0"/>
          <w:spacing w:val="0"/>
          <w:sz w:val="24"/>
          <w:szCs w:val="24"/>
        </w:rPr>
        <w:t>à compléter) </w:t>
      </w:r>
    </w:p>
    <w:p w14:paraId="1E8A294C" w14:textId="77777777" w:rsidR="001F44A8" w:rsidRPr="00276270" w:rsidRDefault="001F44A8" w:rsidP="001F44A8">
      <w:pPr>
        <w:pStyle w:val="DCESommaire"/>
        <w:jc w:val="left"/>
        <w:rPr>
          <w:caps w:val="0"/>
          <w:spacing w:val="0"/>
          <w:sz w:val="24"/>
          <w:szCs w:val="24"/>
          <w:u w:val="single"/>
        </w:rPr>
      </w:pPr>
    </w:p>
    <w:p w14:paraId="355F059A" w14:textId="77777777" w:rsidR="001F44A8" w:rsidRPr="00276270" w:rsidRDefault="001F44A8" w:rsidP="001F44A8">
      <w:pPr>
        <w:pStyle w:val="DCESommaire"/>
        <w:jc w:val="left"/>
        <w:rPr>
          <w:caps w:val="0"/>
          <w:spacing w:val="0"/>
          <w:sz w:val="24"/>
          <w:szCs w:val="24"/>
          <w:u w:val="single"/>
        </w:rPr>
      </w:pPr>
      <w:r w:rsidRPr="00276270">
        <w:rPr>
          <w:caps w:val="0"/>
          <w:spacing w:val="0"/>
          <w:sz w:val="24"/>
          <w:szCs w:val="24"/>
          <w:u w:val="single"/>
        </w:rPr>
        <w:t>Échanges relatifs à la procédure du marché :</w:t>
      </w:r>
    </w:p>
    <w:bookmarkEnd w:id="1"/>
    <w:p w14:paraId="1966B93E" w14:textId="19A075B0" w:rsidR="001F44A8" w:rsidRPr="00276270" w:rsidRDefault="001F44A8" w:rsidP="001F44A8">
      <w:pPr>
        <w:spacing w:before="120" w:after="120"/>
        <w:jc w:val="both"/>
        <w:rPr>
          <w:bCs/>
        </w:rPr>
      </w:pPr>
      <w:r w:rsidRPr="00276270">
        <w:t xml:space="preserve">Indiquer le nom du responsable, son titre et </w:t>
      </w:r>
      <w:r w:rsidRPr="00276270">
        <w:rPr>
          <w:b/>
        </w:rPr>
        <w:t>l’adresse électronique</w:t>
      </w:r>
      <w:r w:rsidRPr="00276270">
        <w:t xml:space="preserve"> à laquelle seront adressées, </w:t>
      </w:r>
      <w:r w:rsidRPr="00276270">
        <w:rPr>
          <w:i/>
          <w:iCs/>
        </w:rPr>
        <w:t>via</w:t>
      </w:r>
      <w:r w:rsidRPr="00276270">
        <w:t xml:space="preserve"> le profil d’acheteur PLACE, les éventuelles correspondances relatives à la </w:t>
      </w:r>
      <w:r w:rsidRPr="00276270">
        <w:rPr>
          <w:b/>
          <w:bCs/>
        </w:rPr>
        <w:t>procédure de la consultation</w:t>
      </w:r>
      <w:r w:rsidRPr="00276270">
        <w:t xml:space="preserve"> : demandes éventuelles de précisions, de compléments, de régularisation ; </w:t>
      </w:r>
      <w:r w:rsidRPr="00276270">
        <w:rPr>
          <w:bCs/>
        </w:rPr>
        <w:t>courrier notifiant l’attribution du marché ou le rejet de l’offre.</w:t>
      </w:r>
    </w:p>
    <w:p w14:paraId="14DD4044" w14:textId="77777777" w:rsidR="001F44A8" w:rsidRPr="00276270" w:rsidRDefault="001F44A8" w:rsidP="001F44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6F721C9" w14:textId="77777777" w:rsidR="001F44A8" w:rsidRPr="00276270" w:rsidRDefault="001F44A8" w:rsidP="001F44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1D7CE85" w14:textId="77777777" w:rsidR="001F44A8" w:rsidRPr="00276270" w:rsidRDefault="001F44A8" w:rsidP="001F44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F1AAE7D" w14:textId="77777777" w:rsidR="001F44A8" w:rsidRPr="00276270" w:rsidRDefault="001F44A8" w:rsidP="001F44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DA4DA03" w14:textId="77777777" w:rsidR="001F44A8" w:rsidRPr="00276270" w:rsidRDefault="001F44A8" w:rsidP="001F44A8">
      <w:pPr>
        <w:jc w:val="both"/>
      </w:pPr>
    </w:p>
    <w:p w14:paraId="584C6E72" w14:textId="77777777" w:rsidR="001F44A8" w:rsidRPr="00276270" w:rsidRDefault="001F44A8" w:rsidP="001F44A8">
      <w:pPr>
        <w:pStyle w:val="DCESommaire"/>
        <w:jc w:val="left"/>
        <w:rPr>
          <w:caps w:val="0"/>
          <w:spacing w:val="0"/>
          <w:sz w:val="24"/>
          <w:szCs w:val="24"/>
          <w:u w:val="single"/>
        </w:rPr>
      </w:pPr>
      <w:r w:rsidRPr="00276270">
        <w:rPr>
          <w:caps w:val="0"/>
          <w:spacing w:val="0"/>
          <w:sz w:val="24"/>
          <w:szCs w:val="24"/>
          <w:u w:val="single"/>
        </w:rPr>
        <w:t>Échanges relatifs à l’exécution du marché :</w:t>
      </w:r>
    </w:p>
    <w:p w14:paraId="0735DE97" w14:textId="77777777" w:rsidR="001F44A8" w:rsidRPr="00276270" w:rsidRDefault="001F44A8" w:rsidP="001F44A8">
      <w:pPr>
        <w:jc w:val="both"/>
      </w:pPr>
    </w:p>
    <w:p w14:paraId="38A8EBCC" w14:textId="77777777" w:rsidR="001F44A8" w:rsidRPr="00276270" w:rsidRDefault="001F44A8" w:rsidP="001F44A8">
      <w:pPr>
        <w:pStyle w:val="DCETexte"/>
      </w:pPr>
      <w:r w:rsidRPr="00276270">
        <w:t xml:space="preserve">Indiquer </w:t>
      </w:r>
      <w:bookmarkStart w:id="2" w:name="_Hlk194504235"/>
      <w:r w:rsidRPr="00276270">
        <w:t>l’identité, le titre et les coordonnées précises (téléphone, adresse électronique) </w:t>
      </w:r>
      <w:bookmarkEnd w:id="2"/>
      <w:r w:rsidRPr="00276270">
        <w:t>:</w:t>
      </w:r>
    </w:p>
    <w:p w14:paraId="436AB9A4" w14:textId="77777777" w:rsidR="001F44A8" w:rsidRPr="00276270" w:rsidRDefault="001F44A8" w:rsidP="00F33E5E">
      <w:pPr>
        <w:pStyle w:val="DCETexte"/>
        <w:numPr>
          <w:ilvl w:val="0"/>
          <w:numId w:val="18"/>
        </w:numPr>
        <w:rPr>
          <w:bCs/>
        </w:rPr>
      </w:pPr>
      <w:proofErr w:type="gramStart"/>
      <w:r w:rsidRPr="00276270">
        <w:t>du</w:t>
      </w:r>
      <w:proofErr w:type="gramEnd"/>
      <w:r w:rsidRPr="00276270">
        <w:t xml:space="preserve"> responsable mandaté par le titulaire pour être </w:t>
      </w:r>
      <w:r w:rsidRPr="00276270">
        <w:rPr>
          <w:b/>
        </w:rPr>
        <w:t xml:space="preserve">l’interlocuteur permanent </w:t>
      </w:r>
      <w:r w:rsidRPr="00276270">
        <w:rPr>
          <w:bCs/>
        </w:rPr>
        <w:t>du Sénat, recevoir l’ordre de service et veiller à l’exécution du marché</w:t>
      </w:r>
      <w:r w:rsidRPr="00276270">
        <w:rPr>
          <w:bCs/>
          <w:i/>
          <w:iCs/>
        </w:rPr>
        <w:t>.</w:t>
      </w:r>
    </w:p>
    <w:p w14:paraId="70609BD2" w14:textId="77777777" w:rsidR="001F44A8" w:rsidRPr="00276270" w:rsidRDefault="001F44A8" w:rsidP="001F44A8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546BFEC" w14:textId="77777777" w:rsidR="001F44A8" w:rsidRPr="00276270" w:rsidRDefault="001F44A8" w:rsidP="001F44A8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63DABA8" w14:textId="77777777" w:rsidR="001F44A8" w:rsidRPr="00276270" w:rsidRDefault="001F44A8" w:rsidP="001F44A8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6EF2D96" w14:textId="77777777" w:rsidR="001F44A8" w:rsidRPr="00276270" w:rsidRDefault="001F44A8" w:rsidP="001F44A8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0B4C05C" w14:textId="77777777" w:rsidR="001F44A8" w:rsidRPr="00276270" w:rsidRDefault="001F44A8" w:rsidP="001F44A8">
      <w:pPr>
        <w:spacing w:before="120" w:after="120"/>
        <w:jc w:val="both"/>
        <w:rPr>
          <w:b/>
        </w:rPr>
      </w:pPr>
    </w:p>
    <w:p w14:paraId="114486B5" w14:textId="77777777" w:rsidR="001F44A8" w:rsidRPr="00276270" w:rsidRDefault="001F44A8" w:rsidP="00F33E5E">
      <w:pPr>
        <w:numPr>
          <w:ilvl w:val="0"/>
          <w:numId w:val="18"/>
        </w:numPr>
        <w:spacing w:before="120" w:after="120"/>
        <w:jc w:val="both"/>
        <w:rPr>
          <w:b/>
        </w:rPr>
      </w:pPr>
      <w:r w:rsidRPr="00276270">
        <w:t xml:space="preserve"> </w:t>
      </w:r>
      <w:proofErr w:type="gramStart"/>
      <w:r w:rsidRPr="00276270">
        <w:t>de</w:t>
      </w:r>
      <w:proofErr w:type="gramEnd"/>
      <w:r w:rsidRPr="00276270">
        <w:t xml:space="preserve"> l’interlocuteur du Sénat pour les </w:t>
      </w:r>
      <w:r w:rsidRPr="00276270">
        <w:rPr>
          <w:b/>
          <w:bCs/>
        </w:rPr>
        <w:t>questions comptables</w:t>
      </w:r>
      <w:r w:rsidRPr="00276270">
        <w:t xml:space="preserve"> (facturation, etc.).</w:t>
      </w:r>
    </w:p>
    <w:p w14:paraId="0CF075D8" w14:textId="77777777" w:rsidR="001F44A8" w:rsidRPr="00276270" w:rsidRDefault="001F44A8" w:rsidP="001F44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FE599C2" w14:textId="77777777" w:rsidR="001F44A8" w:rsidRPr="00276270" w:rsidRDefault="001F44A8" w:rsidP="001F44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648B3D2" w14:textId="77777777" w:rsidR="001F44A8" w:rsidRPr="00276270" w:rsidRDefault="001F44A8" w:rsidP="001F44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E273B02" w14:textId="77777777" w:rsidR="001F44A8" w:rsidRPr="00276270" w:rsidRDefault="001F44A8" w:rsidP="001F44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20F8CA6" w14:textId="77777777" w:rsidR="001F44A8" w:rsidRPr="00276270" w:rsidRDefault="001F44A8" w:rsidP="001F44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9939CBD" w14:textId="77777777" w:rsidR="001F44A8" w:rsidRPr="00276270" w:rsidRDefault="001F44A8" w:rsidP="001F44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EF0CFBB" w14:textId="77777777" w:rsidR="001F44A8" w:rsidRPr="00276270" w:rsidRDefault="001F44A8" w:rsidP="001F44A8">
      <w:pPr>
        <w:jc w:val="both"/>
      </w:pPr>
    </w:p>
    <w:p w14:paraId="275E274E" w14:textId="77777777" w:rsidR="001F44A8" w:rsidRPr="00276270" w:rsidRDefault="001F44A8" w:rsidP="001F44A8">
      <w:pPr>
        <w:pStyle w:val="DCECorpsdetexte"/>
        <w:spacing w:before="240"/>
        <w:ind w:firstLine="0"/>
        <w:rPr>
          <w:szCs w:val="24"/>
        </w:rPr>
      </w:pPr>
    </w:p>
    <w:p w14:paraId="6900F2F7" w14:textId="6475CA0A" w:rsidR="001F44A8" w:rsidRPr="00276270" w:rsidRDefault="001F44A8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15D4D972" w14:textId="1AAEF96F" w:rsidR="001F44A8" w:rsidRDefault="001F44A8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45A3E148" w14:textId="20817091" w:rsidR="00546E82" w:rsidRDefault="00546E82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20C8383B" w14:textId="77777777" w:rsidR="00F70F11" w:rsidRPr="00276270" w:rsidRDefault="00F70F11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12908825" w14:textId="4DC3BE12" w:rsidR="001F44A8" w:rsidRPr="00276270" w:rsidRDefault="001F44A8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695F8F14" w14:textId="1200EA9B" w:rsidR="001F44A8" w:rsidRPr="00276270" w:rsidRDefault="001F44A8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43C7ACCD" w14:textId="77777777" w:rsidR="001F44A8" w:rsidRPr="00276270" w:rsidRDefault="001F44A8" w:rsidP="00FE493A">
      <w:pPr>
        <w:pStyle w:val="TEXTEAVECALINEA"/>
        <w:spacing w:line="240" w:lineRule="auto"/>
        <w:ind w:left="0" w:firstLine="0"/>
        <w:rPr>
          <w:rFonts w:ascii="Times New Roman" w:hAnsi="Times New Roman"/>
          <w:b/>
          <w:noProof w:val="0"/>
          <w:sz w:val="24"/>
          <w:szCs w:val="24"/>
        </w:rPr>
      </w:pPr>
    </w:p>
    <w:p w14:paraId="1EEE800C" w14:textId="77777777" w:rsidR="001F44A8" w:rsidRPr="00276270" w:rsidRDefault="001F44A8" w:rsidP="00FE493A">
      <w:pPr>
        <w:pStyle w:val="TEXTEAVECALINEA"/>
        <w:spacing w:line="240" w:lineRule="auto"/>
        <w:ind w:left="0" w:firstLine="0"/>
        <w:rPr>
          <w:rFonts w:ascii="Times New Roman" w:hAnsi="Times New Roman"/>
          <w:noProof w:val="0"/>
          <w:sz w:val="24"/>
          <w:szCs w:val="24"/>
        </w:rPr>
      </w:pPr>
    </w:p>
    <w:p w14:paraId="37301A76" w14:textId="2B0F8A57" w:rsidR="002D30BB" w:rsidRPr="00276270" w:rsidRDefault="002D30BB" w:rsidP="00523641">
      <w:pPr>
        <w:widowControl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b/>
        </w:rPr>
      </w:pPr>
      <w:r w:rsidRPr="00276270">
        <w:rPr>
          <w:b/>
        </w:rPr>
        <w:lastRenderedPageBreak/>
        <w:t xml:space="preserve">LOT N° </w:t>
      </w:r>
      <w:r w:rsidR="008253E0">
        <w:rPr>
          <w:b/>
        </w:rPr>
        <w:t>1</w:t>
      </w:r>
      <w:r w:rsidR="00AB4B6F" w:rsidRPr="00276270">
        <w:rPr>
          <w:b/>
        </w:rPr>
        <w:t> :</w:t>
      </w:r>
      <w:r w:rsidRPr="00276270">
        <w:rPr>
          <w:b/>
        </w:rPr>
        <w:t xml:space="preserve"> </w:t>
      </w:r>
      <w:r w:rsidR="00870DBA">
        <w:rPr>
          <w:b/>
          <w:smallCaps/>
          <w:spacing w:val="20"/>
        </w:rPr>
        <w:t>BLANCHISSAGE</w:t>
      </w:r>
      <w:r w:rsidR="009D5E74" w:rsidRPr="00276270">
        <w:rPr>
          <w:b/>
          <w:smallCaps/>
          <w:spacing w:val="20"/>
        </w:rPr>
        <w:t xml:space="preserve"> DE VOILAGES</w:t>
      </w:r>
    </w:p>
    <w:p w14:paraId="4B73E760" w14:textId="77777777" w:rsidR="002D30BB" w:rsidRPr="00276270" w:rsidRDefault="002D30BB">
      <w:pPr>
        <w:widowControl/>
        <w:ind w:hanging="1276"/>
        <w:jc w:val="both"/>
        <w:rPr>
          <w:b/>
        </w:rPr>
      </w:pPr>
    </w:p>
    <w:p w14:paraId="5893DA4F" w14:textId="560D64CB" w:rsidR="007258CD" w:rsidRPr="007258CD" w:rsidRDefault="007258CD" w:rsidP="007258CD">
      <w:pPr>
        <w:pStyle w:val="Paragraphedeliste"/>
        <w:widowControl/>
        <w:numPr>
          <w:ilvl w:val="0"/>
          <w:numId w:val="34"/>
        </w:numPr>
        <w:ind w:left="720"/>
        <w:rPr>
          <w:b/>
          <w:spacing w:val="-14"/>
        </w:rPr>
      </w:pPr>
      <w:r w:rsidRPr="007258CD">
        <w:rPr>
          <w:b/>
          <w:spacing w:val="-14"/>
        </w:rPr>
        <w:t>Critère de la valeur technique</w:t>
      </w:r>
    </w:p>
    <w:p w14:paraId="3B2AE8D5" w14:textId="77777777" w:rsidR="007258CD" w:rsidRPr="0073226D" w:rsidRDefault="007258CD" w:rsidP="007258CD">
      <w:pPr>
        <w:widowControl/>
        <w:rPr>
          <w:b/>
          <w:spacing w:val="-14"/>
        </w:rPr>
      </w:pPr>
    </w:p>
    <w:p w14:paraId="399D5E28" w14:textId="7D4CCF32" w:rsidR="00D81932" w:rsidRDefault="007258CD" w:rsidP="007258CD">
      <w:pPr>
        <w:pStyle w:val="Paragraphedeliste"/>
        <w:widowControl/>
      </w:pPr>
      <w:r w:rsidRPr="00276270">
        <w:rPr>
          <w:bCs/>
        </w:rPr>
        <w:t xml:space="preserve">L’appréciation du critère de la valeur technique se fondera </w:t>
      </w:r>
      <w:r w:rsidRPr="001E14AD">
        <w:rPr>
          <w:bCs/>
        </w:rPr>
        <w:t>sur</w:t>
      </w:r>
      <w:r w:rsidRPr="001E14AD">
        <w:t xml:space="preserve"> la méthodologie et les moyens humains et techniques mis en œuvre</w:t>
      </w:r>
      <w:r>
        <w:t>.</w:t>
      </w:r>
    </w:p>
    <w:p w14:paraId="6E07A979" w14:textId="77777777" w:rsidR="007258CD" w:rsidRPr="00276270" w:rsidRDefault="007258CD" w:rsidP="007258CD">
      <w:pPr>
        <w:pStyle w:val="Paragraphedeliste"/>
        <w:widowControl/>
        <w:rPr>
          <w:b/>
          <w:spacing w:val="-14"/>
        </w:rPr>
      </w:pPr>
    </w:p>
    <w:p w14:paraId="20772A0B" w14:textId="098E7C42" w:rsidR="0068753B" w:rsidRPr="00E766DD" w:rsidRDefault="00E766DD" w:rsidP="0068753B">
      <w:pPr>
        <w:pStyle w:val="Paragraphedeliste"/>
        <w:widowControl/>
        <w:ind w:left="0"/>
        <w:rPr>
          <w:b/>
          <w:bCs/>
          <w:i/>
          <w:iCs/>
        </w:rPr>
      </w:pPr>
      <w:r>
        <w:rPr>
          <w:b/>
          <w:bCs/>
          <w:i/>
          <w:iCs/>
        </w:rPr>
        <w:t>1</w:t>
      </w:r>
      <w:r w:rsidR="0068753B" w:rsidRPr="00E766DD">
        <w:rPr>
          <w:b/>
          <w:bCs/>
          <w:i/>
          <w:iCs/>
        </w:rPr>
        <w:t>. Méthodologie et moyens techniques</w:t>
      </w:r>
    </w:p>
    <w:p w14:paraId="3794B4D3" w14:textId="5990A72B" w:rsidR="007A59C8" w:rsidRPr="00276270" w:rsidRDefault="006124A4" w:rsidP="00E766DD">
      <w:pPr>
        <w:pStyle w:val="DCETexte"/>
        <w:numPr>
          <w:ilvl w:val="0"/>
          <w:numId w:val="39"/>
        </w:numPr>
        <w:ind w:left="426"/>
      </w:pPr>
      <w:r w:rsidRPr="00276270">
        <w:t xml:space="preserve">Quels seront les </w:t>
      </w:r>
      <w:r w:rsidRPr="00276270">
        <w:rPr>
          <w:b/>
        </w:rPr>
        <w:t xml:space="preserve">équipements </w:t>
      </w:r>
      <w:r w:rsidRPr="00276270">
        <w:t xml:space="preserve">mobilisés pour exécuter les prestations demandées par le Sénat </w:t>
      </w:r>
      <w:r w:rsidR="007A59C8" w:rsidRPr="00276270">
        <w:t xml:space="preserve">? 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5"/>
        <w:gridCol w:w="2337"/>
        <w:gridCol w:w="2034"/>
        <w:gridCol w:w="2173"/>
      </w:tblGrid>
      <w:tr w:rsidR="007A59C8" w:rsidRPr="00276270" w14:paraId="43D1906B" w14:textId="77777777">
        <w:tc>
          <w:tcPr>
            <w:tcW w:w="2231" w:type="dxa"/>
          </w:tcPr>
          <w:p w14:paraId="5EE9C244" w14:textId="77777777" w:rsidR="007A59C8" w:rsidRPr="00276270" w:rsidRDefault="007A59C8" w:rsidP="007A59C8">
            <w:pPr>
              <w:pStyle w:val="DCETexte"/>
              <w:jc w:val="center"/>
            </w:pPr>
          </w:p>
        </w:tc>
        <w:tc>
          <w:tcPr>
            <w:tcW w:w="2375" w:type="dxa"/>
          </w:tcPr>
          <w:p w14:paraId="48CE8CB6" w14:textId="77777777" w:rsidR="007A59C8" w:rsidRPr="00276270" w:rsidRDefault="007A59C8" w:rsidP="007A59C8">
            <w:pPr>
              <w:pStyle w:val="DCETexte"/>
              <w:jc w:val="center"/>
            </w:pPr>
            <w:r w:rsidRPr="00276270">
              <w:t xml:space="preserve">Type d’équipements </w:t>
            </w:r>
          </w:p>
        </w:tc>
        <w:tc>
          <w:tcPr>
            <w:tcW w:w="2089" w:type="dxa"/>
          </w:tcPr>
          <w:p w14:paraId="36F8EC13" w14:textId="77777777" w:rsidR="007A59C8" w:rsidRPr="00276270" w:rsidRDefault="007A59C8" w:rsidP="007A59C8">
            <w:pPr>
              <w:pStyle w:val="DCETexte"/>
              <w:jc w:val="center"/>
            </w:pPr>
            <w:r w:rsidRPr="00276270">
              <w:t>Nombre</w:t>
            </w:r>
          </w:p>
        </w:tc>
        <w:tc>
          <w:tcPr>
            <w:tcW w:w="2232" w:type="dxa"/>
          </w:tcPr>
          <w:p w14:paraId="06855319" w14:textId="77777777" w:rsidR="007A59C8" w:rsidRPr="00276270" w:rsidRDefault="007A59C8" w:rsidP="007A59C8">
            <w:pPr>
              <w:pStyle w:val="DCETexte"/>
              <w:jc w:val="center"/>
            </w:pPr>
            <w:r w:rsidRPr="00276270">
              <w:t>Capacité</w:t>
            </w:r>
          </w:p>
        </w:tc>
      </w:tr>
      <w:tr w:rsidR="007A59C8" w:rsidRPr="00276270" w14:paraId="018C7E86" w14:textId="77777777">
        <w:tc>
          <w:tcPr>
            <w:tcW w:w="2231" w:type="dxa"/>
            <w:vAlign w:val="center"/>
          </w:tcPr>
          <w:p w14:paraId="599E2466" w14:textId="77777777" w:rsidR="007A59C8" w:rsidRPr="00276270" w:rsidRDefault="007A59C8" w:rsidP="007A59C8">
            <w:pPr>
              <w:pStyle w:val="DCETexte"/>
              <w:jc w:val="center"/>
            </w:pPr>
            <w:r w:rsidRPr="00276270">
              <w:t>Lavage</w:t>
            </w:r>
          </w:p>
        </w:tc>
        <w:tc>
          <w:tcPr>
            <w:tcW w:w="2375" w:type="dxa"/>
            <w:vAlign w:val="center"/>
          </w:tcPr>
          <w:p w14:paraId="22E73A7E" w14:textId="48314FB3" w:rsidR="007A59C8" w:rsidRPr="00276270" w:rsidRDefault="007A59C8" w:rsidP="007A59C8">
            <w:pPr>
              <w:pStyle w:val="DCETexte"/>
              <w:jc w:val="center"/>
            </w:pPr>
            <w:r w:rsidRPr="00276270">
              <w:t>Précise</w:t>
            </w:r>
            <w:r w:rsidR="007258CD">
              <w:t>r</w:t>
            </w:r>
            <w:r w:rsidRPr="00276270">
              <w:t xml:space="preserve"> s’il s’agit d’un tunnel de lavage</w:t>
            </w:r>
          </w:p>
          <w:p w14:paraId="1BBBBAA8" w14:textId="77777777" w:rsidR="0002755B" w:rsidRPr="00276270" w:rsidRDefault="0002755B" w:rsidP="007A59C8">
            <w:pPr>
              <w:pStyle w:val="DCETexte"/>
              <w:jc w:val="center"/>
            </w:pPr>
          </w:p>
          <w:p w14:paraId="0BF4926E" w14:textId="77777777" w:rsidR="0002755B" w:rsidRPr="00276270" w:rsidRDefault="0002755B" w:rsidP="007A59C8">
            <w:pPr>
              <w:pStyle w:val="DCETexte"/>
              <w:jc w:val="center"/>
            </w:pPr>
          </w:p>
        </w:tc>
        <w:tc>
          <w:tcPr>
            <w:tcW w:w="2089" w:type="dxa"/>
            <w:vAlign w:val="center"/>
          </w:tcPr>
          <w:p w14:paraId="40A23FCE" w14:textId="77777777" w:rsidR="007A59C8" w:rsidRPr="00276270" w:rsidRDefault="007A59C8" w:rsidP="007A59C8">
            <w:pPr>
              <w:pStyle w:val="DCETexte"/>
              <w:jc w:val="center"/>
            </w:pPr>
          </w:p>
        </w:tc>
        <w:tc>
          <w:tcPr>
            <w:tcW w:w="2232" w:type="dxa"/>
            <w:vAlign w:val="center"/>
          </w:tcPr>
          <w:p w14:paraId="2B76A45E" w14:textId="77777777" w:rsidR="007A59C8" w:rsidRPr="00276270" w:rsidRDefault="007A59C8" w:rsidP="007A59C8">
            <w:pPr>
              <w:pStyle w:val="DCETexte"/>
              <w:jc w:val="center"/>
            </w:pPr>
          </w:p>
        </w:tc>
      </w:tr>
      <w:tr w:rsidR="007A59C8" w:rsidRPr="00276270" w14:paraId="4548B384" w14:textId="77777777">
        <w:tc>
          <w:tcPr>
            <w:tcW w:w="2231" w:type="dxa"/>
            <w:vAlign w:val="center"/>
          </w:tcPr>
          <w:p w14:paraId="05DE7C07" w14:textId="77777777" w:rsidR="007A59C8" w:rsidRPr="00276270" w:rsidRDefault="007A59C8" w:rsidP="007A59C8">
            <w:pPr>
              <w:pStyle w:val="DCETexte"/>
              <w:jc w:val="center"/>
            </w:pPr>
            <w:r w:rsidRPr="00276270">
              <w:t>Essorage</w:t>
            </w:r>
          </w:p>
        </w:tc>
        <w:tc>
          <w:tcPr>
            <w:tcW w:w="2375" w:type="dxa"/>
            <w:vAlign w:val="center"/>
          </w:tcPr>
          <w:p w14:paraId="4348C580" w14:textId="3D61326F" w:rsidR="007A59C8" w:rsidRPr="00276270" w:rsidRDefault="007A59C8" w:rsidP="007A59C8">
            <w:pPr>
              <w:pStyle w:val="DCETexte"/>
              <w:jc w:val="center"/>
            </w:pPr>
            <w:r w:rsidRPr="00276270">
              <w:t>Précise</w:t>
            </w:r>
            <w:r w:rsidR="007258CD">
              <w:t>r</w:t>
            </w:r>
            <w:r w:rsidR="00D81932" w:rsidRPr="00276270">
              <w:t xml:space="preserve"> s’il s’effectue par</w:t>
            </w:r>
            <w:r w:rsidRPr="00276270">
              <w:t xml:space="preserve"> rotation ou presse</w:t>
            </w:r>
          </w:p>
          <w:p w14:paraId="59CDA43C" w14:textId="77777777" w:rsidR="0002755B" w:rsidRPr="00276270" w:rsidRDefault="0002755B" w:rsidP="007A59C8">
            <w:pPr>
              <w:pStyle w:val="DCETexte"/>
              <w:jc w:val="center"/>
            </w:pPr>
          </w:p>
          <w:p w14:paraId="41227F7E" w14:textId="77777777" w:rsidR="0002755B" w:rsidRPr="00276270" w:rsidRDefault="0002755B" w:rsidP="007A59C8">
            <w:pPr>
              <w:pStyle w:val="DCETexte"/>
              <w:jc w:val="center"/>
            </w:pPr>
          </w:p>
        </w:tc>
        <w:tc>
          <w:tcPr>
            <w:tcW w:w="2089" w:type="dxa"/>
            <w:vAlign w:val="center"/>
          </w:tcPr>
          <w:p w14:paraId="6381DB9D" w14:textId="77777777" w:rsidR="007A59C8" w:rsidRPr="00276270" w:rsidRDefault="007A59C8" w:rsidP="007A59C8">
            <w:pPr>
              <w:pStyle w:val="DCETexte"/>
              <w:jc w:val="center"/>
            </w:pPr>
          </w:p>
        </w:tc>
        <w:tc>
          <w:tcPr>
            <w:tcW w:w="2232" w:type="dxa"/>
            <w:vAlign w:val="center"/>
          </w:tcPr>
          <w:p w14:paraId="07D303E2" w14:textId="77777777" w:rsidR="007A59C8" w:rsidRPr="00276270" w:rsidRDefault="007A59C8" w:rsidP="007A59C8">
            <w:pPr>
              <w:pStyle w:val="DCETexte"/>
              <w:jc w:val="center"/>
            </w:pPr>
          </w:p>
        </w:tc>
      </w:tr>
      <w:tr w:rsidR="007A59C8" w:rsidRPr="00276270" w14:paraId="0C2A292F" w14:textId="77777777">
        <w:trPr>
          <w:trHeight w:val="620"/>
        </w:trPr>
        <w:tc>
          <w:tcPr>
            <w:tcW w:w="2231" w:type="dxa"/>
            <w:vAlign w:val="center"/>
          </w:tcPr>
          <w:p w14:paraId="111BB48F" w14:textId="77777777" w:rsidR="007A59C8" w:rsidRPr="00276270" w:rsidRDefault="007A59C8" w:rsidP="007A59C8">
            <w:pPr>
              <w:pStyle w:val="DCETexte"/>
              <w:jc w:val="center"/>
            </w:pPr>
            <w:r w:rsidRPr="00276270">
              <w:t>Séchage</w:t>
            </w:r>
          </w:p>
        </w:tc>
        <w:tc>
          <w:tcPr>
            <w:tcW w:w="2375" w:type="dxa"/>
            <w:vAlign w:val="center"/>
          </w:tcPr>
          <w:p w14:paraId="6EEA911C" w14:textId="77777777" w:rsidR="007A59C8" w:rsidRPr="00276270" w:rsidRDefault="007A59C8" w:rsidP="007A59C8">
            <w:pPr>
              <w:pStyle w:val="DCETexte"/>
              <w:jc w:val="center"/>
            </w:pPr>
          </w:p>
          <w:p w14:paraId="37CDE418" w14:textId="77777777" w:rsidR="0002755B" w:rsidRPr="00276270" w:rsidRDefault="0002755B" w:rsidP="007A59C8">
            <w:pPr>
              <w:pStyle w:val="DCETexte"/>
              <w:jc w:val="center"/>
            </w:pPr>
          </w:p>
        </w:tc>
        <w:tc>
          <w:tcPr>
            <w:tcW w:w="2089" w:type="dxa"/>
            <w:vAlign w:val="center"/>
          </w:tcPr>
          <w:p w14:paraId="70B44F8C" w14:textId="77777777" w:rsidR="007A59C8" w:rsidRPr="00276270" w:rsidRDefault="007A59C8" w:rsidP="007A59C8">
            <w:pPr>
              <w:pStyle w:val="DCETexte"/>
              <w:jc w:val="center"/>
            </w:pPr>
          </w:p>
        </w:tc>
        <w:tc>
          <w:tcPr>
            <w:tcW w:w="2232" w:type="dxa"/>
            <w:vAlign w:val="center"/>
          </w:tcPr>
          <w:p w14:paraId="505C9E1A" w14:textId="77777777" w:rsidR="007A59C8" w:rsidRPr="00276270" w:rsidRDefault="007A59C8" w:rsidP="007A59C8">
            <w:pPr>
              <w:pStyle w:val="DCETexte"/>
              <w:jc w:val="center"/>
            </w:pPr>
          </w:p>
        </w:tc>
      </w:tr>
      <w:tr w:rsidR="007A59C8" w:rsidRPr="00276270" w14:paraId="2925ACB9" w14:textId="77777777">
        <w:tc>
          <w:tcPr>
            <w:tcW w:w="2231" w:type="dxa"/>
            <w:vAlign w:val="center"/>
          </w:tcPr>
          <w:p w14:paraId="487AAC77" w14:textId="77777777" w:rsidR="007A59C8" w:rsidRPr="00276270" w:rsidRDefault="007A59C8" w:rsidP="007A59C8">
            <w:pPr>
              <w:pStyle w:val="DCETexte"/>
              <w:jc w:val="center"/>
            </w:pPr>
            <w:r w:rsidRPr="00276270">
              <w:t>Repassage (pour les calandres précisez si l’engagement est automatique ou manuel)</w:t>
            </w:r>
          </w:p>
        </w:tc>
        <w:tc>
          <w:tcPr>
            <w:tcW w:w="2375" w:type="dxa"/>
            <w:vAlign w:val="center"/>
          </w:tcPr>
          <w:p w14:paraId="25373A82" w14:textId="77777777" w:rsidR="007A59C8" w:rsidRPr="00276270" w:rsidRDefault="007A59C8" w:rsidP="007A59C8">
            <w:pPr>
              <w:pStyle w:val="DCETexte"/>
              <w:jc w:val="center"/>
            </w:pPr>
          </w:p>
        </w:tc>
        <w:tc>
          <w:tcPr>
            <w:tcW w:w="2089" w:type="dxa"/>
            <w:vAlign w:val="center"/>
          </w:tcPr>
          <w:p w14:paraId="52CC4892" w14:textId="77777777" w:rsidR="007A59C8" w:rsidRPr="00276270" w:rsidRDefault="007A59C8" w:rsidP="007A59C8">
            <w:pPr>
              <w:pStyle w:val="DCETexte"/>
              <w:jc w:val="center"/>
            </w:pPr>
          </w:p>
        </w:tc>
        <w:tc>
          <w:tcPr>
            <w:tcW w:w="2232" w:type="dxa"/>
            <w:vAlign w:val="center"/>
          </w:tcPr>
          <w:p w14:paraId="0208DD7D" w14:textId="77777777" w:rsidR="007A59C8" w:rsidRPr="00276270" w:rsidRDefault="007A59C8" w:rsidP="007A59C8">
            <w:pPr>
              <w:pStyle w:val="DCETexte"/>
              <w:jc w:val="center"/>
            </w:pPr>
          </w:p>
        </w:tc>
      </w:tr>
      <w:tr w:rsidR="007A59C8" w:rsidRPr="00276270" w14:paraId="536846E8" w14:textId="77777777">
        <w:tc>
          <w:tcPr>
            <w:tcW w:w="2231" w:type="dxa"/>
            <w:vAlign w:val="center"/>
          </w:tcPr>
          <w:p w14:paraId="25600469" w14:textId="77777777" w:rsidR="007A59C8" w:rsidRPr="00276270" w:rsidRDefault="007A59C8" w:rsidP="007A59C8">
            <w:pPr>
              <w:pStyle w:val="DCETexte"/>
              <w:jc w:val="center"/>
            </w:pPr>
            <w:r w:rsidRPr="00276270">
              <w:t>Pliage</w:t>
            </w:r>
          </w:p>
        </w:tc>
        <w:tc>
          <w:tcPr>
            <w:tcW w:w="2375" w:type="dxa"/>
            <w:vAlign w:val="center"/>
          </w:tcPr>
          <w:p w14:paraId="6F95FA65" w14:textId="16FE0456" w:rsidR="007A59C8" w:rsidRPr="00276270" w:rsidRDefault="007A59C8" w:rsidP="007A59C8">
            <w:pPr>
              <w:pStyle w:val="DCETexte"/>
              <w:jc w:val="center"/>
            </w:pPr>
            <w:r w:rsidRPr="00276270">
              <w:t>Précise</w:t>
            </w:r>
            <w:r w:rsidR="007258CD">
              <w:t>r</w:t>
            </w:r>
            <w:r w:rsidR="00D81932" w:rsidRPr="00276270">
              <w:t xml:space="preserve"> s’il est</w:t>
            </w:r>
            <w:r w:rsidRPr="00276270">
              <w:t xml:space="preserve"> manuel ou mécanique</w:t>
            </w:r>
          </w:p>
          <w:p w14:paraId="67B3F51E" w14:textId="77777777" w:rsidR="0002755B" w:rsidRPr="00276270" w:rsidRDefault="0002755B" w:rsidP="007A59C8">
            <w:pPr>
              <w:pStyle w:val="DCETexte"/>
              <w:jc w:val="center"/>
            </w:pPr>
          </w:p>
          <w:p w14:paraId="7DCF669F" w14:textId="77777777" w:rsidR="0002755B" w:rsidRPr="00276270" w:rsidRDefault="0002755B" w:rsidP="007A59C8">
            <w:pPr>
              <w:pStyle w:val="DCETexte"/>
              <w:jc w:val="center"/>
            </w:pPr>
          </w:p>
        </w:tc>
        <w:tc>
          <w:tcPr>
            <w:tcW w:w="2089" w:type="dxa"/>
            <w:vAlign w:val="center"/>
          </w:tcPr>
          <w:p w14:paraId="18A0E317" w14:textId="77777777" w:rsidR="007A59C8" w:rsidRPr="00276270" w:rsidRDefault="007A59C8" w:rsidP="007A59C8">
            <w:pPr>
              <w:pStyle w:val="DCETexte"/>
              <w:jc w:val="center"/>
            </w:pPr>
          </w:p>
        </w:tc>
        <w:tc>
          <w:tcPr>
            <w:tcW w:w="2232" w:type="dxa"/>
            <w:vAlign w:val="center"/>
          </w:tcPr>
          <w:p w14:paraId="6F34B09C" w14:textId="77777777" w:rsidR="007A59C8" w:rsidRPr="00276270" w:rsidRDefault="007A59C8" w:rsidP="007A59C8">
            <w:pPr>
              <w:pStyle w:val="DCETexte"/>
              <w:jc w:val="center"/>
            </w:pPr>
          </w:p>
        </w:tc>
      </w:tr>
      <w:tr w:rsidR="007A59C8" w:rsidRPr="00276270" w14:paraId="361D9F64" w14:textId="77777777">
        <w:tc>
          <w:tcPr>
            <w:tcW w:w="2231" w:type="dxa"/>
            <w:vAlign w:val="center"/>
          </w:tcPr>
          <w:p w14:paraId="62752465" w14:textId="77777777" w:rsidR="007A59C8" w:rsidRPr="00276270" w:rsidRDefault="007A59C8" w:rsidP="007A59C8">
            <w:pPr>
              <w:pStyle w:val="DCETexte"/>
              <w:jc w:val="center"/>
            </w:pPr>
            <w:r w:rsidRPr="00276270">
              <w:t>Emballage</w:t>
            </w:r>
          </w:p>
        </w:tc>
        <w:tc>
          <w:tcPr>
            <w:tcW w:w="2375" w:type="dxa"/>
            <w:vAlign w:val="center"/>
          </w:tcPr>
          <w:p w14:paraId="43022908" w14:textId="77777777" w:rsidR="007A59C8" w:rsidRPr="00276270" w:rsidRDefault="007A59C8" w:rsidP="007A59C8">
            <w:pPr>
              <w:pStyle w:val="DCETexte"/>
              <w:jc w:val="center"/>
            </w:pPr>
          </w:p>
          <w:p w14:paraId="44ECF8CA" w14:textId="77777777" w:rsidR="0002755B" w:rsidRPr="00276270" w:rsidRDefault="0002755B" w:rsidP="007A59C8">
            <w:pPr>
              <w:pStyle w:val="DCETexte"/>
              <w:jc w:val="center"/>
            </w:pPr>
          </w:p>
        </w:tc>
        <w:tc>
          <w:tcPr>
            <w:tcW w:w="2089" w:type="dxa"/>
            <w:vAlign w:val="center"/>
          </w:tcPr>
          <w:p w14:paraId="521131E7" w14:textId="77777777" w:rsidR="007A59C8" w:rsidRPr="00276270" w:rsidRDefault="007A59C8" w:rsidP="007A59C8">
            <w:pPr>
              <w:pStyle w:val="DCETexte"/>
              <w:jc w:val="center"/>
            </w:pPr>
          </w:p>
        </w:tc>
        <w:tc>
          <w:tcPr>
            <w:tcW w:w="2232" w:type="dxa"/>
            <w:vAlign w:val="center"/>
          </w:tcPr>
          <w:p w14:paraId="78B4408F" w14:textId="77777777" w:rsidR="007A59C8" w:rsidRPr="00276270" w:rsidRDefault="007A59C8" w:rsidP="007A59C8">
            <w:pPr>
              <w:pStyle w:val="DCETexte"/>
              <w:jc w:val="center"/>
            </w:pPr>
          </w:p>
        </w:tc>
      </w:tr>
      <w:tr w:rsidR="007A59C8" w:rsidRPr="00276270" w14:paraId="7A506170" w14:textId="77777777">
        <w:trPr>
          <w:trHeight w:val="750"/>
        </w:trPr>
        <w:tc>
          <w:tcPr>
            <w:tcW w:w="2231" w:type="dxa"/>
            <w:vAlign w:val="center"/>
          </w:tcPr>
          <w:p w14:paraId="29789978" w14:textId="22A55817" w:rsidR="007A59C8" w:rsidRPr="00276270" w:rsidRDefault="007A59C8" w:rsidP="007A59C8">
            <w:pPr>
              <w:pStyle w:val="DCETexte"/>
              <w:jc w:val="center"/>
            </w:pPr>
            <w:r w:rsidRPr="00276270">
              <w:t>Autres</w:t>
            </w:r>
            <w:r w:rsidR="001B0940">
              <w:t xml:space="preserve"> (dont travaux de couture)</w:t>
            </w:r>
          </w:p>
        </w:tc>
        <w:tc>
          <w:tcPr>
            <w:tcW w:w="2375" w:type="dxa"/>
            <w:vAlign w:val="center"/>
          </w:tcPr>
          <w:p w14:paraId="12A457C7" w14:textId="77777777" w:rsidR="007A59C8" w:rsidRPr="00276270" w:rsidRDefault="007A59C8" w:rsidP="007A59C8">
            <w:pPr>
              <w:pStyle w:val="DCETexte"/>
              <w:jc w:val="center"/>
            </w:pPr>
          </w:p>
          <w:p w14:paraId="45C83633" w14:textId="77777777" w:rsidR="0002755B" w:rsidRPr="00276270" w:rsidRDefault="0002755B" w:rsidP="007A59C8">
            <w:pPr>
              <w:pStyle w:val="DCETexte"/>
              <w:jc w:val="center"/>
            </w:pPr>
          </w:p>
        </w:tc>
        <w:tc>
          <w:tcPr>
            <w:tcW w:w="2089" w:type="dxa"/>
            <w:vAlign w:val="center"/>
          </w:tcPr>
          <w:p w14:paraId="2CD41241" w14:textId="77777777" w:rsidR="007A59C8" w:rsidRPr="00276270" w:rsidRDefault="007A59C8" w:rsidP="007A59C8">
            <w:pPr>
              <w:pStyle w:val="DCETexte"/>
              <w:jc w:val="center"/>
            </w:pPr>
          </w:p>
        </w:tc>
        <w:tc>
          <w:tcPr>
            <w:tcW w:w="2232" w:type="dxa"/>
            <w:vAlign w:val="center"/>
          </w:tcPr>
          <w:p w14:paraId="5ECD0547" w14:textId="77777777" w:rsidR="007A59C8" w:rsidRPr="00276270" w:rsidRDefault="007A59C8" w:rsidP="007A59C8">
            <w:pPr>
              <w:pStyle w:val="DCETexte"/>
              <w:jc w:val="center"/>
            </w:pPr>
          </w:p>
        </w:tc>
      </w:tr>
    </w:tbl>
    <w:p w14:paraId="2B694C39" w14:textId="7C2E67C7" w:rsidR="00D81932" w:rsidRDefault="00D81932" w:rsidP="006124A4">
      <w:pPr>
        <w:pStyle w:val="DCETexte"/>
      </w:pPr>
    </w:p>
    <w:p w14:paraId="1B503AA7" w14:textId="4D895239" w:rsidR="008253E0" w:rsidRDefault="008253E0" w:rsidP="006124A4">
      <w:pPr>
        <w:pStyle w:val="DCETexte"/>
      </w:pPr>
    </w:p>
    <w:p w14:paraId="28242F39" w14:textId="77777777" w:rsidR="00E766DD" w:rsidRDefault="00E766DD" w:rsidP="006124A4">
      <w:pPr>
        <w:pStyle w:val="DCETexte"/>
      </w:pPr>
    </w:p>
    <w:p w14:paraId="06FDE469" w14:textId="52F69B88" w:rsidR="007A59C8" w:rsidRPr="004D18E8" w:rsidRDefault="003C40C1" w:rsidP="007A59C8">
      <w:pPr>
        <w:pStyle w:val="DCETexte"/>
      </w:pPr>
      <w:r>
        <w:rPr>
          <w:b/>
          <w:bCs/>
        </w:rPr>
        <w:lastRenderedPageBreak/>
        <w:t>B</w:t>
      </w:r>
      <w:r w:rsidR="007258CD" w:rsidRPr="004D18E8">
        <w:rPr>
          <w:b/>
          <w:bCs/>
        </w:rPr>
        <w:t>.</w:t>
      </w:r>
      <w:r w:rsidR="008253E0">
        <w:rPr>
          <w:b/>
          <w:bCs/>
        </w:rPr>
        <w:t xml:space="preserve"> </w:t>
      </w:r>
      <w:r w:rsidR="007A59C8" w:rsidRPr="004D18E8">
        <w:t xml:space="preserve">Comment sont assurées </w:t>
      </w:r>
      <w:r w:rsidR="007A59C8" w:rsidRPr="004D18E8">
        <w:rPr>
          <w:b/>
        </w:rPr>
        <w:t>l’identification et la traçabilité</w:t>
      </w:r>
      <w:r w:rsidR="007A59C8" w:rsidRPr="004D18E8">
        <w:t xml:space="preserve"> des voilages pris en charge ? </w:t>
      </w:r>
    </w:p>
    <w:p w14:paraId="553044AB" w14:textId="77777777" w:rsidR="002D30BB" w:rsidRPr="004D18E8" w:rsidRDefault="002D30BB">
      <w:pPr>
        <w:pStyle w:val="DCETex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</w:p>
    <w:p w14:paraId="37C73AA0" w14:textId="77777777" w:rsidR="00987DC2" w:rsidRPr="004D18E8" w:rsidRDefault="00987DC2">
      <w:pPr>
        <w:pStyle w:val="DCETex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</w:p>
    <w:p w14:paraId="7120D22E" w14:textId="77777777" w:rsidR="002D30BB" w:rsidRPr="004D18E8" w:rsidRDefault="002D30BB">
      <w:pPr>
        <w:pStyle w:val="DCETex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</w:p>
    <w:p w14:paraId="132C288C" w14:textId="77777777" w:rsidR="00C7397F" w:rsidRPr="004D18E8" w:rsidRDefault="00C7397F">
      <w:pPr>
        <w:pStyle w:val="DCETex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</w:p>
    <w:p w14:paraId="201C43D3" w14:textId="77777777" w:rsidR="00C7397F" w:rsidRPr="004D18E8" w:rsidRDefault="00C7397F">
      <w:pPr>
        <w:pStyle w:val="DCETex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</w:p>
    <w:p w14:paraId="7762BBA2" w14:textId="77777777" w:rsidR="002D30BB" w:rsidRPr="004D18E8" w:rsidRDefault="002D30BB">
      <w:pPr>
        <w:pStyle w:val="DCETex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</w:p>
    <w:p w14:paraId="4E421B49" w14:textId="77777777" w:rsidR="002502C5" w:rsidRPr="004D18E8" w:rsidRDefault="002502C5">
      <w:pPr>
        <w:pStyle w:val="DCETexte"/>
        <w:rPr>
          <w:b/>
          <w:bCs/>
        </w:rPr>
      </w:pPr>
    </w:p>
    <w:p w14:paraId="5F29CCE5" w14:textId="66109A1D" w:rsidR="001B0940" w:rsidRPr="004D18E8" w:rsidRDefault="003C40C1" w:rsidP="001B0940">
      <w:pPr>
        <w:pStyle w:val="DCETexte"/>
      </w:pPr>
      <w:r>
        <w:rPr>
          <w:b/>
          <w:bCs/>
        </w:rPr>
        <w:t>C.</w:t>
      </w:r>
      <w:r w:rsidR="008253E0">
        <w:rPr>
          <w:b/>
          <w:bCs/>
        </w:rPr>
        <w:t> </w:t>
      </w:r>
      <w:r w:rsidR="004F4401" w:rsidRPr="004D18E8">
        <w:t> </w:t>
      </w:r>
      <w:r w:rsidR="002D30BB" w:rsidRPr="004D18E8">
        <w:t xml:space="preserve">Décrire la </w:t>
      </w:r>
      <w:r w:rsidR="00705166" w:rsidRPr="004D18E8">
        <w:rPr>
          <w:b/>
        </w:rPr>
        <w:t xml:space="preserve">politique de contrôle </w:t>
      </w:r>
      <w:r w:rsidR="007A59C8" w:rsidRPr="004D18E8">
        <w:rPr>
          <w:b/>
        </w:rPr>
        <w:t>de</w:t>
      </w:r>
      <w:r w:rsidR="00705166" w:rsidRPr="004D18E8">
        <w:rPr>
          <w:b/>
        </w:rPr>
        <w:t xml:space="preserve"> la</w:t>
      </w:r>
      <w:r w:rsidR="007A59C8" w:rsidRPr="004D18E8">
        <w:rPr>
          <w:b/>
        </w:rPr>
        <w:t xml:space="preserve"> </w:t>
      </w:r>
      <w:r w:rsidR="002D30BB" w:rsidRPr="004D18E8">
        <w:rPr>
          <w:b/>
        </w:rPr>
        <w:t>qualité</w:t>
      </w:r>
      <w:r w:rsidR="002D30BB" w:rsidRPr="004D18E8">
        <w:t xml:space="preserve"> mise en œuvre. </w:t>
      </w:r>
      <w:r w:rsidR="001B0940" w:rsidRPr="004D18E8">
        <w:t xml:space="preserve">Un </w:t>
      </w:r>
      <w:r w:rsidR="001B0940" w:rsidRPr="004D18E8">
        <w:rPr>
          <w:b/>
        </w:rPr>
        <w:t>contrôle de la qualité</w:t>
      </w:r>
      <w:r w:rsidR="001B0940" w:rsidRPr="004D18E8">
        <w:t xml:space="preserve"> (degré de saleté, taches, dégradations, etc.) sera-t-il effectué avant le lavage et/ou après le lavage ?</w:t>
      </w:r>
    </w:p>
    <w:p w14:paraId="23B7DFDB" w14:textId="77777777" w:rsidR="002D30BB" w:rsidRPr="004D18E8" w:rsidRDefault="002D30BB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0139332" w14:textId="77777777" w:rsidR="002D30BB" w:rsidRPr="004D18E8" w:rsidRDefault="002D30BB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A02DFAB" w14:textId="77777777" w:rsidR="002D30BB" w:rsidRPr="004D18E8" w:rsidRDefault="002D30BB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B4BA2A7" w14:textId="77777777" w:rsidR="002D30BB" w:rsidRPr="004D18E8" w:rsidRDefault="002D30BB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3099B30" w14:textId="77777777" w:rsidR="002502C5" w:rsidRPr="004D18E8" w:rsidRDefault="002502C5" w:rsidP="004D65C4">
      <w:pPr>
        <w:pStyle w:val="DCETexte"/>
        <w:rPr>
          <w:b/>
          <w:bCs/>
        </w:rPr>
      </w:pPr>
    </w:p>
    <w:p w14:paraId="6FAB99FC" w14:textId="493F0003" w:rsidR="004D65C4" w:rsidRPr="004D18E8" w:rsidRDefault="003C40C1" w:rsidP="004D65C4">
      <w:pPr>
        <w:pStyle w:val="DCETexte"/>
      </w:pPr>
      <w:r>
        <w:rPr>
          <w:b/>
          <w:bCs/>
        </w:rPr>
        <w:t>D.</w:t>
      </w:r>
      <w:r w:rsidR="00B80104" w:rsidRPr="004D18E8">
        <w:t> </w:t>
      </w:r>
      <w:r w:rsidR="007A59C8" w:rsidRPr="004D18E8">
        <w:t xml:space="preserve">Le </w:t>
      </w:r>
      <w:r w:rsidR="007A59C8" w:rsidRPr="004D18E8">
        <w:rPr>
          <w:b/>
        </w:rPr>
        <w:t>c</w:t>
      </w:r>
      <w:r w:rsidR="004D65C4" w:rsidRPr="004D18E8">
        <w:rPr>
          <w:b/>
        </w:rPr>
        <w:t>ontrôle visuel</w:t>
      </w:r>
      <w:r w:rsidR="004D65C4" w:rsidRPr="004D18E8">
        <w:t xml:space="preserve"> sera-t-il effectué pièce par pièce (individuel) ou par échantillonnage</w:t>
      </w:r>
      <w:r w:rsidR="00AB4B6F" w:rsidRPr="004D18E8">
        <w:t> ?</w:t>
      </w:r>
    </w:p>
    <w:p w14:paraId="253F5707" w14:textId="77777777" w:rsidR="004D65C4" w:rsidRPr="004D18E8" w:rsidRDefault="004D65C4" w:rsidP="004D65C4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9FA7266" w14:textId="77777777" w:rsidR="004D65C4" w:rsidRPr="004D18E8" w:rsidRDefault="004D65C4" w:rsidP="004D65C4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8037823" w14:textId="77777777" w:rsidR="007A59C8" w:rsidRPr="004D18E8" w:rsidRDefault="007A59C8" w:rsidP="004D65C4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824C2AF" w14:textId="77777777" w:rsidR="00987DC2" w:rsidRPr="004D18E8" w:rsidRDefault="00987DC2" w:rsidP="004D65C4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BDE2D97" w14:textId="77777777" w:rsidR="002502C5" w:rsidRPr="004D18E8" w:rsidRDefault="002502C5" w:rsidP="00D26819">
      <w:pPr>
        <w:pStyle w:val="DCETexte"/>
        <w:rPr>
          <w:b/>
          <w:bCs/>
        </w:rPr>
      </w:pPr>
    </w:p>
    <w:p w14:paraId="3ECC1F46" w14:textId="3091276E" w:rsidR="00D26819" w:rsidRPr="00276270" w:rsidRDefault="003C40C1" w:rsidP="00D26819">
      <w:pPr>
        <w:pStyle w:val="DCETexte"/>
      </w:pPr>
      <w:r>
        <w:rPr>
          <w:b/>
          <w:bCs/>
        </w:rPr>
        <w:t>E. </w:t>
      </w:r>
      <w:r w:rsidR="00B80104" w:rsidRPr="004D18E8">
        <w:t> </w:t>
      </w:r>
      <w:r w:rsidR="00D26819" w:rsidRPr="004D18E8">
        <w:t xml:space="preserve">Les </w:t>
      </w:r>
      <w:r w:rsidR="007856F2" w:rsidRPr="004D18E8">
        <w:t>voilages</w:t>
      </w:r>
      <w:r w:rsidR="00D26819" w:rsidRPr="004D18E8">
        <w:t xml:space="preserve"> lavés </w:t>
      </w:r>
      <w:proofErr w:type="spellStart"/>
      <w:r w:rsidR="00D26819" w:rsidRPr="004D18E8">
        <w:t>seront-ils</w:t>
      </w:r>
      <w:proofErr w:type="spellEnd"/>
      <w:r w:rsidR="00D26819" w:rsidRPr="004D18E8">
        <w:t xml:space="preserve"> mélangés avec le linge d’autres clients ou bénéficieront-ils d’un </w:t>
      </w:r>
      <w:r w:rsidR="00D26819" w:rsidRPr="004D18E8">
        <w:rPr>
          <w:b/>
        </w:rPr>
        <w:t>lavage individualisé</w:t>
      </w:r>
      <w:r w:rsidR="00AB4B6F" w:rsidRPr="004D18E8">
        <w:t> ?</w:t>
      </w:r>
    </w:p>
    <w:p w14:paraId="37D892DA" w14:textId="77777777" w:rsidR="00D26819" w:rsidRPr="00276270" w:rsidRDefault="00D26819" w:rsidP="00D26819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A86878C" w14:textId="77777777" w:rsidR="00D26819" w:rsidRPr="00276270" w:rsidRDefault="00D26819" w:rsidP="00D26819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60AAADF" w14:textId="77777777" w:rsidR="00987DC2" w:rsidRPr="00276270" w:rsidRDefault="00987DC2" w:rsidP="00D26819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128BA80" w14:textId="77777777" w:rsidR="00C7397F" w:rsidRPr="00276270" w:rsidRDefault="00C7397F" w:rsidP="00D26819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2879326" w14:textId="77777777" w:rsidR="00C7397F" w:rsidRPr="00276270" w:rsidRDefault="00C7397F" w:rsidP="00D26819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815FCDF" w14:textId="77777777" w:rsidR="002502C5" w:rsidRDefault="002502C5">
      <w:pPr>
        <w:pStyle w:val="DCETexte"/>
        <w:rPr>
          <w:b/>
          <w:bCs/>
        </w:rPr>
      </w:pPr>
    </w:p>
    <w:p w14:paraId="56AD540D" w14:textId="2F8DFFB0" w:rsidR="002D30BB" w:rsidRPr="00276270" w:rsidRDefault="003C40C1">
      <w:pPr>
        <w:pStyle w:val="DCETexte"/>
      </w:pPr>
      <w:r>
        <w:rPr>
          <w:b/>
          <w:bCs/>
        </w:rPr>
        <w:t>F. </w:t>
      </w:r>
      <w:r w:rsidR="00F70F11" w:rsidRPr="00276270">
        <w:t> </w:t>
      </w:r>
      <w:r w:rsidR="00CE6AE5" w:rsidRPr="00276270">
        <w:t xml:space="preserve">Décrire la procédure mise en œuvre en cas de </w:t>
      </w:r>
      <w:r w:rsidR="00CE6AE5" w:rsidRPr="00276270">
        <w:rPr>
          <w:b/>
        </w:rPr>
        <w:t>t</w:t>
      </w:r>
      <w:r w:rsidR="00674EEA" w:rsidRPr="00276270">
        <w:rPr>
          <w:b/>
        </w:rPr>
        <w:t>a</w:t>
      </w:r>
      <w:r w:rsidR="00CE6AE5" w:rsidRPr="00276270">
        <w:rPr>
          <w:b/>
        </w:rPr>
        <w:t>ches persistantes</w:t>
      </w:r>
      <w:r w:rsidR="00CE6AE5" w:rsidRPr="00276270">
        <w:t xml:space="preserve"> sur </w:t>
      </w:r>
      <w:r w:rsidR="00987DC2" w:rsidRPr="00276270">
        <w:t>les voilages</w:t>
      </w:r>
      <w:r w:rsidR="00CE6AE5" w:rsidRPr="00276270">
        <w:t xml:space="preserve"> livré</w:t>
      </w:r>
      <w:r w:rsidR="00987DC2" w:rsidRPr="00276270">
        <w:t>s</w:t>
      </w:r>
      <w:r w:rsidR="00CE6AE5" w:rsidRPr="00276270">
        <w:t xml:space="preserve"> (reprise pour second nettoyage, mise en œuvre d’une autre solution technique</w:t>
      </w:r>
      <w:r w:rsidR="00D81932" w:rsidRPr="00276270">
        <w:t>, etc.</w:t>
      </w:r>
      <w:r w:rsidR="00CE6AE5" w:rsidRPr="00276270">
        <w:t>)</w:t>
      </w:r>
      <w:r w:rsidR="004F4401" w:rsidRPr="00276270">
        <w:t>.</w:t>
      </w:r>
    </w:p>
    <w:p w14:paraId="527E6D69" w14:textId="77777777" w:rsidR="002D30BB" w:rsidRPr="00276270" w:rsidRDefault="002D30BB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7382431" w14:textId="77777777" w:rsidR="007A59C8" w:rsidRPr="00276270" w:rsidRDefault="007A59C8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FD15DD8" w14:textId="77777777" w:rsidR="007A59C8" w:rsidRPr="00276270" w:rsidRDefault="007A59C8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E09EC7A" w14:textId="77777777" w:rsidR="002D30BB" w:rsidRPr="00276270" w:rsidRDefault="002D30BB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DC1E953" w14:textId="4D5B3498" w:rsidR="00741E13" w:rsidRPr="00276270" w:rsidRDefault="003C40C1" w:rsidP="00741E13">
      <w:pPr>
        <w:pStyle w:val="DCETexte"/>
      </w:pPr>
      <w:r>
        <w:rPr>
          <w:b/>
          <w:bCs/>
        </w:rPr>
        <w:lastRenderedPageBreak/>
        <w:t>G. </w:t>
      </w:r>
      <w:r w:rsidR="00F70F11" w:rsidRPr="00276270">
        <w:rPr>
          <w:b/>
        </w:rPr>
        <w:t xml:space="preserve"> </w:t>
      </w:r>
      <w:r w:rsidR="00F70F11" w:rsidRPr="00CF2A00">
        <w:rPr>
          <w:bCs/>
        </w:rPr>
        <w:t>Décrire les</w:t>
      </w:r>
      <w:r w:rsidR="00F70F11">
        <w:rPr>
          <w:b/>
        </w:rPr>
        <w:t xml:space="preserve"> c</w:t>
      </w:r>
      <w:r w:rsidR="00741E13" w:rsidRPr="00276270">
        <w:rPr>
          <w:b/>
        </w:rPr>
        <w:t>onditions de stockage</w:t>
      </w:r>
      <w:r w:rsidR="00741E13" w:rsidRPr="00276270">
        <w:t xml:space="preserve"> des voilages chez le prestataire</w:t>
      </w:r>
    </w:p>
    <w:p w14:paraId="3320E94C" w14:textId="77777777" w:rsidR="00741E13" w:rsidRPr="00276270" w:rsidRDefault="00741E13" w:rsidP="00741E13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0A2E1C7" w14:textId="77777777" w:rsidR="00741E13" w:rsidRPr="00276270" w:rsidRDefault="00741E13" w:rsidP="00741E13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3BC489D" w14:textId="77777777" w:rsidR="00741E13" w:rsidRPr="00276270" w:rsidRDefault="00741E13" w:rsidP="00741E13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93A8726" w14:textId="77777777" w:rsidR="00741E13" w:rsidRPr="00276270" w:rsidRDefault="00741E13" w:rsidP="00741E13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55FAE05" w14:textId="77777777" w:rsidR="00741E13" w:rsidRPr="00276270" w:rsidRDefault="00741E13" w:rsidP="00741E13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340444F" w14:textId="77777777" w:rsidR="00C7397F" w:rsidRPr="00276270" w:rsidRDefault="00C7397F" w:rsidP="005456B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3894F69" w14:textId="77777777" w:rsidR="00C7397F" w:rsidRPr="00276270" w:rsidRDefault="00C7397F" w:rsidP="005456B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6704887" w14:textId="77777777" w:rsidR="00FA2E99" w:rsidRDefault="00FA2E99" w:rsidP="00FA2E99">
      <w:pPr>
        <w:pStyle w:val="DCETexte"/>
        <w:rPr>
          <w:b/>
          <w:bCs/>
        </w:rPr>
      </w:pPr>
    </w:p>
    <w:p w14:paraId="38CA788D" w14:textId="2A75EB87" w:rsidR="00FA2E99" w:rsidRPr="00276270" w:rsidRDefault="00FA2E99" w:rsidP="00FA2E99">
      <w:pPr>
        <w:pStyle w:val="DCETexte"/>
      </w:pPr>
      <w:bookmarkStart w:id="3" w:name="_Hlk216366179"/>
      <w:r>
        <w:rPr>
          <w:b/>
          <w:bCs/>
        </w:rPr>
        <w:t>H</w:t>
      </w:r>
      <w:r w:rsidR="00380737">
        <w:rPr>
          <w:b/>
          <w:bCs/>
        </w:rPr>
        <w:t>.</w:t>
      </w:r>
      <w:r w:rsidRPr="00276270">
        <w:t xml:space="preserve"> Décrire les modalités de </w:t>
      </w:r>
      <w:r w:rsidRPr="00276270">
        <w:rPr>
          <w:b/>
        </w:rPr>
        <w:t>mise en œuvre de l’assurance</w:t>
      </w:r>
      <w:r w:rsidRPr="00276270">
        <w:t xml:space="preserve"> contractée par le prestataire pour couvrir les dommages (détérioration, perte, etc.) susceptibles d’être causés par celui-ci aux </w:t>
      </w:r>
      <w:r w:rsidR="00A855F3">
        <w:t>articles</w:t>
      </w:r>
      <w:r w:rsidRPr="00276270">
        <w:t xml:space="preserve"> qui lui sont confiés. Un taux d'usure ou de vétusté est-il appliqué aux biens endommagés ?</w:t>
      </w:r>
    </w:p>
    <w:p w14:paraId="4A7F7C95" w14:textId="77777777" w:rsidR="00FA2E99" w:rsidRPr="00276270" w:rsidRDefault="00FA2E99" w:rsidP="00FA2E99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7DB4549" w14:textId="77777777" w:rsidR="00FA2E99" w:rsidRPr="00276270" w:rsidRDefault="00FA2E99" w:rsidP="00FA2E99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1FDBD3D" w14:textId="77777777" w:rsidR="00FA2E99" w:rsidRPr="00276270" w:rsidRDefault="00FA2E99" w:rsidP="00FA2E99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E519E16" w14:textId="77777777" w:rsidR="00FA2E99" w:rsidRPr="00276270" w:rsidRDefault="00FA2E99" w:rsidP="00FA2E99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5AA5EEF" w14:textId="77777777" w:rsidR="00116E49" w:rsidRDefault="00116E49" w:rsidP="00C461C6">
      <w:pPr>
        <w:widowControl/>
        <w:jc w:val="both"/>
        <w:rPr>
          <w:b/>
        </w:rPr>
      </w:pPr>
    </w:p>
    <w:p w14:paraId="5590B117" w14:textId="77777777" w:rsidR="007258CD" w:rsidRPr="00276270" w:rsidRDefault="007258CD" w:rsidP="00C461C6">
      <w:pPr>
        <w:widowControl/>
        <w:jc w:val="both"/>
        <w:rPr>
          <w:b/>
        </w:rPr>
      </w:pPr>
    </w:p>
    <w:p w14:paraId="27116B5D" w14:textId="573B0283" w:rsidR="00456E54" w:rsidRDefault="00E766DD" w:rsidP="00456E54">
      <w:pPr>
        <w:pStyle w:val="DCETexte"/>
        <w:rPr>
          <w:b/>
          <w:bCs/>
        </w:rPr>
      </w:pPr>
      <w:bookmarkStart w:id="4" w:name="_Hlk216366240"/>
      <w:bookmarkEnd w:id="3"/>
      <w:r w:rsidRPr="00E766DD">
        <w:rPr>
          <w:b/>
          <w:bCs/>
        </w:rPr>
        <w:t>2.</w:t>
      </w:r>
      <w:r w:rsidR="00137170" w:rsidRPr="00E766DD">
        <w:rPr>
          <w:b/>
          <w:bCs/>
        </w:rPr>
        <w:t> </w:t>
      </w:r>
      <w:r w:rsidR="00456E54">
        <w:rPr>
          <w:b/>
          <w:bCs/>
        </w:rPr>
        <w:t>Moyens humains</w:t>
      </w:r>
    </w:p>
    <w:p w14:paraId="270DAF08" w14:textId="212FFF87" w:rsidR="00456E54" w:rsidRPr="008B4E3B" w:rsidRDefault="00456E54" w:rsidP="00456E54">
      <w:pPr>
        <w:pStyle w:val="DCETexte"/>
        <w:rPr>
          <w:b/>
          <w:bCs/>
        </w:rPr>
      </w:pPr>
      <w:r w:rsidRPr="008B4E3B">
        <w:rPr>
          <w:b/>
          <w:bCs/>
        </w:rPr>
        <w:t xml:space="preserve">Le soumissionnaire doit </w:t>
      </w:r>
      <w:r w:rsidR="00380737">
        <w:rPr>
          <w:b/>
          <w:bCs/>
        </w:rPr>
        <w:t xml:space="preserve">indiquer </w:t>
      </w:r>
      <w:r w:rsidRPr="008B4E3B">
        <w:rPr>
          <w:b/>
          <w:bCs/>
        </w:rPr>
        <w:t>uniquement les moyens humains mobilisés pour répondre aux prestations demandées par le Sénat.</w:t>
      </w:r>
    </w:p>
    <w:p w14:paraId="5300A01E" w14:textId="77777777" w:rsidR="00456E54" w:rsidRDefault="00456E54" w:rsidP="00456E54">
      <w:pPr>
        <w:pStyle w:val="DCETexte"/>
      </w:pPr>
      <w:r w:rsidRPr="00A855F3">
        <w:rPr>
          <w:b/>
          <w:bCs/>
        </w:rPr>
        <w:t>A.</w:t>
      </w:r>
      <w:r>
        <w:t> </w:t>
      </w:r>
      <w:r w:rsidRPr="00276270">
        <w:rPr>
          <w:b/>
        </w:rPr>
        <w:t xml:space="preserve">Indiquer </w:t>
      </w:r>
      <w:r>
        <w:rPr>
          <w:b/>
        </w:rPr>
        <w:t xml:space="preserve">l’effectif, la </w:t>
      </w:r>
      <w:r w:rsidRPr="00276270">
        <w:rPr>
          <w:b/>
        </w:rPr>
        <w:t>formation, l</w:t>
      </w:r>
      <w:r>
        <w:rPr>
          <w:b/>
        </w:rPr>
        <w:t>a</w:t>
      </w:r>
      <w:r w:rsidRPr="00276270">
        <w:rPr>
          <w:b/>
        </w:rPr>
        <w:t xml:space="preserve"> qualification et l</w:t>
      </w:r>
      <w:r>
        <w:rPr>
          <w:b/>
        </w:rPr>
        <w:t>’e</w:t>
      </w:r>
      <w:r w:rsidRPr="00276270">
        <w:rPr>
          <w:b/>
        </w:rPr>
        <w:t>xpérience</w:t>
      </w:r>
      <w:r>
        <w:rPr>
          <w:b/>
        </w:rPr>
        <w:t xml:space="preserve"> des personnes mobilisées</w:t>
      </w:r>
      <w:r w:rsidRPr="00276270">
        <w:t>.</w:t>
      </w:r>
    </w:p>
    <w:p w14:paraId="001904B3" w14:textId="6E973586" w:rsidR="0065761E" w:rsidRPr="00276270" w:rsidRDefault="0065761E" w:rsidP="00137170">
      <w:pPr>
        <w:pStyle w:val="DCETexte"/>
      </w:pPr>
      <w:r>
        <w:t>Joindre les CV des personnels concernés</w:t>
      </w:r>
    </w:p>
    <w:p w14:paraId="65FED976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CE97CA6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45FE504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DE195E9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240BBC0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86F7FC1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884E222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52FF467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BBFE611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BE9DB0F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585DA31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B105A81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D6CAC08" w14:textId="7E593990" w:rsidR="00137170" w:rsidRPr="00276270" w:rsidRDefault="00E766DD" w:rsidP="00137170">
      <w:pPr>
        <w:pStyle w:val="DCETexte"/>
      </w:pPr>
      <w:r>
        <w:rPr>
          <w:b/>
          <w:bCs/>
        </w:rPr>
        <w:lastRenderedPageBreak/>
        <w:t>B</w:t>
      </w:r>
      <w:r w:rsidR="003C40C1">
        <w:rPr>
          <w:b/>
          <w:bCs/>
        </w:rPr>
        <w:t>.</w:t>
      </w:r>
      <w:r w:rsidR="0020158B" w:rsidRPr="00276270">
        <w:t> </w:t>
      </w:r>
      <w:r w:rsidR="00137170" w:rsidRPr="00276270">
        <w:t xml:space="preserve">Les </w:t>
      </w:r>
      <w:r w:rsidR="00137170" w:rsidRPr="00276270">
        <w:rPr>
          <w:b/>
        </w:rPr>
        <w:t>interventions sur place</w:t>
      </w:r>
      <w:r w:rsidR="00137170" w:rsidRPr="00276270">
        <w:t xml:space="preserve"> seront-elles assurées par une </w:t>
      </w:r>
      <w:r w:rsidR="00137170" w:rsidRPr="00276270">
        <w:rPr>
          <w:b/>
        </w:rPr>
        <w:t>équipe dédiée au Sénat</w:t>
      </w:r>
      <w:r w:rsidR="00137170" w:rsidRPr="00276270">
        <w:t> ? Si oui, décrire la composition de cette équipe :</w:t>
      </w:r>
    </w:p>
    <w:p w14:paraId="1D1065FB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9251512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EA60092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170C140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DB2706A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18F8D3E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B2A56B2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252985C" w14:textId="77777777" w:rsidR="00F04418" w:rsidRDefault="00F04418" w:rsidP="00137170">
      <w:pPr>
        <w:pStyle w:val="DCETexte"/>
        <w:spacing w:before="0" w:after="0"/>
        <w:rPr>
          <w:b/>
          <w:bCs/>
        </w:rPr>
      </w:pPr>
    </w:p>
    <w:p w14:paraId="723530C9" w14:textId="77777777" w:rsidR="002502C5" w:rsidRDefault="002502C5" w:rsidP="00137170">
      <w:pPr>
        <w:pStyle w:val="DCETexte"/>
        <w:spacing w:before="0" w:after="0"/>
        <w:rPr>
          <w:b/>
          <w:bCs/>
        </w:rPr>
      </w:pPr>
    </w:p>
    <w:p w14:paraId="424CB5F8" w14:textId="3440CDE3" w:rsidR="00137170" w:rsidRPr="00276270" w:rsidRDefault="00E766DD" w:rsidP="00137170">
      <w:pPr>
        <w:pStyle w:val="DCETexte"/>
        <w:spacing w:before="0" w:after="0"/>
      </w:pPr>
      <w:r>
        <w:rPr>
          <w:b/>
          <w:bCs/>
        </w:rPr>
        <w:t>C</w:t>
      </w:r>
      <w:r w:rsidR="003C40C1">
        <w:rPr>
          <w:b/>
          <w:bCs/>
        </w:rPr>
        <w:t>.</w:t>
      </w:r>
      <w:r w:rsidR="0020158B" w:rsidRPr="00276270">
        <w:t> </w:t>
      </w:r>
      <w:r w:rsidR="00137170" w:rsidRPr="00276270">
        <w:t xml:space="preserve">Les </w:t>
      </w:r>
      <w:r w:rsidR="00137170" w:rsidRPr="00276270">
        <w:rPr>
          <w:b/>
        </w:rPr>
        <w:t>enlèvements et livraisons</w:t>
      </w:r>
      <w:r w:rsidR="00137170" w:rsidRPr="00276270">
        <w:t xml:space="preserve"> </w:t>
      </w:r>
      <w:proofErr w:type="spellStart"/>
      <w:r w:rsidR="00137170" w:rsidRPr="00276270">
        <w:t>seront-ils</w:t>
      </w:r>
      <w:proofErr w:type="spellEnd"/>
      <w:r w:rsidR="00137170" w:rsidRPr="00276270">
        <w:t xml:space="preserve"> assurés par une </w:t>
      </w:r>
      <w:r w:rsidR="00137170" w:rsidRPr="00276270">
        <w:rPr>
          <w:b/>
        </w:rPr>
        <w:t>équipe dédiée au Sénat</w:t>
      </w:r>
      <w:r w:rsidR="00137170" w:rsidRPr="00276270">
        <w:t> ? Si oui, décrire la composition de cette équipe :</w:t>
      </w:r>
    </w:p>
    <w:p w14:paraId="13EDB3A1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110D45F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DB012C9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6CD6D6F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1EBE896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2466AE1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27F0FE9" w14:textId="427AEF6E" w:rsidR="00137170" w:rsidRPr="00276270" w:rsidRDefault="00E766DD" w:rsidP="00137170">
      <w:pPr>
        <w:pStyle w:val="DCETexte"/>
        <w:keepNext/>
        <w:keepLines/>
      </w:pPr>
      <w:r>
        <w:rPr>
          <w:b/>
          <w:bCs/>
        </w:rPr>
        <w:t>D</w:t>
      </w:r>
      <w:r w:rsidR="003C40C1">
        <w:rPr>
          <w:b/>
          <w:bCs/>
        </w:rPr>
        <w:t>.</w:t>
      </w:r>
      <w:r w:rsidR="0020158B" w:rsidRPr="00276270">
        <w:t> </w:t>
      </w:r>
      <w:r w:rsidR="00137170" w:rsidRPr="00276270">
        <w:t xml:space="preserve">Décrire les actions engagées par l’entreprise en matière </w:t>
      </w:r>
      <w:r w:rsidR="00137170" w:rsidRPr="00276270">
        <w:rPr>
          <w:b/>
        </w:rPr>
        <w:t>de sécurité et de protection de la santé des personnels</w:t>
      </w:r>
      <w:r w:rsidR="00137170" w:rsidRPr="00276270">
        <w:t xml:space="preserve"> dans le cadre de l’exécution du marché (en atelier et sur site notamment pour prévenir les chutes de hauteur) :</w:t>
      </w:r>
    </w:p>
    <w:p w14:paraId="5F920CC6" w14:textId="77777777" w:rsidR="00137170" w:rsidRPr="00276270" w:rsidRDefault="00137170" w:rsidP="00137170">
      <w:pPr>
        <w:pStyle w:val="DCETexte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100EB71" w14:textId="77777777" w:rsidR="00137170" w:rsidRPr="00276270" w:rsidRDefault="00137170" w:rsidP="00137170">
      <w:pPr>
        <w:pStyle w:val="DCETexte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B54FA90" w14:textId="77777777" w:rsidR="00137170" w:rsidRPr="00276270" w:rsidRDefault="00137170" w:rsidP="00137170">
      <w:pPr>
        <w:pStyle w:val="DCETexte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61D15BF" w14:textId="77777777" w:rsidR="00137170" w:rsidRPr="00276270" w:rsidRDefault="00137170" w:rsidP="00137170">
      <w:pPr>
        <w:pStyle w:val="DCETexte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4D7FE8A" w14:textId="77777777" w:rsidR="00137170" w:rsidRPr="00276270" w:rsidRDefault="00137170" w:rsidP="00137170">
      <w:pPr>
        <w:pStyle w:val="DCETexte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D4CD488" w14:textId="77777777" w:rsidR="00137170" w:rsidRPr="00276270" w:rsidRDefault="00137170" w:rsidP="0013717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DD8277A" w14:textId="77777777" w:rsidR="002502C5" w:rsidRDefault="002502C5" w:rsidP="00137170">
      <w:pPr>
        <w:pStyle w:val="DCETexte"/>
        <w:rPr>
          <w:b/>
          <w:bCs/>
        </w:rPr>
      </w:pPr>
    </w:p>
    <w:bookmarkEnd w:id="4"/>
    <w:p w14:paraId="25D980D9" w14:textId="2F72A15B" w:rsidR="003871AC" w:rsidRDefault="003871AC">
      <w:pPr>
        <w:widowControl/>
        <w:rPr>
          <w:b/>
        </w:rPr>
      </w:pPr>
      <w:r>
        <w:rPr>
          <w:b/>
        </w:rPr>
        <w:br w:type="page"/>
      </w:r>
    </w:p>
    <w:p w14:paraId="5BA4F95F" w14:textId="77777777" w:rsidR="00A0732E" w:rsidRDefault="00A0732E" w:rsidP="00C461C6">
      <w:pPr>
        <w:widowControl/>
        <w:jc w:val="both"/>
        <w:rPr>
          <w:b/>
        </w:rPr>
      </w:pPr>
    </w:p>
    <w:p w14:paraId="579B7677" w14:textId="52572DFB" w:rsidR="007221C4" w:rsidRPr="007221C4" w:rsidRDefault="007221C4" w:rsidP="007221C4">
      <w:pPr>
        <w:pStyle w:val="Paragraphedeliste"/>
        <w:widowControl/>
        <w:numPr>
          <w:ilvl w:val="0"/>
          <w:numId w:val="34"/>
        </w:numPr>
        <w:jc w:val="both"/>
        <w:rPr>
          <w:b/>
        </w:rPr>
      </w:pPr>
      <w:r w:rsidRPr="007221C4">
        <w:rPr>
          <w:b/>
        </w:rPr>
        <w:t>Critère des performances environnementales</w:t>
      </w:r>
    </w:p>
    <w:p w14:paraId="021CA55A" w14:textId="77777777" w:rsidR="007221C4" w:rsidRPr="00276270" w:rsidRDefault="007221C4" w:rsidP="007221C4">
      <w:pPr>
        <w:pStyle w:val="Paragraphedeliste"/>
        <w:widowControl/>
        <w:ind w:left="1080"/>
        <w:jc w:val="both"/>
        <w:rPr>
          <w:b/>
        </w:rPr>
      </w:pPr>
    </w:p>
    <w:p w14:paraId="3DF19E96" w14:textId="77777777" w:rsidR="007221C4" w:rsidRPr="00276270" w:rsidRDefault="007221C4" w:rsidP="007221C4">
      <w:pPr>
        <w:pStyle w:val="Paragraphedeliste"/>
        <w:widowControl/>
        <w:ind w:left="1080"/>
        <w:jc w:val="both"/>
        <w:rPr>
          <w:b/>
        </w:rPr>
      </w:pPr>
    </w:p>
    <w:p w14:paraId="795DA5A6" w14:textId="4E9BB789" w:rsidR="007221C4" w:rsidRPr="00276270" w:rsidRDefault="003C40C1" w:rsidP="003C40C1">
      <w:pPr>
        <w:spacing w:before="240" w:after="240"/>
        <w:jc w:val="both"/>
      </w:pPr>
      <w:r w:rsidRPr="003C40C1">
        <w:rPr>
          <w:b/>
          <w:bCs/>
        </w:rPr>
        <w:t>A</w:t>
      </w:r>
      <w:r>
        <w:t xml:space="preserve">. </w:t>
      </w:r>
      <w:r w:rsidR="007221C4" w:rsidRPr="00276270">
        <w:t xml:space="preserve">Indiquer les certifications et </w:t>
      </w:r>
      <w:r w:rsidR="007221C4" w:rsidRPr="003C40C1">
        <w:rPr>
          <w:b/>
        </w:rPr>
        <w:t>labels environnementaux</w:t>
      </w:r>
      <w:r w:rsidR="007221C4" w:rsidRPr="00276270">
        <w:t xml:space="preserve"> détenus par l’entreprise directement en lien avec la </w:t>
      </w:r>
      <w:r w:rsidR="007221C4">
        <w:t>prestation de service</w:t>
      </w:r>
      <w:r w:rsidR="007221C4" w:rsidRPr="00276270">
        <w:t xml:space="preserve"> du présent marché (</w:t>
      </w:r>
      <w:r w:rsidR="007221C4" w:rsidRPr="003C40C1">
        <w:rPr>
          <w:u w:val="single"/>
        </w:rPr>
        <w:t>joindre impérativement les attestations ou justificatifs</w:t>
      </w:r>
      <w:r w:rsidR="007221C4" w:rsidRPr="00276270">
        <w:t>).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39"/>
      </w:tblGrid>
      <w:tr w:rsidR="007221C4" w:rsidRPr="00276270" w14:paraId="1D7D70F1" w14:textId="77777777" w:rsidTr="002502C5">
        <w:trPr>
          <w:trHeight w:val="4379"/>
        </w:trPr>
        <w:tc>
          <w:tcPr>
            <w:tcW w:w="9459" w:type="dxa"/>
          </w:tcPr>
          <w:p w14:paraId="18A8C43F" w14:textId="77777777" w:rsidR="007221C4" w:rsidRPr="00276270" w:rsidRDefault="007221C4" w:rsidP="009D4947">
            <w:pPr>
              <w:pStyle w:val="DCECorpsdetexte"/>
              <w:ind w:firstLine="0"/>
              <w:rPr>
                <w:szCs w:val="24"/>
              </w:rPr>
            </w:pPr>
          </w:p>
        </w:tc>
      </w:tr>
    </w:tbl>
    <w:p w14:paraId="70628F09" w14:textId="77777777" w:rsidR="007221C4" w:rsidRPr="00276270" w:rsidRDefault="007221C4" w:rsidP="007221C4">
      <w:pPr>
        <w:pStyle w:val="Paragraphedeliste"/>
        <w:widowControl/>
        <w:ind w:left="1080"/>
        <w:jc w:val="both"/>
        <w:rPr>
          <w:b/>
        </w:rPr>
      </w:pPr>
    </w:p>
    <w:p w14:paraId="10164309" w14:textId="43757952" w:rsidR="007221C4" w:rsidRPr="00276270" w:rsidRDefault="003C40C1" w:rsidP="003C40C1">
      <w:pPr>
        <w:pStyle w:val="DCETexte"/>
      </w:pPr>
      <w:r>
        <w:rPr>
          <w:b/>
        </w:rPr>
        <w:t>B. </w:t>
      </w:r>
      <w:r w:rsidR="007221C4" w:rsidRPr="00276270">
        <w:rPr>
          <w:b/>
        </w:rPr>
        <w:t>Décrire les produits lessiviels</w:t>
      </w:r>
      <w:r w:rsidR="007221C4" w:rsidRPr="00276270">
        <w:t xml:space="preserve"> (lessive, adoucisseur, blanchisseur, etc.) qui seront utilisés dans le cadre de la prestation demandée. Indiquer leur dénomination commerciale et préciser s’ils répondent aux exigences d’un label environnemental. </w:t>
      </w:r>
    </w:p>
    <w:p w14:paraId="41166000" w14:textId="77777777" w:rsidR="007221C4" w:rsidRPr="00276270" w:rsidRDefault="007221C4" w:rsidP="007221C4">
      <w:pPr>
        <w:pStyle w:val="DCETexte"/>
        <w:spacing w:after="240"/>
        <w:rPr>
          <w:b/>
          <w:u w:val="single"/>
        </w:rPr>
      </w:pPr>
      <w:r w:rsidRPr="00276270">
        <w:rPr>
          <w:b/>
          <w:u w:val="single"/>
        </w:rPr>
        <w:t>Fournir impérativement les fiches techniques et les fiches de données de sécurité.</w:t>
      </w:r>
    </w:p>
    <w:tbl>
      <w:tblPr>
        <w:tblW w:w="8959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1559"/>
        <w:gridCol w:w="4339"/>
      </w:tblGrid>
      <w:tr w:rsidR="007221C4" w:rsidRPr="00276270" w14:paraId="343B6E2D" w14:textId="77777777" w:rsidTr="009D4947">
        <w:tc>
          <w:tcPr>
            <w:tcW w:w="3061" w:type="dxa"/>
            <w:vAlign w:val="center"/>
          </w:tcPr>
          <w:p w14:paraId="126DAE87" w14:textId="77777777" w:rsidR="007221C4" w:rsidRPr="00276270" w:rsidRDefault="007221C4" w:rsidP="009D4947">
            <w:pPr>
              <w:pStyle w:val="DCETexte"/>
              <w:jc w:val="center"/>
            </w:pPr>
            <w:r w:rsidRPr="00276270">
              <w:t>Nom du produit</w:t>
            </w:r>
          </w:p>
        </w:tc>
        <w:tc>
          <w:tcPr>
            <w:tcW w:w="1559" w:type="dxa"/>
            <w:vAlign w:val="center"/>
          </w:tcPr>
          <w:p w14:paraId="14CD324F" w14:textId="77777777" w:rsidR="007221C4" w:rsidRPr="00276270" w:rsidRDefault="007221C4" w:rsidP="009D4947">
            <w:pPr>
              <w:pStyle w:val="DCETexte"/>
              <w:jc w:val="center"/>
            </w:pPr>
            <w:r w:rsidRPr="00276270">
              <w:t xml:space="preserve">Type </w:t>
            </w:r>
            <w:r w:rsidRPr="00276270">
              <w:br/>
              <w:t>de produit</w:t>
            </w:r>
          </w:p>
        </w:tc>
        <w:tc>
          <w:tcPr>
            <w:tcW w:w="4339" w:type="dxa"/>
            <w:vAlign w:val="center"/>
          </w:tcPr>
          <w:p w14:paraId="1F0FBC32" w14:textId="77777777" w:rsidR="007221C4" w:rsidRPr="00276270" w:rsidRDefault="007221C4" w:rsidP="009D4947">
            <w:pPr>
              <w:pStyle w:val="DCETexte"/>
              <w:jc w:val="center"/>
            </w:pPr>
            <w:r w:rsidRPr="00276270">
              <w:t>Conforme aux critères d’un écolabel</w:t>
            </w:r>
          </w:p>
          <w:p w14:paraId="39B3862F" w14:textId="77777777" w:rsidR="007221C4" w:rsidRPr="00276270" w:rsidRDefault="007221C4" w:rsidP="009D4947">
            <w:pPr>
              <w:pStyle w:val="DCETexte"/>
              <w:jc w:val="center"/>
            </w:pPr>
            <w:r w:rsidRPr="00276270">
              <w:t>(</w:t>
            </w:r>
            <w:proofErr w:type="gramStart"/>
            <w:r w:rsidRPr="00276270">
              <w:t>oui</w:t>
            </w:r>
            <w:proofErr w:type="gramEnd"/>
            <w:r w:rsidRPr="00276270">
              <w:t>/non)</w:t>
            </w:r>
          </w:p>
          <w:p w14:paraId="372F7F82" w14:textId="77777777" w:rsidR="007221C4" w:rsidRPr="00276270" w:rsidRDefault="007221C4" w:rsidP="009D4947">
            <w:pPr>
              <w:pStyle w:val="DCETexte"/>
              <w:jc w:val="center"/>
            </w:pPr>
            <w:r w:rsidRPr="00276270">
              <w:t>(</w:t>
            </w:r>
            <w:r w:rsidRPr="00276270">
              <w:rPr>
                <w:b/>
              </w:rPr>
              <w:t>Si oui fournir l’attestation</w:t>
            </w:r>
            <w:r w:rsidRPr="00276270">
              <w:t>)</w:t>
            </w:r>
          </w:p>
        </w:tc>
      </w:tr>
      <w:tr w:rsidR="007221C4" w:rsidRPr="00276270" w14:paraId="69E11EDE" w14:textId="77777777" w:rsidTr="009D4947">
        <w:trPr>
          <w:trHeight w:hRule="exact" w:val="454"/>
        </w:trPr>
        <w:tc>
          <w:tcPr>
            <w:tcW w:w="3061" w:type="dxa"/>
          </w:tcPr>
          <w:p w14:paraId="66FE86EB" w14:textId="77777777" w:rsidR="007221C4" w:rsidRPr="00276270" w:rsidRDefault="007221C4" w:rsidP="009D4947">
            <w:pPr>
              <w:pStyle w:val="DCETexte"/>
            </w:pPr>
          </w:p>
        </w:tc>
        <w:tc>
          <w:tcPr>
            <w:tcW w:w="1559" w:type="dxa"/>
          </w:tcPr>
          <w:p w14:paraId="4D8AC5A7" w14:textId="77777777" w:rsidR="007221C4" w:rsidRPr="00276270" w:rsidRDefault="007221C4" w:rsidP="009D4947">
            <w:pPr>
              <w:pStyle w:val="DCETexte"/>
            </w:pPr>
          </w:p>
        </w:tc>
        <w:tc>
          <w:tcPr>
            <w:tcW w:w="4339" w:type="dxa"/>
          </w:tcPr>
          <w:p w14:paraId="5FCD812A" w14:textId="77777777" w:rsidR="007221C4" w:rsidRPr="00276270" w:rsidRDefault="007221C4" w:rsidP="009D4947">
            <w:pPr>
              <w:pStyle w:val="DCETexte"/>
            </w:pPr>
          </w:p>
        </w:tc>
      </w:tr>
      <w:tr w:rsidR="007221C4" w:rsidRPr="00276270" w14:paraId="31C501AD" w14:textId="77777777" w:rsidTr="009D4947">
        <w:trPr>
          <w:trHeight w:hRule="exact" w:val="454"/>
        </w:trPr>
        <w:tc>
          <w:tcPr>
            <w:tcW w:w="3061" w:type="dxa"/>
          </w:tcPr>
          <w:p w14:paraId="7C6A1917" w14:textId="77777777" w:rsidR="007221C4" w:rsidRPr="00276270" w:rsidRDefault="007221C4" w:rsidP="009D4947">
            <w:pPr>
              <w:pStyle w:val="DCETexte"/>
            </w:pPr>
          </w:p>
        </w:tc>
        <w:tc>
          <w:tcPr>
            <w:tcW w:w="1559" w:type="dxa"/>
          </w:tcPr>
          <w:p w14:paraId="0D517D85" w14:textId="77777777" w:rsidR="007221C4" w:rsidRPr="00276270" w:rsidRDefault="007221C4" w:rsidP="009D4947">
            <w:pPr>
              <w:pStyle w:val="DCETexte"/>
            </w:pPr>
          </w:p>
        </w:tc>
        <w:tc>
          <w:tcPr>
            <w:tcW w:w="4339" w:type="dxa"/>
          </w:tcPr>
          <w:p w14:paraId="0A491C07" w14:textId="77777777" w:rsidR="007221C4" w:rsidRPr="00276270" w:rsidRDefault="007221C4" w:rsidP="009D4947">
            <w:pPr>
              <w:pStyle w:val="DCETexte"/>
            </w:pPr>
          </w:p>
        </w:tc>
      </w:tr>
      <w:tr w:rsidR="007221C4" w:rsidRPr="00276270" w14:paraId="73C7E33C" w14:textId="77777777" w:rsidTr="009D4947">
        <w:trPr>
          <w:trHeight w:hRule="exact" w:val="454"/>
        </w:trPr>
        <w:tc>
          <w:tcPr>
            <w:tcW w:w="3061" w:type="dxa"/>
          </w:tcPr>
          <w:p w14:paraId="6DDE081C" w14:textId="77777777" w:rsidR="007221C4" w:rsidRPr="00276270" w:rsidRDefault="007221C4" w:rsidP="009D4947">
            <w:pPr>
              <w:pStyle w:val="DCETexte"/>
            </w:pPr>
          </w:p>
        </w:tc>
        <w:tc>
          <w:tcPr>
            <w:tcW w:w="1559" w:type="dxa"/>
          </w:tcPr>
          <w:p w14:paraId="79EA1833" w14:textId="77777777" w:rsidR="007221C4" w:rsidRPr="00276270" w:rsidRDefault="007221C4" w:rsidP="009D4947">
            <w:pPr>
              <w:pStyle w:val="DCETexte"/>
            </w:pPr>
          </w:p>
        </w:tc>
        <w:tc>
          <w:tcPr>
            <w:tcW w:w="4339" w:type="dxa"/>
          </w:tcPr>
          <w:p w14:paraId="24AF4A73" w14:textId="77777777" w:rsidR="007221C4" w:rsidRPr="00276270" w:rsidRDefault="007221C4" w:rsidP="009D4947">
            <w:pPr>
              <w:pStyle w:val="DCETexte"/>
            </w:pPr>
          </w:p>
        </w:tc>
      </w:tr>
      <w:tr w:rsidR="007221C4" w:rsidRPr="00276270" w14:paraId="7F9E081A" w14:textId="77777777" w:rsidTr="009D4947">
        <w:trPr>
          <w:trHeight w:hRule="exact" w:val="454"/>
        </w:trPr>
        <w:tc>
          <w:tcPr>
            <w:tcW w:w="3061" w:type="dxa"/>
          </w:tcPr>
          <w:p w14:paraId="56655D3F" w14:textId="77777777" w:rsidR="007221C4" w:rsidRPr="00276270" w:rsidRDefault="007221C4" w:rsidP="009D4947">
            <w:pPr>
              <w:pStyle w:val="DCETexte"/>
            </w:pPr>
          </w:p>
        </w:tc>
        <w:tc>
          <w:tcPr>
            <w:tcW w:w="1559" w:type="dxa"/>
          </w:tcPr>
          <w:p w14:paraId="09B71BD2" w14:textId="77777777" w:rsidR="007221C4" w:rsidRPr="00276270" w:rsidRDefault="007221C4" w:rsidP="009D4947">
            <w:pPr>
              <w:pStyle w:val="DCETexte"/>
            </w:pPr>
          </w:p>
        </w:tc>
        <w:tc>
          <w:tcPr>
            <w:tcW w:w="4339" w:type="dxa"/>
          </w:tcPr>
          <w:p w14:paraId="50B30A46" w14:textId="77777777" w:rsidR="007221C4" w:rsidRPr="00276270" w:rsidRDefault="007221C4" w:rsidP="009D4947">
            <w:pPr>
              <w:pStyle w:val="DCETexte"/>
            </w:pPr>
          </w:p>
        </w:tc>
      </w:tr>
      <w:tr w:rsidR="007221C4" w:rsidRPr="00276270" w14:paraId="432105F6" w14:textId="77777777" w:rsidTr="009D4947">
        <w:trPr>
          <w:trHeight w:hRule="exact" w:val="454"/>
        </w:trPr>
        <w:tc>
          <w:tcPr>
            <w:tcW w:w="3061" w:type="dxa"/>
          </w:tcPr>
          <w:p w14:paraId="6CA9C421" w14:textId="77777777" w:rsidR="007221C4" w:rsidRPr="00276270" w:rsidRDefault="007221C4" w:rsidP="009D4947">
            <w:pPr>
              <w:pStyle w:val="DCETexte"/>
            </w:pPr>
          </w:p>
        </w:tc>
        <w:tc>
          <w:tcPr>
            <w:tcW w:w="1559" w:type="dxa"/>
          </w:tcPr>
          <w:p w14:paraId="47D61B67" w14:textId="77777777" w:rsidR="007221C4" w:rsidRPr="00276270" w:rsidRDefault="007221C4" w:rsidP="009D4947">
            <w:pPr>
              <w:pStyle w:val="DCETexte"/>
            </w:pPr>
          </w:p>
        </w:tc>
        <w:tc>
          <w:tcPr>
            <w:tcW w:w="4339" w:type="dxa"/>
          </w:tcPr>
          <w:p w14:paraId="7BE60A2B" w14:textId="77777777" w:rsidR="007221C4" w:rsidRPr="00276270" w:rsidRDefault="007221C4" w:rsidP="009D4947">
            <w:pPr>
              <w:pStyle w:val="DCETexte"/>
            </w:pPr>
          </w:p>
        </w:tc>
      </w:tr>
      <w:tr w:rsidR="007221C4" w:rsidRPr="00276270" w14:paraId="258C601A" w14:textId="77777777" w:rsidTr="009D4947">
        <w:trPr>
          <w:trHeight w:hRule="exact" w:val="454"/>
        </w:trPr>
        <w:tc>
          <w:tcPr>
            <w:tcW w:w="3061" w:type="dxa"/>
          </w:tcPr>
          <w:p w14:paraId="64EE8F66" w14:textId="77777777" w:rsidR="007221C4" w:rsidRPr="00276270" w:rsidRDefault="007221C4" w:rsidP="009D4947">
            <w:pPr>
              <w:pStyle w:val="DCETexte"/>
            </w:pPr>
          </w:p>
        </w:tc>
        <w:tc>
          <w:tcPr>
            <w:tcW w:w="1559" w:type="dxa"/>
          </w:tcPr>
          <w:p w14:paraId="2F001E83" w14:textId="77777777" w:rsidR="007221C4" w:rsidRPr="00276270" w:rsidRDefault="007221C4" w:rsidP="009D4947">
            <w:pPr>
              <w:pStyle w:val="DCETexte"/>
            </w:pPr>
          </w:p>
        </w:tc>
        <w:tc>
          <w:tcPr>
            <w:tcW w:w="4339" w:type="dxa"/>
          </w:tcPr>
          <w:p w14:paraId="329F54FE" w14:textId="77777777" w:rsidR="007221C4" w:rsidRPr="00276270" w:rsidRDefault="007221C4" w:rsidP="009D4947">
            <w:pPr>
              <w:pStyle w:val="DCETexte"/>
            </w:pPr>
          </w:p>
        </w:tc>
      </w:tr>
    </w:tbl>
    <w:p w14:paraId="154F9865" w14:textId="77777777" w:rsidR="007221C4" w:rsidRPr="00276270" w:rsidRDefault="007221C4" w:rsidP="007221C4">
      <w:pPr>
        <w:widowControl/>
        <w:jc w:val="both"/>
        <w:rPr>
          <w:b/>
        </w:rPr>
      </w:pPr>
    </w:p>
    <w:p w14:paraId="7D1A743F" w14:textId="54EA7754" w:rsidR="007221C4" w:rsidRDefault="007221C4" w:rsidP="007221C4">
      <w:pPr>
        <w:widowControl/>
        <w:jc w:val="both"/>
        <w:rPr>
          <w:b/>
        </w:rPr>
      </w:pPr>
    </w:p>
    <w:p w14:paraId="41F0A210" w14:textId="478623C4" w:rsidR="004E1CEA" w:rsidRDefault="004E1CEA" w:rsidP="007221C4">
      <w:pPr>
        <w:widowControl/>
        <w:jc w:val="both"/>
        <w:rPr>
          <w:b/>
        </w:rPr>
      </w:pPr>
    </w:p>
    <w:p w14:paraId="0016FBE3" w14:textId="0CC9D33D" w:rsidR="004E1CEA" w:rsidRDefault="004E1CEA" w:rsidP="007221C4">
      <w:pPr>
        <w:widowControl/>
        <w:jc w:val="both"/>
        <w:rPr>
          <w:b/>
        </w:rPr>
      </w:pPr>
    </w:p>
    <w:p w14:paraId="35B97F3D" w14:textId="77777777" w:rsidR="004E1CEA" w:rsidRDefault="004E1CEA" w:rsidP="007221C4">
      <w:pPr>
        <w:widowControl/>
        <w:jc w:val="both"/>
        <w:rPr>
          <w:b/>
        </w:rPr>
      </w:pPr>
    </w:p>
    <w:p w14:paraId="133E525A" w14:textId="1C91897C" w:rsidR="007221C4" w:rsidRDefault="003C40C1" w:rsidP="003C40C1">
      <w:pPr>
        <w:pStyle w:val="DCETexte"/>
      </w:pPr>
      <w:r w:rsidRPr="003C40C1">
        <w:rPr>
          <w:b/>
          <w:bCs/>
        </w:rPr>
        <w:lastRenderedPageBreak/>
        <w:t>C</w:t>
      </w:r>
      <w:r>
        <w:t>. </w:t>
      </w:r>
      <w:r w:rsidR="007221C4">
        <w:t xml:space="preserve">Préciser s’il existe un système de </w:t>
      </w:r>
      <w:r w:rsidR="007221C4" w:rsidRPr="00E2256F">
        <w:rPr>
          <w:b/>
          <w:bCs/>
        </w:rPr>
        <w:t>dosage automatique des produits utilisés</w:t>
      </w:r>
      <w:r w:rsidR="007221C4">
        <w:rPr>
          <w:b/>
          <w:bCs/>
        </w:rPr>
        <w:t>.</w:t>
      </w:r>
    </w:p>
    <w:p w14:paraId="58E9FC45" w14:textId="77777777" w:rsidR="007221C4" w:rsidRPr="00276270" w:rsidRDefault="007221C4" w:rsidP="007221C4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37FB80A" w14:textId="77777777" w:rsidR="007221C4" w:rsidRPr="00276270" w:rsidRDefault="007221C4" w:rsidP="007221C4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5C40A5B" w14:textId="77777777" w:rsidR="007221C4" w:rsidRPr="00276270" w:rsidRDefault="007221C4" w:rsidP="007221C4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CCE4422" w14:textId="77777777" w:rsidR="007221C4" w:rsidRPr="00276270" w:rsidRDefault="007221C4" w:rsidP="007221C4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018CEF4" w14:textId="77777777" w:rsidR="007221C4" w:rsidRDefault="007221C4" w:rsidP="007221C4">
      <w:pPr>
        <w:pStyle w:val="DCETexte"/>
        <w:ind w:left="862"/>
      </w:pPr>
    </w:p>
    <w:p w14:paraId="22C83132" w14:textId="6B9E773A" w:rsidR="007221C4" w:rsidRPr="00276270" w:rsidRDefault="003C40C1" w:rsidP="003C40C1">
      <w:pPr>
        <w:pStyle w:val="DCETexte"/>
      </w:pPr>
      <w:r w:rsidRPr="003C40C1">
        <w:rPr>
          <w:b/>
          <w:bCs/>
        </w:rPr>
        <w:t>D.</w:t>
      </w:r>
      <w:r>
        <w:t> </w:t>
      </w:r>
      <w:r w:rsidR="007221C4" w:rsidRPr="00276270">
        <w:t xml:space="preserve">Décrire </w:t>
      </w:r>
      <w:r w:rsidR="00F04418">
        <w:t>le</w:t>
      </w:r>
      <w:r w:rsidR="007221C4" w:rsidRPr="00276270">
        <w:t xml:space="preserve"> </w:t>
      </w:r>
      <w:r w:rsidR="007221C4" w:rsidRPr="00CF2A00">
        <w:rPr>
          <w:b/>
        </w:rPr>
        <w:t>cycle de l’eau</w:t>
      </w:r>
      <w:r w:rsidR="007221C4">
        <w:t>.</w:t>
      </w:r>
      <w:r w:rsidR="007221C4" w:rsidRPr="00276270">
        <w:t xml:space="preserve"> S’il existe, explique</w:t>
      </w:r>
      <w:r w:rsidR="007221C4">
        <w:t>r</w:t>
      </w:r>
      <w:r w:rsidR="007221C4" w:rsidRPr="00276270">
        <w:t xml:space="preserve"> le processus de récupération et de recyclage de l’eau de lavage</w:t>
      </w:r>
      <w:r w:rsidR="007221C4">
        <w:t>.</w:t>
      </w:r>
      <w:r w:rsidR="007221C4" w:rsidRPr="00276270">
        <w:t xml:space="preserve"> Explique</w:t>
      </w:r>
      <w:r w:rsidR="007221C4">
        <w:t>r</w:t>
      </w:r>
      <w:r w:rsidR="007221C4" w:rsidRPr="00276270">
        <w:t xml:space="preserve"> le traitement des eaux de lavage avant </w:t>
      </w:r>
      <w:r w:rsidR="00EB1305">
        <w:t xml:space="preserve">leur </w:t>
      </w:r>
      <w:r w:rsidR="007221C4" w:rsidRPr="00276270">
        <w:t>rejet</w:t>
      </w:r>
      <w:r w:rsidR="00EB1305">
        <w:t>.</w:t>
      </w:r>
    </w:p>
    <w:p w14:paraId="75141ABC" w14:textId="77777777" w:rsidR="007221C4" w:rsidRPr="00276270" w:rsidRDefault="007221C4" w:rsidP="007221C4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F529AC1" w14:textId="77777777" w:rsidR="007221C4" w:rsidRPr="00276270" w:rsidRDefault="007221C4" w:rsidP="007221C4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F07ACB7" w14:textId="77777777" w:rsidR="007221C4" w:rsidRPr="00276270" w:rsidRDefault="007221C4" w:rsidP="007221C4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479B0B7" w14:textId="77777777" w:rsidR="007221C4" w:rsidRPr="00276270" w:rsidRDefault="007221C4" w:rsidP="007221C4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B7D13DA" w14:textId="77777777" w:rsidR="007221C4" w:rsidRDefault="007221C4" w:rsidP="007221C4">
      <w:pPr>
        <w:pStyle w:val="Paragraphedeliste"/>
        <w:widowControl/>
        <w:ind w:left="360"/>
        <w:jc w:val="both"/>
        <w:rPr>
          <w:bCs/>
        </w:rPr>
      </w:pPr>
    </w:p>
    <w:p w14:paraId="728AFDAB" w14:textId="5E68F6CB" w:rsidR="007221C4" w:rsidRPr="003C40C1" w:rsidRDefault="003C40C1" w:rsidP="003C40C1">
      <w:pPr>
        <w:pStyle w:val="Paragraphedeliste"/>
        <w:widowControl/>
        <w:spacing w:before="120" w:after="120"/>
        <w:ind w:left="0"/>
        <w:jc w:val="both"/>
        <w:rPr>
          <w:bCs/>
        </w:rPr>
      </w:pPr>
      <w:r w:rsidRPr="003C40C1">
        <w:rPr>
          <w:b/>
        </w:rPr>
        <w:t>E</w:t>
      </w:r>
      <w:r>
        <w:rPr>
          <w:bCs/>
        </w:rPr>
        <w:t>. </w:t>
      </w:r>
      <w:r w:rsidR="007221C4" w:rsidRPr="003C40C1">
        <w:rPr>
          <w:bCs/>
        </w:rPr>
        <w:t xml:space="preserve">Préciser si les équipements utilisés permettent la </w:t>
      </w:r>
      <w:r w:rsidR="007221C4" w:rsidRPr="003C40C1">
        <w:rPr>
          <w:b/>
        </w:rPr>
        <w:t>réduction de la consommation d’énergie</w:t>
      </w:r>
      <w:r w:rsidR="007221C4" w:rsidRPr="003C40C1">
        <w:rPr>
          <w:bCs/>
        </w:rPr>
        <w:t xml:space="preserve"> (calorifugeage, etc.).</w:t>
      </w:r>
    </w:p>
    <w:p w14:paraId="59327BAF" w14:textId="77777777" w:rsidR="007221C4" w:rsidRDefault="007221C4" w:rsidP="007221C4">
      <w:pPr>
        <w:pStyle w:val="DCE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14:paraId="00BFDE71" w14:textId="597B5C70" w:rsidR="007221C4" w:rsidRDefault="007221C4" w:rsidP="007221C4">
      <w:pPr>
        <w:pStyle w:val="DCE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14:paraId="6C9624A1" w14:textId="57081C90" w:rsidR="004E1CEA" w:rsidRDefault="004E1CEA" w:rsidP="007221C4">
      <w:pPr>
        <w:pStyle w:val="DCE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14:paraId="6D3CA5B0" w14:textId="4AAD47EC" w:rsidR="004E1CEA" w:rsidRDefault="004E1CEA" w:rsidP="007221C4">
      <w:pPr>
        <w:pStyle w:val="DCE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14:paraId="74AD13A7" w14:textId="2ED7F597" w:rsidR="004E1CEA" w:rsidRDefault="004E1CEA" w:rsidP="007221C4">
      <w:pPr>
        <w:pStyle w:val="DCE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14:paraId="2DF56884" w14:textId="77777777" w:rsidR="004E1CEA" w:rsidRDefault="004E1CEA" w:rsidP="007221C4">
      <w:pPr>
        <w:pStyle w:val="DCE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14:paraId="5BC53DCF" w14:textId="77777777" w:rsidR="007221C4" w:rsidRDefault="007221C4" w:rsidP="007221C4">
      <w:pPr>
        <w:pStyle w:val="DCE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14:paraId="38E12736" w14:textId="77777777" w:rsidR="007221C4" w:rsidRDefault="007221C4" w:rsidP="007221C4">
      <w:pPr>
        <w:pStyle w:val="DCE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14:paraId="30AA0EF8" w14:textId="77777777" w:rsidR="007221C4" w:rsidRDefault="007221C4" w:rsidP="007221C4">
      <w:pPr>
        <w:pStyle w:val="Paragraphedeliste"/>
        <w:widowControl/>
        <w:ind w:left="360"/>
        <w:jc w:val="both"/>
        <w:rPr>
          <w:bCs/>
        </w:rPr>
      </w:pPr>
    </w:p>
    <w:p w14:paraId="070D1D75" w14:textId="1EF95567" w:rsidR="007221C4" w:rsidRPr="003C40C1" w:rsidRDefault="003C40C1" w:rsidP="003C40C1">
      <w:pPr>
        <w:pStyle w:val="Paragraphedeliste"/>
        <w:widowControl/>
        <w:ind w:left="0"/>
        <w:jc w:val="both"/>
        <w:rPr>
          <w:bCs/>
        </w:rPr>
      </w:pPr>
      <w:r w:rsidRPr="003C40C1">
        <w:rPr>
          <w:b/>
        </w:rPr>
        <w:t>F</w:t>
      </w:r>
      <w:r>
        <w:rPr>
          <w:bCs/>
        </w:rPr>
        <w:t>. </w:t>
      </w:r>
      <w:r w:rsidR="007221C4" w:rsidRPr="003C40C1">
        <w:rPr>
          <w:bCs/>
        </w:rPr>
        <w:t xml:space="preserve">Indiquer la </w:t>
      </w:r>
      <w:r w:rsidR="007221C4" w:rsidRPr="003C40C1">
        <w:rPr>
          <w:b/>
        </w:rPr>
        <w:t>composition des emballages</w:t>
      </w:r>
      <w:r w:rsidR="007221C4" w:rsidRPr="003C40C1">
        <w:rPr>
          <w:bCs/>
        </w:rPr>
        <w:t xml:space="preserve"> utilisés pour le conditionnement et la livraison. Préciser s’ils comportent des matières recyclées.</w:t>
      </w:r>
    </w:p>
    <w:p w14:paraId="1D2FD16C" w14:textId="77777777" w:rsidR="007221C4" w:rsidRDefault="007221C4" w:rsidP="007221C4">
      <w:pPr>
        <w:pStyle w:val="DCETexte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E81CD63" w14:textId="77777777" w:rsidR="007221C4" w:rsidRDefault="007221C4" w:rsidP="007221C4">
      <w:pPr>
        <w:pStyle w:val="DCETexte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4B12ECC" w14:textId="16E70728" w:rsidR="007221C4" w:rsidRDefault="007221C4" w:rsidP="007221C4">
      <w:pPr>
        <w:pStyle w:val="DCETexte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80A57AF" w14:textId="7FD2995B" w:rsidR="004E1CEA" w:rsidRDefault="004E1CEA" w:rsidP="007221C4">
      <w:pPr>
        <w:pStyle w:val="DCETexte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D522E85" w14:textId="64CF84E6" w:rsidR="004E1CEA" w:rsidRDefault="004E1CEA" w:rsidP="007221C4">
      <w:pPr>
        <w:pStyle w:val="DCETexte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82A4A91" w14:textId="77777777" w:rsidR="004E1CEA" w:rsidRDefault="004E1CEA" w:rsidP="007221C4">
      <w:pPr>
        <w:pStyle w:val="DCETexte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C5D2E29" w14:textId="77777777" w:rsidR="007221C4" w:rsidRDefault="007221C4" w:rsidP="007221C4">
      <w:pPr>
        <w:pStyle w:val="DCETexte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DC0C3DF" w14:textId="77777777" w:rsidR="007221C4" w:rsidRDefault="007221C4" w:rsidP="007221C4">
      <w:pPr>
        <w:pStyle w:val="DCETexte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F67AE44" w14:textId="28531182" w:rsidR="007221C4" w:rsidRDefault="007221C4" w:rsidP="007221C4">
      <w:pPr>
        <w:pStyle w:val="Paragraphedeliste"/>
        <w:widowControl/>
        <w:ind w:left="862"/>
        <w:jc w:val="both"/>
        <w:rPr>
          <w:bCs/>
        </w:rPr>
      </w:pPr>
    </w:p>
    <w:p w14:paraId="15D38165" w14:textId="6E17B902" w:rsidR="004E1CEA" w:rsidRDefault="004E1CEA" w:rsidP="007221C4">
      <w:pPr>
        <w:pStyle w:val="Paragraphedeliste"/>
        <w:widowControl/>
        <w:ind w:left="862"/>
        <w:jc w:val="both"/>
        <w:rPr>
          <w:bCs/>
        </w:rPr>
      </w:pPr>
    </w:p>
    <w:p w14:paraId="1F218035" w14:textId="63403C1B" w:rsidR="004E1CEA" w:rsidRDefault="004E1CEA" w:rsidP="007221C4">
      <w:pPr>
        <w:pStyle w:val="Paragraphedeliste"/>
        <w:widowControl/>
        <w:ind w:left="862"/>
        <w:jc w:val="both"/>
        <w:rPr>
          <w:bCs/>
        </w:rPr>
      </w:pPr>
    </w:p>
    <w:p w14:paraId="4795561F" w14:textId="77777777" w:rsidR="007221C4" w:rsidRPr="008B6771" w:rsidRDefault="007221C4" w:rsidP="007221C4">
      <w:pPr>
        <w:widowControl/>
        <w:jc w:val="both"/>
        <w:rPr>
          <w:bCs/>
        </w:rPr>
      </w:pPr>
    </w:p>
    <w:p w14:paraId="4715C0FF" w14:textId="131F9693" w:rsidR="007221C4" w:rsidRPr="00276270" w:rsidRDefault="003C40C1" w:rsidP="003C40C1">
      <w:pPr>
        <w:pStyle w:val="Paragraphedeliste"/>
        <w:widowControl/>
        <w:ind w:left="0"/>
        <w:jc w:val="both"/>
      </w:pPr>
      <w:r w:rsidRPr="003C40C1">
        <w:rPr>
          <w:b/>
          <w:bCs/>
        </w:rPr>
        <w:lastRenderedPageBreak/>
        <w:t>G.</w:t>
      </w:r>
      <w:r>
        <w:t> </w:t>
      </w:r>
      <w:r w:rsidR="007221C4" w:rsidRPr="00276270">
        <w:t xml:space="preserve">Indiquer les moyens utilisés pour la </w:t>
      </w:r>
      <w:r w:rsidR="007221C4" w:rsidRPr="003C40C1">
        <w:rPr>
          <w:b/>
          <w:bCs/>
        </w:rPr>
        <w:t>livraison</w:t>
      </w:r>
      <w:r w:rsidR="007221C4" w:rsidRPr="00276270">
        <w:t xml:space="preserve"> des articles objet du présent marché (véhicule, marque, type de motorisation, recours à un transporteur, etc.).</w:t>
      </w:r>
    </w:p>
    <w:p w14:paraId="427F3A46" w14:textId="77777777" w:rsidR="002502C5" w:rsidRDefault="002502C5" w:rsidP="007221C4">
      <w:pPr>
        <w:widowControl/>
        <w:jc w:val="both"/>
      </w:pPr>
    </w:p>
    <w:p w14:paraId="3135BA9B" w14:textId="2124358F" w:rsidR="007221C4" w:rsidRDefault="007221C4" w:rsidP="004E1CEA">
      <w:pPr>
        <w:widowControl/>
        <w:jc w:val="both"/>
      </w:pPr>
      <w:r w:rsidRPr="00276270">
        <w:t xml:space="preserve">Le soumissionnaire doit </w:t>
      </w:r>
      <w:r w:rsidRPr="00355DAE">
        <w:rPr>
          <w:b/>
          <w:bCs/>
          <w:u w:val="single"/>
        </w:rPr>
        <w:t>joindre impérativement une copie des cartes grises</w:t>
      </w:r>
      <w:r w:rsidRPr="00276270">
        <w:t xml:space="preserve"> des véhicules concernés.</w:t>
      </w:r>
    </w:p>
    <w:p w14:paraId="05276773" w14:textId="77777777" w:rsidR="004E1CEA" w:rsidRPr="004E1CEA" w:rsidRDefault="004E1CEA" w:rsidP="004E1CEA">
      <w:pPr>
        <w:widowControl/>
        <w:jc w:val="both"/>
        <w:rPr>
          <w:bCs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0"/>
      </w:tblGrid>
      <w:tr w:rsidR="007221C4" w:rsidRPr="00276270" w14:paraId="6114E61C" w14:textId="77777777" w:rsidTr="009D4947">
        <w:trPr>
          <w:trHeight w:val="5869"/>
        </w:trPr>
        <w:tc>
          <w:tcPr>
            <w:tcW w:w="8640" w:type="dxa"/>
          </w:tcPr>
          <w:p w14:paraId="754487A6" w14:textId="77777777" w:rsidR="007221C4" w:rsidRPr="00276270" w:rsidRDefault="007221C4" w:rsidP="009D4947">
            <w:pPr>
              <w:pStyle w:val="DCECorpsdetexte"/>
              <w:ind w:firstLine="0"/>
              <w:rPr>
                <w:szCs w:val="24"/>
              </w:rPr>
            </w:pPr>
          </w:p>
        </w:tc>
      </w:tr>
    </w:tbl>
    <w:p w14:paraId="2952D006" w14:textId="77777777" w:rsidR="007221C4" w:rsidRDefault="007221C4" w:rsidP="007221C4">
      <w:pPr>
        <w:pStyle w:val="Paragraphedeliste"/>
        <w:widowControl/>
        <w:ind w:left="360"/>
        <w:jc w:val="both"/>
      </w:pPr>
    </w:p>
    <w:p w14:paraId="79CCB548" w14:textId="709486A7" w:rsidR="007221C4" w:rsidRPr="00276270" w:rsidRDefault="003C40C1" w:rsidP="003C40C1">
      <w:pPr>
        <w:pStyle w:val="Paragraphedeliste"/>
        <w:widowControl/>
        <w:ind w:left="357"/>
        <w:jc w:val="both"/>
      </w:pPr>
      <w:r w:rsidRPr="003C40C1">
        <w:rPr>
          <w:b/>
          <w:bCs/>
        </w:rPr>
        <w:t>H.</w:t>
      </w:r>
      <w:r>
        <w:t> </w:t>
      </w:r>
      <w:r w:rsidR="007221C4" w:rsidRPr="00276270">
        <w:t xml:space="preserve">Indiquer toutes autres mesures, directement en lien avec l’objet et l’exécution des prestations du présent marché, visant à réduire son </w:t>
      </w:r>
      <w:r w:rsidR="007221C4" w:rsidRPr="00355DAE">
        <w:rPr>
          <w:b/>
          <w:bCs/>
        </w:rPr>
        <w:t>impact environnemental</w:t>
      </w:r>
      <w:r w:rsidR="007221C4" w:rsidRPr="00276270">
        <w:t>.</w:t>
      </w:r>
    </w:p>
    <w:p w14:paraId="3D5387B0" w14:textId="77777777" w:rsidR="007221C4" w:rsidRPr="00276270" w:rsidRDefault="007221C4" w:rsidP="007221C4">
      <w:pPr>
        <w:ind w:left="360"/>
        <w:jc w:val="both"/>
        <w:rPr>
          <w:b/>
          <w:bCs/>
        </w:rPr>
      </w:pPr>
    </w:p>
    <w:p w14:paraId="48894095" w14:textId="77777777" w:rsidR="007221C4" w:rsidRPr="00276270" w:rsidRDefault="007221C4" w:rsidP="007221C4">
      <w:pPr>
        <w:ind w:left="360"/>
        <w:jc w:val="both"/>
        <w:rPr>
          <w:b/>
          <w:bCs/>
          <w:u w:val="single"/>
        </w:rPr>
      </w:pPr>
      <w:r w:rsidRPr="00276270">
        <w:rPr>
          <w:b/>
          <w:bCs/>
        </w:rPr>
        <w:t xml:space="preserve">Il n’est pas demandé ici de décrire les mesures d’ordre général concernant la politique environnementale de l’entreprise, qui ne peuvent pas être prises en compte. Seules doivent être indiquées les </w:t>
      </w:r>
      <w:r w:rsidRPr="00276270">
        <w:rPr>
          <w:b/>
          <w:bCs/>
          <w:u w:val="single"/>
        </w:rPr>
        <w:t xml:space="preserve">mesures ayant un lien direct avec l’exécution des prestations du présent marché </w:t>
      </w:r>
    </w:p>
    <w:p w14:paraId="547F5F35" w14:textId="77777777" w:rsidR="007221C4" w:rsidRPr="00276270" w:rsidRDefault="007221C4" w:rsidP="007221C4">
      <w:pPr>
        <w:ind w:left="360"/>
        <w:jc w:val="both"/>
        <w:rPr>
          <w:u w:val="single"/>
        </w:rPr>
      </w:pPr>
    </w:p>
    <w:p w14:paraId="35744E3E" w14:textId="77777777" w:rsidR="007221C4" w:rsidRPr="00276270" w:rsidRDefault="007221C4" w:rsidP="007221C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49EA8022" w14:textId="77777777" w:rsidR="007221C4" w:rsidRPr="00276270" w:rsidRDefault="007221C4" w:rsidP="007221C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44426980" w14:textId="77777777" w:rsidR="007221C4" w:rsidRPr="00276270" w:rsidRDefault="007221C4" w:rsidP="007221C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42D62279" w14:textId="77777777" w:rsidR="007221C4" w:rsidRPr="00276270" w:rsidRDefault="007221C4" w:rsidP="007221C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2BF56708" w14:textId="77777777" w:rsidR="007221C4" w:rsidRPr="00276270" w:rsidRDefault="007221C4" w:rsidP="007221C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007E670A" w14:textId="77777777" w:rsidR="007221C4" w:rsidRPr="00276270" w:rsidRDefault="007221C4" w:rsidP="007221C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0C43A8E7" w14:textId="77777777" w:rsidR="007221C4" w:rsidRPr="00276270" w:rsidRDefault="007221C4" w:rsidP="007221C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1AB35739" w14:textId="77777777" w:rsidR="007221C4" w:rsidRDefault="007221C4" w:rsidP="007221C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6D25F89D" w14:textId="77777777" w:rsidR="007221C4" w:rsidRDefault="007221C4" w:rsidP="007221C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64BF8B7E" w14:textId="77777777" w:rsidR="007221C4" w:rsidRPr="00276270" w:rsidRDefault="007221C4" w:rsidP="007221C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23574AF3" w14:textId="77777777" w:rsidR="007221C4" w:rsidRPr="00276270" w:rsidRDefault="007221C4" w:rsidP="007221C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66E30E83" w14:textId="77777777" w:rsidR="007221C4" w:rsidRPr="00276270" w:rsidRDefault="007221C4" w:rsidP="007221C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2FB0A74F" w14:textId="62FF9F21" w:rsidR="003871AC" w:rsidRDefault="003871AC">
      <w:pPr>
        <w:widowControl/>
        <w:rPr>
          <w:b/>
        </w:rPr>
      </w:pPr>
      <w:r>
        <w:rPr>
          <w:b/>
        </w:rPr>
        <w:br w:type="page"/>
      </w:r>
    </w:p>
    <w:p w14:paraId="0388AB3B" w14:textId="77777777" w:rsidR="007221C4" w:rsidRPr="00276270" w:rsidRDefault="007221C4" w:rsidP="007221C4">
      <w:pPr>
        <w:widowControl/>
        <w:jc w:val="both"/>
        <w:rPr>
          <w:b/>
        </w:rPr>
      </w:pPr>
    </w:p>
    <w:p w14:paraId="31D3E509" w14:textId="3C930D94" w:rsidR="00DF067F" w:rsidRDefault="00DF067F" w:rsidP="00DF067F">
      <w:pPr>
        <w:widowControl/>
        <w:jc w:val="both"/>
        <w:rPr>
          <w:b/>
        </w:rPr>
      </w:pPr>
    </w:p>
    <w:p w14:paraId="5E410C0F" w14:textId="52F53DC5" w:rsidR="00C461C6" w:rsidRPr="001E3DB4" w:rsidRDefault="00D51B47" w:rsidP="00C461C6">
      <w:pPr>
        <w:widowControl/>
        <w:jc w:val="both"/>
        <w:rPr>
          <w:b/>
        </w:rPr>
      </w:pPr>
      <w:r w:rsidRPr="001E3DB4">
        <w:rPr>
          <w:b/>
        </w:rPr>
        <w:t>I</w:t>
      </w:r>
      <w:r w:rsidR="008D6995" w:rsidRPr="001E3DB4">
        <w:rPr>
          <w:b/>
        </w:rPr>
        <w:t>I</w:t>
      </w:r>
      <w:r w:rsidRPr="001E3DB4">
        <w:rPr>
          <w:b/>
        </w:rPr>
        <w:t xml:space="preserve">I. </w:t>
      </w:r>
      <w:r w:rsidR="001E3DB4" w:rsidRPr="001E3DB4">
        <w:rPr>
          <w:b/>
        </w:rPr>
        <w:t>Critère des conditions et délais de livraison et d’intervention</w:t>
      </w:r>
    </w:p>
    <w:p w14:paraId="6F4648A8" w14:textId="77777777" w:rsidR="002502C5" w:rsidRDefault="002502C5" w:rsidP="00D202BD">
      <w:pPr>
        <w:pStyle w:val="DCETexte"/>
        <w:rPr>
          <w:b/>
          <w:bCs/>
        </w:rPr>
      </w:pPr>
    </w:p>
    <w:p w14:paraId="0078906B" w14:textId="01401DA4" w:rsidR="009C236E" w:rsidRPr="001E3DB4" w:rsidRDefault="003C40C1" w:rsidP="00D202BD">
      <w:pPr>
        <w:pStyle w:val="DCETexte"/>
      </w:pPr>
      <w:r>
        <w:rPr>
          <w:b/>
          <w:bCs/>
        </w:rPr>
        <w:t>A. </w:t>
      </w:r>
      <w:r w:rsidR="00D51B47" w:rsidRPr="001E3DB4">
        <w:rPr>
          <w:b/>
        </w:rPr>
        <w:t xml:space="preserve"> </w:t>
      </w:r>
      <w:r w:rsidR="009C236E" w:rsidRPr="001E3DB4">
        <w:rPr>
          <w:b/>
        </w:rPr>
        <w:t>Sou</w:t>
      </w:r>
      <w:r w:rsidR="009352C8" w:rsidRPr="001E3DB4">
        <w:rPr>
          <w:b/>
        </w:rPr>
        <w:t>s</w:t>
      </w:r>
      <w:r w:rsidR="009C236E" w:rsidRPr="001E3DB4">
        <w:rPr>
          <w:b/>
        </w:rPr>
        <w:t xml:space="preserve"> quel délai</w:t>
      </w:r>
      <w:r w:rsidR="009C236E" w:rsidRPr="001E3DB4">
        <w:t xml:space="preserve"> (en jours calendaires à compter de la dépose des voilages) l’entreprise réalise-t-elle le lavage</w:t>
      </w:r>
      <w:r w:rsidR="009352C8" w:rsidRPr="001E3DB4">
        <w:t xml:space="preserve"> et tient-elle les voilages à disposition du Sénat</w:t>
      </w:r>
      <w:r w:rsidR="00AB4B6F" w:rsidRPr="001E3DB4">
        <w:t> ?</w:t>
      </w:r>
      <w:r w:rsidR="009C236E" w:rsidRPr="001E3DB4">
        <w:t xml:space="preserve"> (</w:t>
      </w:r>
      <w:proofErr w:type="gramStart"/>
      <w:r w:rsidR="009C236E" w:rsidRPr="001E3DB4">
        <w:rPr>
          <w:b/>
        </w:rPr>
        <w:t>délai</w:t>
      </w:r>
      <w:proofErr w:type="gramEnd"/>
      <w:r w:rsidR="009C236E" w:rsidRPr="001E3DB4">
        <w:rPr>
          <w:b/>
        </w:rPr>
        <w:t xml:space="preserve"> maximal de </w:t>
      </w:r>
      <w:r w:rsidR="009352C8" w:rsidRPr="001E3DB4">
        <w:rPr>
          <w:b/>
        </w:rPr>
        <w:t>vingt-et-un</w:t>
      </w:r>
      <w:r w:rsidR="009C236E" w:rsidRPr="001E3DB4">
        <w:rPr>
          <w:b/>
        </w:rPr>
        <w:t> jours calendaires</w:t>
      </w:r>
      <w:r w:rsidR="009C236E" w:rsidRPr="001E3DB4">
        <w:t xml:space="preserve"> à compter de </w:t>
      </w:r>
      <w:r w:rsidR="009753BA">
        <w:t>leur</w:t>
      </w:r>
      <w:r w:rsidR="009753BA" w:rsidRPr="001E3DB4">
        <w:t xml:space="preserve"> </w:t>
      </w:r>
      <w:r w:rsidR="009C236E" w:rsidRPr="001E3DB4">
        <w:t xml:space="preserve">enlèvement, conformément à l’article </w:t>
      </w:r>
      <w:r w:rsidR="00D51B47" w:rsidRPr="001E3DB4">
        <w:t>7</w:t>
      </w:r>
      <w:r w:rsidR="009C236E" w:rsidRPr="001E3DB4">
        <w:t>.2</w:t>
      </w:r>
      <w:r w:rsidR="00BE712B">
        <w:t>.</w:t>
      </w:r>
      <w:r w:rsidR="009C236E" w:rsidRPr="001E3DB4">
        <w:t xml:space="preserve"> </w:t>
      </w:r>
      <w:proofErr w:type="gramStart"/>
      <w:r w:rsidR="009C236E" w:rsidRPr="001E3DB4">
        <w:t>du</w:t>
      </w:r>
      <w:proofErr w:type="gramEnd"/>
      <w:r w:rsidR="009C236E" w:rsidRPr="001E3DB4">
        <w:t xml:space="preserve"> CCAP)</w:t>
      </w:r>
      <w:r w:rsidR="00AB4B6F" w:rsidRPr="001E3DB4">
        <w:t> ?</w:t>
      </w:r>
    </w:p>
    <w:p w14:paraId="4210CAF3" w14:textId="3CE36D45" w:rsidR="001246B1" w:rsidRPr="00303E6E" w:rsidRDefault="009352C8" w:rsidP="009C236E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1E3DB4">
        <w:rPr>
          <w:b/>
        </w:rPr>
        <w:t>Cas des fenêtres disposant de deux jeux de voilage</w:t>
      </w:r>
      <w:r w:rsidR="001E3DB4">
        <w:rPr>
          <w:b/>
        </w:rPr>
        <w:t>s</w:t>
      </w:r>
      <w:r w:rsidRPr="001E3DB4">
        <w:rPr>
          <w:b/>
        </w:rPr>
        <w:t>.</w:t>
      </w:r>
    </w:p>
    <w:p w14:paraId="19469DD7" w14:textId="79D029C3" w:rsidR="001246B1" w:rsidRDefault="001246B1" w:rsidP="009C236E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highlight w:val="yellow"/>
        </w:rPr>
      </w:pPr>
    </w:p>
    <w:p w14:paraId="41DF2024" w14:textId="77777777" w:rsidR="004E1CEA" w:rsidRDefault="004E1CEA" w:rsidP="009C236E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highlight w:val="yellow"/>
        </w:rPr>
      </w:pPr>
    </w:p>
    <w:p w14:paraId="75EEEA9B" w14:textId="77777777" w:rsidR="009753BA" w:rsidRPr="00276270" w:rsidRDefault="009753BA" w:rsidP="009C236E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highlight w:val="yellow"/>
        </w:rPr>
      </w:pPr>
    </w:p>
    <w:p w14:paraId="4521FCE6" w14:textId="77777777" w:rsidR="001246B1" w:rsidRPr="001E3DB4" w:rsidRDefault="001246B1" w:rsidP="009C236E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83E5B7C" w14:textId="77777777" w:rsidR="002502C5" w:rsidRDefault="002502C5" w:rsidP="00BC5F2A">
      <w:pPr>
        <w:pStyle w:val="DCETexte"/>
        <w:rPr>
          <w:b/>
          <w:bCs/>
        </w:rPr>
      </w:pPr>
    </w:p>
    <w:p w14:paraId="43EFDB72" w14:textId="13BDC56B" w:rsidR="00BC5F2A" w:rsidRPr="001E3DB4" w:rsidRDefault="003C40C1" w:rsidP="00BC5F2A">
      <w:pPr>
        <w:pStyle w:val="DCETexte"/>
      </w:pPr>
      <w:r>
        <w:rPr>
          <w:b/>
          <w:bCs/>
        </w:rPr>
        <w:t>B. </w:t>
      </w:r>
      <w:r w:rsidR="00BC5F2A" w:rsidRPr="001E3DB4">
        <w:t xml:space="preserve"> Sous </w:t>
      </w:r>
      <w:r w:rsidR="00BC5F2A" w:rsidRPr="001E3DB4">
        <w:rPr>
          <w:b/>
        </w:rPr>
        <w:t>quel délai</w:t>
      </w:r>
      <w:r w:rsidR="00BC5F2A" w:rsidRPr="001E3DB4">
        <w:t xml:space="preserve"> (en jours calendaires à compter de la dépose des voilages) l’entreprise réalise-t-elle </w:t>
      </w:r>
      <w:r w:rsidR="00BC5F2A" w:rsidRPr="001E3DB4">
        <w:rPr>
          <w:b/>
        </w:rPr>
        <w:t>le lavage et la pose des voilages au Sénat</w:t>
      </w:r>
      <w:r w:rsidR="00AB4B6F" w:rsidRPr="001E3DB4">
        <w:t> ?</w:t>
      </w:r>
      <w:r w:rsidR="00BC5F2A" w:rsidRPr="001E3DB4">
        <w:t xml:space="preserve"> (</w:t>
      </w:r>
      <w:proofErr w:type="gramStart"/>
      <w:r w:rsidR="00BC5F2A" w:rsidRPr="00A855F3">
        <w:rPr>
          <w:b/>
          <w:bCs/>
        </w:rPr>
        <w:t>délai</w:t>
      </w:r>
      <w:proofErr w:type="gramEnd"/>
      <w:r w:rsidR="00674EEA" w:rsidRPr="00A855F3">
        <w:rPr>
          <w:b/>
          <w:bCs/>
        </w:rPr>
        <w:t> </w:t>
      </w:r>
      <w:r w:rsidR="00BC5F2A" w:rsidRPr="00A855F3">
        <w:rPr>
          <w:b/>
          <w:bCs/>
        </w:rPr>
        <w:t>maximal de sept jours</w:t>
      </w:r>
      <w:r w:rsidR="006E2816">
        <w:t xml:space="preserve">, </w:t>
      </w:r>
      <w:r w:rsidR="006E2816" w:rsidRPr="00A855F3">
        <w:rPr>
          <w:b/>
          <w:bCs/>
        </w:rPr>
        <w:t>hors week-end et jours fériés</w:t>
      </w:r>
      <w:r w:rsidR="006E2816">
        <w:t xml:space="preserve">, </w:t>
      </w:r>
      <w:r w:rsidR="00BC5F2A" w:rsidRPr="001E3DB4">
        <w:t xml:space="preserve">à compter de </w:t>
      </w:r>
      <w:r w:rsidR="009753BA">
        <w:t>leur</w:t>
      </w:r>
      <w:r w:rsidR="009753BA" w:rsidRPr="001E3DB4">
        <w:t xml:space="preserve"> </w:t>
      </w:r>
      <w:r w:rsidR="00BC5F2A" w:rsidRPr="001E3DB4">
        <w:t>enlèvement, conformément à l’article</w:t>
      </w:r>
      <w:r w:rsidR="00674EEA" w:rsidRPr="001E3DB4">
        <w:t> </w:t>
      </w:r>
      <w:r w:rsidR="00D51B47" w:rsidRPr="001E3DB4">
        <w:t>7</w:t>
      </w:r>
      <w:r w:rsidR="00BC5F2A" w:rsidRPr="001E3DB4">
        <w:t>.2</w:t>
      </w:r>
      <w:r w:rsidR="00BE712B">
        <w:t>.</w:t>
      </w:r>
      <w:r w:rsidR="00BC5F2A" w:rsidRPr="001E3DB4">
        <w:t xml:space="preserve"> </w:t>
      </w:r>
      <w:proofErr w:type="gramStart"/>
      <w:r w:rsidR="00BC5F2A" w:rsidRPr="001E3DB4">
        <w:t>du</w:t>
      </w:r>
      <w:proofErr w:type="gramEnd"/>
      <w:r w:rsidR="00BC5F2A" w:rsidRPr="001E3DB4">
        <w:t xml:space="preserve"> CCAP)</w:t>
      </w:r>
      <w:r w:rsidR="00AB4B6F" w:rsidRPr="001E3DB4">
        <w:t> ?</w:t>
      </w:r>
    </w:p>
    <w:p w14:paraId="63C280B9" w14:textId="1C892D16" w:rsidR="00BC5F2A" w:rsidRPr="00276270" w:rsidRDefault="00BC5F2A" w:rsidP="00BC5F2A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1E3DB4">
        <w:rPr>
          <w:b/>
        </w:rPr>
        <w:t>Cas des fenêtres disposant d’un seul jeu de voilage</w:t>
      </w:r>
      <w:r w:rsidR="009753BA">
        <w:rPr>
          <w:b/>
        </w:rPr>
        <w:t>s</w:t>
      </w:r>
      <w:r w:rsidRPr="001E3DB4">
        <w:rPr>
          <w:b/>
        </w:rPr>
        <w:t>.</w:t>
      </w:r>
    </w:p>
    <w:p w14:paraId="37D13105" w14:textId="0846BCAF" w:rsidR="00EA31EA" w:rsidRDefault="00EA31EA" w:rsidP="00BC5F2A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1796B4F" w14:textId="601A5C5C" w:rsidR="00EB1305" w:rsidRDefault="00EB1305" w:rsidP="00BC5F2A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E5624D6" w14:textId="77777777" w:rsidR="004E1CEA" w:rsidRDefault="004E1CEA" w:rsidP="00BC5F2A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0F7E24B" w14:textId="77777777" w:rsidR="009753BA" w:rsidRPr="00276270" w:rsidRDefault="009753BA" w:rsidP="00BC5F2A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405D190" w14:textId="77777777" w:rsidR="00BF7AC8" w:rsidRPr="00276270" w:rsidRDefault="00BF7AC8" w:rsidP="00D23485">
      <w:pPr>
        <w:pStyle w:val="DCETexte"/>
      </w:pPr>
    </w:p>
    <w:p w14:paraId="095F5030" w14:textId="4AE4B437" w:rsidR="002502C5" w:rsidRPr="004E1CEA" w:rsidRDefault="002502C5" w:rsidP="00CC6699">
      <w:pPr>
        <w:pStyle w:val="DCETexte"/>
        <w:rPr>
          <w:b/>
          <w:bCs/>
          <w:sz w:val="12"/>
          <w:szCs w:val="12"/>
        </w:rPr>
      </w:pPr>
    </w:p>
    <w:p w14:paraId="721A6E89" w14:textId="327F02A0" w:rsidR="00CC6699" w:rsidRDefault="003C40C1" w:rsidP="00CC6699">
      <w:pPr>
        <w:pStyle w:val="DCETexte"/>
      </w:pPr>
      <w:r>
        <w:rPr>
          <w:b/>
          <w:bCs/>
        </w:rPr>
        <w:t>E. </w:t>
      </w:r>
      <w:r w:rsidR="00CC6699" w:rsidRPr="00CC6699">
        <w:t xml:space="preserve">Lister </w:t>
      </w:r>
      <w:r w:rsidR="00CC6699" w:rsidRPr="00CF2A00">
        <w:rPr>
          <w:b/>
          <w:bCs/>
        </w:rPr>
        <w:t>les véhicules</w:t>
      </w:r>
      <w:r w:rsidR="00CC6699" w:rsidRPr="00CC6699">
        <w:t xml:space="preserve"> dont l’entreprise dispose pour exécuter la prestation. </w:t>
      </w:r>
    </w:p>
    <w:p w14:paraId="4092687E" w14:textId="105266F0" w:rsidR="00CC6699" w:rsidRDefault="00CC6699" w:rsidP="00CC6699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443CDF1" w14:textId="78407EB3" w:rsidR="00CC6699" w:rsidRDefault="00CC6699" w:rsidP="00CC6699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D49854C" w14:textId="7151A1D3" w:rsidR="00CC6699" w:rsidRDefault="00CC6699" w:rsidP="00CC6699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18FA4A8" w14:textId="77777777" w:rsidR="00157710" w:rsidRDefault="00157710" w:rsidP="00CC6699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F9C4427" w14:textId="38EF65B5" w:rsidR="00CC6699" w:rsidRDefault="00CC6699" w:rsidP="00CC6699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31DACEA" w14:textId="77777777" w:rsidR="00CC6699" w:rsidRPr="00276270" w:rsidRDefault="00CC6699" w:rsidP="00CC6699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E726E9B" w14:textId="77777777" w:rsidR="002502C5" w:rsidRPr="004E1CEA" w:rsidRDefault="002502C5" w:rsidP="00CC6699">
      <w:pPr>
        <w:pStyle w:val="DCETexte"/>
        <w:rPr>
          <w:b/>
          <w:bCs/>
          <w:sz w:val="12"/>
          <w:szCs w:val="12"/>
        </w:rPr>
      </w:pPr>
    </w:p>
    <w:p w14:paraId="291E720A" w14:textId="62C94F59" w:rsidR="00DF067F" w:rsidRPr="00276270" w:rsidRDefault="003C40C1" w:rsidP="00CC6699">
      <w:pPr>
        <w:pStyle w:val="DCETexte"/>
      </w:pPr>
      <w:r>
        <w:rPr>
          <w:b/>
          <w:bCs/>
        </w:rPr>
        <w:t>F. </w:t>
      </w:r>
      <w:r w:rsidR="00CC6699">
        <w:t xml:space="preserve"> </w:t>
      </w:r>
      <w:r w:rsidR="00303E6E">
        <w:t>Décrire le f</w:t>
      </w:r>
      <w:r w:rsidR="00DF067F" w:rsidRPr="00276270">
        <w:t xml:space="preserve">onctionnement </w:t>
      </w:r>
      <w:r w:rsidR="00303E6E">
        <w:t xml:space="preserve">de l’entreprise </w:t>
      </w:r>
      <w:r w:rsidR="00DF067F" w:rsidRPr="00276270">
        <w:t xml:space="preserve">pendant les périodes de </w:t>
      </w:r>
      <w:r w:rsidR="00DF067F" w:rsidRPr="00303E6E">
        <w:rPr>
          <w:b/>
          <w:bCs/>
        </w:rPr>
        <w:t>fermeture annuelle</w:t>
      </w:r>
      <w:r w:rsidR="00303E6E">
        <w:t>.</w:t>
      </w:r>
    </w:p>
    <w:p w14:paraId="78A24B8E" w14:textId="5F4B1616" w:rsidR="00303E6E" w:rsidRDefault="00303E6E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76270">
        <w:t xml:space="preserve">Les engagements de délais précisés ci-dessus peuvent-ils être tenus durant toute l’année par l’entreprise elle-même, ou </w:t>
      </w:r>
      <w:r w:rsidRPr="00303E6E">
        <w:rPr>
          <w:i/>
          <w:iCs/>
        </w:rPr>
        <w:t>via</w:t>
      </w:r>
      <w:r w:rsidRPr="00276270">
        <w:t xml:space="preserve"> un sous-traitant en cas de fermeture de l’entreprise du titulaire</w:t>
      </w:r>
      <w:r w:rsidR="004924AD">
        <w:t> </w:t>
      </w:r>
      <w:r w:rsidRPr="00276270">
        <w:t xml:space="preserve">? </w:t>
      </w:r>
      <w:r>
        <w:t>Oui/Non</w:t>
      </w:r>
    </w:p>
    <w:p w14:paraId="088DA0CF" w14:textId="77777777" w:rsidR="00303E6E" w:rsidRDefault="00303E6E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E940C0C" w14:textId="77777777" w:rsidR="00303E6E" w:rsidRDefault="00303E6E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C66BAB5" w14:textId="4394975B" w:rsidR="00303E6E" w:rsidRDefault="00303E6E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76270">
        <w:lastRenderedPageBreak/>
        <w:t xml:space="preserve">Dans le cas contraire, y a-t-il des périodes de fermeture annuelle de la société, durant </w:t>
      </w:r>
      <w:r w:rsidR="00D2741D">
        <w:t>les</w:t>
      </w:r>
      <w:r w:rsidR="00D2741D" w:rsidRPr="00276270">
        <w:t>quelle</w:t>
      </w:r>
      <w:r w:rsidR="00D2741D">
        <w:t>s</w:t>
      </w:r>
      <w:r w:rsidR="00D2741D" w:rsidRPr="00276270">
        <w:t xml:space="preserve"> </w:t>
      </w:r>
      <w:r w:rsidRPr="00276270">
        <w:t>les prestations ne peuvent être exécutées ?</w:t>
      </w:r>
    </w:p>
    <w:p w14:paraId="6734EB94" w14:textId="743E7D61" w:rsidR="00303E6E" w:rsidRDefault="00303E6E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C5CF2AB" w14:textId="77777777" w:rsidR="00303E6E" w:rsidRPr="00276270" w:rsidRDefault="00303E6E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26B2224" w14:textId="34D64A7C" w:rsidR="00303E6E" w:rsidRDefault="00303E6E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76270">
        <w:t xml:space="preserve">Préciser, le cas échéant, les périodes de fermeture maximales :  </w:t>
      </w:r>
    </w:p>
    <w:p w14:paraId="1BF45203" w14:textId="06FB0433" w:rsidR="00303E6E" w:rsidRDefault="00303E6E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6DCDA76" w14:textId="77777777" w:rsidR="00303E6E" w:rsidRPr="00276270" w:rsidRDefault="00303E6E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1EBC4AA" w14:textId="77777777" w:rsidR="00303E6E" w:rsidRPr="00276270" w:rsidRDefault="00303E6E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76270">
        <w:t xml:space="preserve">Indiquer le nombre de jours ouvrables consécutifs maximal de fermeture de l’entreprise : </w:t>
      </w:r>
    </w:p>
    <w:p w14:paraId="1009B085" w14:textId="6C15903C" w:rsidR="00DF067F" w:rsidRDefault="00DF067F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EDFBB4E" w14:textId="04424ABF" w:rsidR="008253E0" w:rsidRDefault="008253E0">
      <w:pPr>
        <w:widowControl/>
      </w:pPr>
      <w:r>
        <w:br w:type="page"/>
      </w:r>
    </w:p>
    <w:p w14:paraId="5FD21716" w14:textId="67ECCF82" w:rsidR="008253E0" w:rsidRPr="00276270" w:rsidRDefault="008253E0" w:rsidP="008253E0">
      <w:pPr>
        <w:widowControl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b/>
        </w:rPr>
      </w:pPr>
      <w:r w:rsidRPr="00276270">
        <w:rPr>
          <w:b/>
        </w:rPr>
        <w:lastRenderedPageBreak/>
        <w:t xml:space="preserve">LOT N° </w:t>
      </w:r>
      <w:r>
        <w:rPr>
          <w:b/>
        </w:rPr>
        <w:t>2</w:t>
      </w:r>
      <w:r w:rsidRPr="00276270">
        <w:rPr>
          <w:b/>
        </w:rPr>
        <w:t xml:space="preserve"> : </w:t>
      </w:r>
      <w:r w:rsidRPr="00276270">
        <w:rPr>
          <w:b/>
          <w:smallCaps/>
          <w:spacing w:val="20"/>
        </w:rPr>
        <w:t>NETTOYAGE D’ARTICLES TEXTILES, DE DOUBLES-RIDEAUX, DE TAPIS ET DE SIÈGES</w:t>
      </w:r>
    </w:p>
    <w:p w14:paraId="19CC863B" w14:textId="77777777" w:rsidR="008253E0" w:rsidRPr="00276270" w:rsidRDefault="008253E0" w:rsidP="008253E0">
      <w:pPr>
        <w:widowControl/>
        <w:ind w:hanging="1276"/>
        <w:jc w:val="both"/>
        <w:rPr>
          <w:b/>
        </w:rPr>
      </w:pPr>
    </w:p>
    <w:p w14:paraId="564633BD" w14:textId="3A1AD90F" w:rsidR="008253E0" w:rsidRPr="00E766DD" w:rsidRDefault="008253E0" w:rsidP="00E766DD">
      <w:pPr>
        <w:pStyle w:val="Paragraphedeliste"/>
        <w:widowControl/>
        <w:numPr>
          <w:ilvl w:val="0"/>
          <w:numId w:val="45"/>
        </w:numPr>
        <w:ind w:left="284" w:hanging="295"/>
        <w:rPr>
          <w:b/>
          <w:spacing w:val="-14"/>
        </w:rPr>
      </w:pPr>
      <w:r w:rsidRPr="00E766DD">
        <w:rPr>
          <w:b/>
          <w:spacing w:val="-14"/>
        </w:rPr>
        <w:t>Critère de la valeur technique</w:t>
      </w:r>
    </w:p>
    <w:p w14:paraId="5E3BBD3D" w14:textId="77777777" w:rsidR="008253E0" w:rsidRPr="0073226D" w:rsidRDefault="008253E0" w:rsidP="008253E0">
      <w:pPr>
        <w:widowControl/>
        <w:rPr>
          <w:b/>
          <w:spacing w:val="-14"/>
        </w:rPr>
      </w:pPr>
    </w:p>
    <w:p w14:paraId="34D7B65C" w14:textId="2613B736" w:rsidR="008253E0" w:rsidRDefault="008253E0" w:rsidP="008253E0">
      <w:pPr>
        <w:pStyle w:val="Paragraphedeliste"/>
        <w:widowControl/>
      </w:pPr>
      <w:r w:rsidRPr="00276270">
        <w:rPr>
          <w:bCs/>
        </w:rPr>
        <w:t xml:space="preserve">L’appréciation du critère de la valeur technique se fondera </w:t>
      </w:r>
      <w:r w:rsidRPr="001E14AD">
        <w:rPr>
          <w:bCs/>
        </w:rPr>
        <w:t>sur</w:t>
      </w:r>
      <w:r w:rsidRPr="001E14AD">
        <w:t xml:space="preserve"> la méthodologie et les moyens humains et techniques mis en œuvre</w:t>
      </w:r>
      <w:r>
        <w:t>.</w:t>
      </w:r>
    </w:p>
    <w:p w14:paraId="527BC229" w14:textId="77777777" w:rsidR="008253E0" w:rsidRPr="00276270" w:rsidRDefault="008253E0" w:rsidP="008253E0">
      <w:pPr>
        <w:pStyle w:val="Paragraphedeliste"/>
        <w:widowControl/>
        <w:rPr>
          <w:b/>
          <w:spacing w:val="-14"/>
        </w:rPr>
      </w:pPr>
    </w:p>
    <w:p w14:paraId="280BAA5A" w14:textId="579F4026" w:rsidR="008253E0" w:rsidRPr="00276270" w:rsidRDefault="00E766DD" w:rsidP="008253E0">
      <w:pPr>
        <w:widowControl/>
        <w:jc w:val="both"/>
        <w:rPr>
          <w:b/>
        </w:rPr>
      </w:pPr>
      <w:r>
        <w:rPr>
          <w:b/>
        </w:rPr>
        <w:t>1. Moyens techniques et méthodologie</w:t>
      </w:r>
    </w:p>
    <w:p w14:paraId="731A21A8" w14:textId="38364121" w:rsidR="008253E0" w:rsidRPr="00276270" w:rsidRDefault="0068753B" w:rsidP="008253E0">
      <w:pPr>
        <w:pStyle w:val="DCETexte"/>
      </w:pPr>
      <w:r>
        <w:rPr>
          <w:b/>
          <w:bCs/>
        </w:rPr>
        <w:t>A</w:t>
      </w:r>
      <w:r w:rsidR="008253E0">
        <w:rPr>
          <w:b/>
          <w:bCs/>
        </w:rPr>
        <w:t>.</w:t>
      </w:r>
      <w:r w:rsidR="008253E0" w:rsidRPr="00276270">
        <w:t xml:space="preserve"> Quels seront les </w:t>
      </w:r>
      <w:r w:rsidR="008253E0" w:rsidRPr="00276270">
        <w:rPr>
          <w:b/>
        </w:rPr>
        <w:t>méthodes (vapeur, etc.), moyens techniques et produits utilisés</w:t>
      </w:r>
      <w:r w:rsidR="008253E0" w:rsidRPr="00276270">
        <w:t xml:space="preserve"> pour nettoyer les articles susceptibles de vous être confiés ? </w:t>
      </w:r>
    </w:p>
    <w:p w14:paraId="4C8A1DDF" w14:textId="77777777" w:rsidR="008253E0" w:rsidRPr="00276270" w:rsidRDefault="008253E0" w:rsidP="008253E0">
      <w:pPr>
        <w:pStyle w:val="DCETexte"/>
        <w:rPr>
          <w:b/>
          <w:bCs/>
          <w:u w:val="single"/>
        </w:rPr>
      </w:pPr>
      <w:r w:rsidRPr="00276270">
        <w:rPr>
          <w:b/>
          <w:bCs/>
          <w:u w:val="single"/>
        </w:rPr>
        <w:t>Sur place :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5"/>
        <w:gridCol w:w="2164"/>
        <w:gridCol w:w="2193"/>
        <w:gridCol w:w="2187"/>
      </w:tblGrid>
      <w:tr w:rsidR="008253E0" w:rsidRPr="00276270" w14:paraId="0469ADBB" w14:textId="77777777" w:rsidTr="00061E85">
        <w:tc>
          <w:tcPr>
            <w:tcW w:w="2223" w:type="dxa"/>
          </w:tcPr>
          <w:p w14:paraId="69A8C6F5" w14:textId="77777777" w:rsidR="008253E0" w:rsidRPr="00276270" w:rsidRDefault="008253E0" w:rsidP="00061E85">
            <w:pPr>
              <w:pStyle w:val="DCETexte"/>
              <w:jc w:val="center"/>
            </w:pPr>
            <w:r w:rsidRPr="00276270">
              <w:t>Articles</w:t>
            </w:r>
          </w:p>
        </w:tc>
        <w:tc>
          <w:tcPr>
            <w:tcW w:w="2227" w:type="dxa"/>
          </w:tcPr>
          <w:p w14:paraId="0AE581C5" w14:textId="77777777" w:rsidR="008253E0" w:rsidRPr="00276270" w:rsidRDefault="008253E0" w:rsidP="00061E85">
            <w:pPr>
              <w:pStyle w:val="DCETexte"/>
              <w:jc w:val="center"/>
            </w:pPr>
            <w:r w:rsidRPr="00276270">
              <w:t>Méthode</w:t>
            </w:r>
          </w:p>
        </w:tc>
        <w:tc>
          <w:tcPr>
            <w:tcW w:w="2260" w:type="dxa"/>
          </w:tcPr>
          <w:p w14:paraId="21B01119" w14:textId="77777777" w:rsidR="008253E0" w:rsidRPr="00276270" w:rsidRDefault="008253E0" w:rsidP="00061E85">
            <w:pPr>
              <w:pStyle w:val="DCETexte"/>
              <w:jc w:val="center"/>
            </w:pPr>
            <w:r w:rsidRPr="00276270">
              <w:t>Matériel</w:t>
            </w:r>
          </w:p>
        </w:tc>
        <w:tc>
          <w:tcPr>
            <w:tcW w:w="2255" w:type="dxa"/>
          </w:tcPr>
          <w:p w14:paraId="7A8CBE33" w14:textId="77777777" w:rsidR="008253E0" w:rsidRPr="00276270" w:rsidRDefault="008253E0" w:rsidP="00061E85">
            <w:pPr>
              <w:pStyle w:val="DCETexte"/>
              <w:jc w:val="center"/>
            </w:pPr>
            <w:r w:rsidRPr="00276270">
              <w:t>Produits</w:t>
            </w:r>
          </w:p>
        </w:tc>
      </w:tr>
      <w:tr w:rsidR="008253E0" w:rsidRPr="00276270" w14:paraId="5852A8D3" w14:textId="77777777" w:rsidTr="00061E85">
        <w:tc>
          <w:tcPr>
            <w:tcW w:w="2223" w:type="dxa"/>
          </w:tcPr>
          <w:p w14:paraId="653A9481" w14:textId="77777777" w:rsidR="008253E0" w:rsidRPr="00276270" w:rsidRDefault="008253E0" w:rsidP="00061E85">
            <w:pPr>
              <w:pStyle w:val="DCETexte"/>
              <w:jc w:val="center"/>
            </w:pPr>
            <w:r w:rsidRPr="00276270">
              <w:t>Doubles-rideaux et embrasses</w:t>
            </w:r>
          </w:p>
          <w:p w14:paraId="67F39B40" w14:textId="4D9485DF" w:rsidR="008253E0" w:rsidRPr="00276270" w:rsidRDefault="008253E0" w:rsidP="00A96D20">
            <w:pPr>
              <w:pStyle w:val="DCETexte"/>
              <w:jc w:val="center"/>
            </w:pPr>
            <w:r>
              <w:t>S</w:t>
            </w:r>
            <w:r w:rsidRPr="00276270">
              <w:t>oie</w:t>
            </w:r>
          </w:p>
        </w:tc>
        <w:tc>
          <w:tcPr>
            <w:tcW w:w="2227" w:type="dxa"/>
          </w:tcPr>
          <w:p w14:paraId="0797E555" w14:textId="77777777" w:rsidR="008253E0" w:rsidRPr="00276270" w:rsidRDefault="008253E0" w:rsidP="00061E85">
            <w:pPr>
              <w:pStyle w:val="DCETexte"/>
              <w:jc w:val="center"/>
            </w:pPr>
          </w:p>
        </w:tc>
        <w:tc>
          <w:tcPr>
            <w:tcW w:w="2260" w:type="dxa"/>
          </w:tcPr>
          <w:p w14:paraId="6945A3C0" w14:textId="77777777" w:rsidR="008253E0" w:rsidRPr="00276270" w:rsidRDefault="008253E0" w:rsidP="00061E85">
            <w:pPr>
              <w:pStyle w:val="DCETexte"/>
              <w:jc w:val="center"/>
            </w:pPr>
          </w:p>
        </w:tc>
        <w:tc>
          <w:tcPr>
            <w:tcW w:w="2255" w:type="dxa"/>
          </w:tcPr>
          <w:p w14:paraId="2FA7ED98" w14:textId="77777777" w:rsidR="008253E0" w:rsidRPr="00276270" w:rsidRDefault="008253E0" w:rsidP="00061E85">
            <w:pPr>
              <w:pStyle w:val="DCETexte"/>
              <w:jc w:val="center"/>
            </w:pPr>
          </w:p>
        </w:tc>
      </w:tr>
      <w:tr w:rsidR="008253E0" w:rsidRPr="00276270" w14:paraId="252F8CB2" w14:textId="77777777" w:rsidTr="00061E85">
        <w:tc>
          <w:tcPr>
            <w:tcW w:w="2223" w:type="dxa"/>
          </w:tcPr>
          <w:p w14:paraId="762380DD" w14:textId="77777777" w:rsidR="008253E0" w:rsidRPr="00276270" w:rsidRDefault="008253E0" w:rsidP="00061E85">
            <w:pPr>
              <w:pStyle w:val="DCETexte"/>
              <w:jc w:val="center"/>
            </w:pPr>
            <w:r w:rsidRPr="00276270">
              <w:t>Doubles-rideaux et embrasses</w:t>
            </w:r>
          </w:p>
          <w:p w14:paraId="4B1392CC" w14:textId="77777777" w:rsidR="008253E0" w:rsidRPr="00276270" w:rsidRDefault="008253E0" w:rsidP="00061E85">
            <w:pPr>
              <w:pStyle w:val="DCETexte"/>
              <w:jc w:val="center"/>
            </w:pPr>
            <w:r>
              <w:t>C</w:t>
            </w:r>
            <w:r w:rsidRPr="00276270">
              <w:t>oton</w:t>
            </w:r>
          </w:p>
          <w:p w14:paraId="48F38755" w14:textId="77777777" w:rsidR="008253E0" w:rsidRPr="00276270" w:rsidRDefault="008253E0" w:rsidP="00061E85">
            <w:pPr>
              <w:pStyle w:val="DCETexte"/>
              <w:jc w:val="center"/>
            </w:pPr>
          </w:p>
        </w:tc>
        <w:tc>
          <w:tcPr>
            <w:tcW w:w="2227" w:type="dxa"/>
          </w:tcPr>
          <w:p w14:paraId="419B9EF2" w14:textId="77777777" w:rsidR="008253E0" w:rsidRPr="00276270" w:rsidRDefault="008253E0" w:rsidP="00061E85">
            <w:pPr>
              <w:pStyle w:val="DCETexte"/>
              <w:jc w:val="center"/>
            </w:pPr>
          </w:p>
        </w:tc>
        <w:tc>
          <w:tcPr>
            <w:tcW w:w="2260" w:type="dxa"/>
          </w:tcPr>
          <w:p w14:paraId="0A2D864E" w14:textId="77777777" w:rsidR="008253E0" w:rsidRPr="00276270" w:rsidRDefault="008253E0" w:rsidP="00061E85">
            <w:pPr>
              <w:pStyle w:val="DCETexte"/>
              <w:jc w:val="center"/>
            </w:pPr>
          </w:p>
        </w:tc>
        <w:tc>
          <w:tcPr>
            <w:tcW w:w="2255" w:type="dxa"/>
          </w:tcPr>
          <w:p w14:paraId="0F861064" w14:textId="77777777" w:rsidR="008253E0" w:rsidRPr="00276270" w:rsidRDefault="008253E0" w:rsidP="00061E85">
            <w:pPr>
              <w:pStyle w:val="DCETexte"/>
              <w:jc w:val="center"/>
            </w:pPr>
          </w:p>
        </w:tc>
      </w:tr>
      <w:tr w:rsidR="008253E0" w:rsidRPr="00276270" w14:paraId="62CE6A27" w14:textId="77777777" w:rsidTr="00061E85">
        <w:tc>
          <w:tcPr>
            <w:tcW w:w="2223" w:type="dxa"/>
          </w:tcPr>
          <w:p w14:paraId="2C353D44" w14:textId="77777777" w:rsidR="008253E0" w:rsidRPr="00276270" w:rsidRDefault="008253E0" w:rsidP="00061E85">
            <w:pPr>
              <w:pStyle w:val="DCETexte"/>
              <w:jc w:val="center"/>
            </w:pPr>
            <w:r w:rsidRPr="00276270">
              <w:t>Doubles-rideaux et embrasses</w:t>
            </w:r>
          </w:p>
          <w:p w14:paraId="117C20D0" w14:textId="77777777" w:rsidR="008253E0" w:rsidRPr="00276270" w:rsidRDefault="008253E0" w:rsidP="00061E85">
            <w:pPr>
              <w:pStyle w:val="DCETexte"/>
              <w:jc w:val="center"/>
            </w:pPr>
            <w:r>
              <w:t>L</w:t>
            </w:r>
            <w:r w:rsidRPr="00276270">
              <w:t>aine</w:t>
            </w:r>
          </w:p>
          <w:p w14:paraId="62038D7F" w14:textId="77777777" w:rsidR="008253E0" w:rsidRPr="00276270" w:rsidRDefault="008253E0" w:rsidP="00061E85">
            <w:pPr>
              <w:pStyle w:val="DCETexte"/>
              <w:jc w:val="center"/>
            </w:pPr>
          </w:p>
        </w:tc>
        <w:tc>
          <w:tcPr>
            <w:tcW w:w="2227" w:type="dxa"/>
          </w:tcPr>
          <w:p w14:paraId="3D583B58" w14:textId="77777777" w:rsidR="008253E0" w:rsidRPr="00276270" w:rsidRDefault="008253E0" w:rsidP="00061E85">
            <w:pPr>
              <w:pStyle w:val="DCETexte"/>
              <w:jc w:val="center"/>
            </w:pPr>
          </w:p>
        </w:tc>
        <w:tc>
          <w:tcPr>
            <w:tcW w:w="2260" w:type="dxa"/>
          </w:tcPr>
          <w:p w14:paraId="7CE9829F" w14:textId="77777777" w:rsidR="008253E0" w:rsidRPr="00276270" w:rsidRDefault="008253E0" w:rsidP="00061E85">
            <w:pPr>
              <w:pStyle w:val="DCETexte"/>
              <w:jc w:val="center"/>
            </w:pPr>
          </w:p>
        </w:tc>
        <w:tc>
          <w:tcPr>
            <w:tcW w:w="2255" w:type="dxa"/>
          </w:tcPr>
          <w:p w14:paraId="2544FDEE" w14:textId="77777777" w:rsidR="008253E0" w:rsidRPr="00276270" w:rsidRDefault="008253E0" w:rsidP="00061E85">
            <w:pPr>
              <w:pStyle w:val="DCETexte"/>
              <w:jc w:val="center"/>
            </w:pPr>
          </w:p>
        </w:tc>
      </w:tr>
      <w:tr w:rsidR="008253E0" w:rsidRPr="00276270" w14:paraId="538788F3" w14:textId="77777777" w:rsidTr="00061E85">
        <w:tc>
          <w:tcPr>
            <w:tcW w:w="2223" w:type="dxa"/>
          </w:tcPr>
          <w:p w14:paraId="23CB3A14" w14:textId="77777777" w:rsidR="008253E0" w:rsidRPr="00276270" w:rsidRDefault="008253E0" w:rsidP="00061E85">
            <w:pPr>
              <w:pStyle w:val="DCETexte"/>
              <w:jc w:val="center"/>
            </w:pPr>
            <w:r w:rsidRPr="00276270">
              <w:t>Doubles-rideaux et embrasses</w:t>
            </w:r>
          </w:p>
          <w:p w14:paraId="318B5D97" w14:textId="55E09C5E" w:rsidR="008253E0" w:rsidRPr="00276270" w:rsidRDefault="008253E0" w:rsidP="00A96D20">
            <w:pPr>
              <w:pStyle w:val="DCETexte"/>
              <w:jc w:val="center"/>
            </w:pPr>
            <w:proofErr w:type="spellStart"/>
            <w:r w:rsidRPr="00276270">
              <w:t>Trevira</w:t>
            </w:r>
            <w:proofErr w:type="spellEnd"/>
          </w:p>
        </w:tc>
        <w:tc>
          <w:tcPr>
            <w:tcW w:w="2227" w:type="dxa"/>
          </w:tcPr>
          <w:p w14:paraId="4A923010" w14:textId="77777777" w:rsidR="008253E0" w:rsidRPr="00276270" w:rsidRDefault="008253E0" w:rsidP="00061E85">
            <w:pPr>
              <w:pStyle w:val="DCETexte"/>
              <w:jc w:val="center"/>
            </w:pPr>
          </w:p>
        </w:tc>
        <w:tc>
          <w:tcPr>
            <w:tcW w:w="2260" w:type="dxa"/>
          </w:tcPr>
          <w:p w14:paraId="654AB738" w14:textId="77777777" w:rsidR="008253E0" w:rsidRPr="00276270" w:rsidRDefault="008253E0" w:rsidP="00061E85">
            <w:pPr>
              <w:pStyle w:val="DCETexte"/>
              <w:jc w:val="center"/>
            </w:pPr>
          </w:p>
        </w:tc>
        <w:tc>
          <w:tcPr>
            <w:tcW w:w="2255" w:type="dxa"/>
          </w:tcPr>
          <w:p w14:paraId="7E63BE46" w14:textId="77777777" w:rsidR="008253E0" w:rsidRPr="00276270" w:rsidRDefault="008253E0" w:rsidP="00061E85">
            <w:pPr>
              <w:pStyle w:val="DCETexte"/>
              <w:jc w:val="center"/>
            </w:pPr>
          </w:p>
        </w:tc>
      </w:tr>
      <w:tr w:rsidR="008253E0" w:rsidRPr="00276270" w14:paraId="7238E6F2" w14:textId="77777777" w:rsidTr="00061E85">
        <w:tc>
          <w:tcPr>
            <w:tcW w:w="2223" w:type="dxa"/>
          </w:tcPr>
          <w:p w14:paraId="119DC67F" w14:textId="77777777" w:rsidR="008253E0" w:rsidRPr="00276270" w:rsidRDefault="008253E0" w:rsidP="00061E85">
            <w:pPr>
              <w:pStyle w:val="DCETexte"/>
              <w:jc w:val="center"/>
            </w:pPr>
            <w:r w:rsidRPr="00276270">
              <w:t xml:space="preserve">Sièges revêtement </w:t>
            </w:r>
            <w:r>
              <w:t>C</w:t>
            </w:r>
            <w:r w:rsidRPr="00276270">
              <w:t>uir</w:t>
            </w:r>
          </w:p>
        </w:tc>
        <w:tc>
          <w:tcPr>
            <w:tcW w:w="2227" w:type="dxa"/>
          </w:tcPr>
          <w:p w14:paraId="6CD49F0C" w14:textId="77777777" w:rsidR="008253E0" w:rsidRPr="00276270" w:rsidRDefault="008253E0" w:rsidP="00061E85">
            <w:pPr>
              <w:pStyle w:val="DCETexte"/>
              <w:jc w:val="center"/>
            </w:pPr>
          </w:p>
        </w:tc>
        <w:tc>
          <w:tcPr>
            <w:tcW w:w="2260" w:type="dxa"/>
          </w:tcPr>
          <w:p w14:paraId="33E66FF1" w14:textId="77777777" w:rsidR="008253E0" w:rsidRPr="00276270" w:rsidRDefault="008253E0" w:rsidP="00061E85">
            <w:pPr>
              <w:pStyle w:val="DCETexte"/>
              <w:jc w:val="center"/>
            </w:pPr>
          </w:p>
        </w:tc>
        <w:tc>
          <w:tcPr>
            <w:tcW w:w="2255" w:type="dxa"/>
          </w:tcPr>
          <w:p w14:paraId="2A614FA3" w14:textId="77777777" w:rsidR="008253E0" w:rsidRPr="00276270" w:rsidRDefault="008253E0" w:rsidP="00061E85">
            <w:pPr>
              <w:pStyle w:val="DCETexte"/>
              <w:jc w:val="center"/>
            </w:pPr>
          </w:p>
        </w:tc>
      </w:tr>
      <w:tr w:rsidR="008253E0" w:rsidRPr="00276270" w14:paraId="1CCA4399" w14:textId="77777777" w:rsidTr="00061E85">
        <w:tc>
          <w:tcPr>
            <w:tcW w:w="2223" w:type="dxa"/>
          </w:tcPr>
          <w:p w14:paraId="0C00BDBD" w14:textId="77777777" w:rsidR="008253E0" w:rsidRPr="00276270" w:rsidRDefault="008253E0" w:rsidP="00A855F3">
            <w:pPr>
              <w:pStyle w:val="DCETexte"/>
              <w:spacing w:after="0"/>
              <w:jc w:val="center"/>
            </w:pPr>
            <w:r w:rsidRPr="00276270">
              <w:t>Sièges et coussins ameublement revêtement tissu</w:t>
            </w:r>
          </w:p>
          <w:p w14:paraId="137BBDD3" w14:textId="77777777" w:rsidR="008253E0" w:rsidRPr="00276270" w:rsidRDefault="008253E0" w:rsidP="00A855F3">
            <w:pPr>
              <w:pStyle w:val="DCETexte"/>
              <w:spacing w:before="0"/>
              <w:jc w:val="center"/>
            </w:pPr>
            <w:r w:rsidRPr="00276270">
              <w:t>Coton</w:t>
            </w:r>
          </w:p>
        </w:tc>
        <w:tc>
          <w:tcPr>
            <w:tcW w:w="2227" w:type="dxa"/>
          </w:tcPr>
          <w:p w14:paraId="0D2E0A0B" w14:textId="77777777" w:rsidR="008253E0" w:rsidRPr="00276270" w:rsidRDefault="008253E0" w:rsidP="00061E85">
            <w:pPr>
              <w:pStyle w:val="DCETexte"/>
              <w:jc w:val="center"/>
            </w:pPr>
          </w:p>
        </w:tc>
        <w:tc>
          <w:tcPr>
            <w:tcW w:w="2260" w:type="dxa"/>
          </w:tcPr>
          <w:p w14:paraId="3A43F8ED" w14:textId="77777777" w:rsidR="008253E0" w:rsidRPr="00276270" w:rsidRDefault="008253E0" w:rsidP="00061E85">
            <w:pPr>
              <w:pStyle w:val="DCETexte"/>
              <w:jc w:val="center"/>
            </w:pPr>
          </w:p>
        </w:tc>
        <w:tc>
          <w:tcPr>
            <w:tcW w:w="2255" w:type="dxa"/>
          </w:tcPr>
          <w:p w14:paraId="5CB16706" w14:textId="77777777" w:rsidR="008253E0" w:rsidRPr="00276270" w:rsidRDefault="008253E0" w:rsidP="00061E85">
            <w:pPr>
              <w:pStyle w:val="DCETexte"/>
              <w:jc w:val="center"/>
            </w:pPr>
          </w:p>
        </w:tc>
      </w:tr>
      <w:tr w:rsidR="008253E0" w:rsidRPr="00276270" w14:paraId="46B47E65" w14:textId="77777777" w:rsidTr="00061E85">
        <w:tc>
          <w:tcPr>
            <w:tcW w:w="2223" w:type="dxa"/>
          </w:tcPr>
          <w:p w14:paraId="16900612" w14:textId="77777777" w:rsidR="008253E0" w:rsidRPr="00276270" w:rsidRDefault="008253E0" w:rsidP="00061E85">
            <w:pPr>
              <w:pStyle w:val="DCETexte"/>
              <w:jc w:val="center"/>
            </w:pPr>
            <w:r w:rsidRPr="00276270">
              <w:t>Sièges et coussins ameublement revêtement tissu</w:t>
            </w:r>
          </w:p>
          <w:p w14:paraId="2E45B0F0" w14:textId="77777777" w:rsidR="008253E0" w:rsidRPr="00276270" w:rsidRDefault="008253E0" w:rsidP="00061E85">
            <w:pPr>
              <w:pStyle w:val="DCETexte"/>
              <w:jc w:val="center"/>
            </w:pPr>
            <w:r w:rsidRPr="00276270">
              <w:t>Soie</w:t>
            </w:r>
          </w:p>
        </w:tc>
        <w:tc>
          <w:tcPr>
            <w:tcW w:w="2227" w:type="dxa"/>
          </w:tcPr>
          <w:p w14:paraId="42A1BD35" w14:textId="77777777" w:rsidR="008253E0" w:rsidRPr="00276270" w:rsidRDefault="008253E0" w:rsidP="00061E85">
            <w:pPr>
              <w:pStyle w:val="DCETexte"/>
              <w:jc w:val="center"/>
            </w:pPr>
          </w:p>
        </w:tc>
        <w:tc>
          <w:tcPr>
            <w:tcW w:w="2260" w:type="dxa"/>
          </w:tcPr>
          <w:p w14:paraId="51E461CF" w14:textId="77777777" w:rsidR="008253E0" w:rsidRPr="00276270" w:rsidRDefault="008253E0" w:rsidP="00061E85">
            <w:pPr>
              <w:pStyle w:val="DCETexte"/>
              <w:jc w:val="center"/>
            </w:pPr>
          </w:p>
        </w:tc>
        <w:tc>
          <w:tcPr>
            <w:tcW w:w="2255" w:type="dxa"/>
          </w:tcPr>
          <w:p w14:paraId="41892DF2" w14:textId="77777777" w:rsidR="008253E0" w:rsidRPr="00276270" w:rsidRDefault="008253E0" w:rsidP="00061E85">
            <w:pPr>
              <w:pStyle w:val="DCETexte"/>
              <w:jc w:val="center"/>
            </w:pPr>
          </w:p>
        </w:tc>
      </w:tr>
      <w:tr w:rsidR="008253E0" w:rsidRPr="00276270" w14:paraId="3C7BE0B8" w14:textId="77777777" w:rsidTr="00061E85">
        <w:tc>
          <w:tcPr>
            <w:tcW w:w="2223" w:type="dxa"/>
          </w:tcPr>
          <w:p w14:paraId="1561CE99" w14:textId="77777777" w:rsidR="008253E0" w:rsidRPr="00276270" w:rsidRDefault="008253E0" w:rsidP="00061E85">
            <w:pPr>
              <w:pStyle w:val="DCETexte"/>
              <w:jc w:val="center"/>
            </w:pPr>
            <w:r w:rsidRPr="00276270">
              <w:lastRenderedPageBreak/>
              <w:t xml:space="preserve">Sièges et coussins ameublement </w:t>
            </w:r>
            <w:r>
              <w:t>r</w:t>
            </w:r>
            <w:r w:rsidRPr="00276270">
              <w:t xml:space="preserve">evêtement </w:t>
            </w:r>
            <w:r>
              <w:t xml:space="preserve">en </w:t>
            </w:r>
            <w:r w:rsidRPr="00276270">
              <w:t>tissu</w:t>
            </w:r>
          </w:p>
          <w:p w14:paraId="643F7841" w14:textId="77777777" w:rsidR="008253E0" w:rsidRPr="00276270" w:rsidRDefault="008253E0" w:rsidP="00061E85">
            <w:pPr>
              <w:pStyle w:val="DCETexte"/>
              <w:jc w:val="center"/>
            </w:pPr>
            <w:r w:rsidRPr="00276270">
              <w:t>Synthétique</w:t>
            </w:r>
          </w:p>
        </w:tc>
        <w:tc>
          <w:tcPr>
            <w:tcW w:w="2227" w:type="dxa"/>
          </w:tcPr>
          <w:p w14:paraId="71F54A0D" w14:textId="77777777" w:rsidR="008253E0" w:rsidRPr="00276270" w:rsidRDefault="008253E0" w:rsidP="00061E85">
            <w:pPr>
              <w:pStyle w:val="DCETexte"/>
              <w:jc w:val="center"/>
            </w:pPr>
          </w:p>
        </w:tc>
        <w:tc>
          <w:tcPr>
            <w:tcW w:w="2260" w:type="dxa"/>
          </w:tcPr>
          <w:p w14:paraId="6A26B8E6" w14:textId="77777777" w:rsidR="008253E0" w:rsidRPr="00276270" w:rsidRDefault="008253E0" w:rsidP="00061E85">
            <w:pPr>
              <w:pStyle w:val="DCETexte"/>
              <w:jc w:val="center"/>
            </w:pPr>
          </w:p>
        </w:tc>
        <w:tc>
          <w:tcPr>
            <w:tcW w:w="2255" w:type="dxa"/>
          </w:tcPr>
          <w:p w14:paraId="6A904A36" w14:textId="77777777" w:rsidR="008253E0" w:rsidRPr="00276270" w:rsidRDefault="008253E0" w:rsidP="00061E85">
            <w:pPr>
              <w:pStyle w:val="DCETexte"/>
              <w:jc w:val="center"/>
            </w:pPr>
          </w:p>
        </w:tc>
      </w:tr>
      <w:tr w:rsidR="008253E0" w:rsidRPr="00276270" w14:paraId="250FBA8B" w14:textId="77777777" w:rsidTr="00061E85">
        <w:tc>
          <w:tcPr>
            <w:tcW w:w="2223" w:type="dxa"/>
          </w:tcPr>
          <w:p w14:paraId="7768CA48" w14:textId="77777777" w:rsidR="008253E0" w:rsidRPr="00276270" w:rsidRDefault="008253E0" w:rsidP="00061E85">
            <w:pPr>
              <w:pStyle w:val="DCETexte"/>
              <w:jc w:val="center"/>
            </w:pPr>
            <w:r>
              <w:t>Tapis d’ameublement</w:t>
            </w:r>
          </w:p>
        </w:tc>
        <w:tc>
          <w:tcPr>
            <w:tcW w:w="2227" w:type="dxa"/>
          </w:tcPr>
          <w:p w14:paraId="0A252B63" w14:textId="77777777" w:rsidR="008253E0" w:rsidRPr="00276270" w:rsidRDefault="008253E0" w:rsidP="00061E85">
            <w:pPr>
              <w:pStyle w:val="DCETexte"/>
              <w:jc w:val="center"/>
            </w:pPr>
          </w:p>
        </w:tc>
        <w:tc>
          <w:tcPr>
            <w:tcW w:w="2260" w:type="dxa"/>
          </w:tcPr>
          <w:p w14:paraId="4EFE38ED" w14:textId="77777777" w:rsidR="008253E0" w:rsidRPr="00276270" w:rsidRDefault="008253E0" w:rsidP="00061E85">
            <w:pPr>
              <w:pStyle w:val="DCETexte"/>
              <w:jc w:val="center"/>
            </w:pPr>
          </w:p>
        </w:tc>
        <w:tc>
          <w:tcPr>
            <w:tcW w:w="2255" w:type="dxa"/>
          </w:tcPr>
          <w:p w14:paraId="09DAAC46" w14:textId="77777777" w:rsidR="008253E0" w:rsidRPr="00276270" w:rsidRDefault="008253E0" w:rsidP="00061E85">
            <w:pPr>
              <w:pStyle w:val="DCETexte"/>
              <w:jc w:val="center"/>
            </w:pPr>
          </w:p>
        </w:tc>
      </w:tr>
    </w:tbl>
    <w:p w14:paraId="70F1DF21" w14:textId="77777777" w:rsidR="008253E0" w:rsidRDefault="008253E0" w:rsidP="008253E0">
      <w:pPr>
        <w:pStyle w:val="DCETexte"/>
        <w:jc w:val="left"/>
        <w:rPr>
          <w:b/>
          <w:bCs/>
          <w:u w:val="single"/>
        </w:rPr>
      </w:pPr>
    </w:p>
    <w:p w14:paraId="0A09E10A" w14:textId="77777777" w:rsidR="008253E0" w:rsidRPr="00276270" w:rsidRDefault="008253E0" w:rsidP="008253E0">
      <w:pPr>
        <w:pStyle w:val="DCETexte"/>
        <w:jc w:val="left"/>
        <w:rPr>
          <w:b/>
          <w:bCs/>
          <w:u w:val="single"/>
        </w:rPr>
      </w:pPr>
      <w:r w:rsidRPr="00276270">
        <w:rPr>
          <w:b/>
          <w:bCs/>
          <w:u w:val="single"/>
        </w:rPr>
        <w:t>En atelier :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5"/>
        <w:gridCol w:w="2164"/>
        <w:gridCol w:w="2193"/>
        <w:gridCol w:w="2187"/>
      </w:tblGrid>
      <w:tr w:rsidR="008253E0" w:rsidRPr="00276270" w14:paraId="0ABF5047" w14:textId="77777777" w:rsidTr="00061E85">
        <w:tc>
          <w:tcPr>
            <w:tcW w:w="2195" w:type="dxa"/>
          </w:tcPr>
          <w:p w14:paraId="380AED69" w14:textId="77777777" w:rsidR="008253E0" w:rsidRPr="00276270" w:rsidRDefault="008253E0" w:rsidP="00061E85">
            <w:pPr>
              <w:pStyle w:val="DCETexte"/>
              <w:jc w:val="center"/>
            </w:pPr>
            <w:r w:rsidRPr="00276270">
              <w:t>Articles</w:t>
            </w:r>
          </w:p>
        </w:tc>
        <w:tc>
          <w:tcPr>
            <w:tcW w:w="2164" w:type="dxa"/>
          </w:tcPr>
          <w:p w14:paraId="1642B881" w14:textId="77777777" w:rsidR="008253E0" w:rsidRPr="00276270" w:rsidRDefault="008253E0" w:rsidP="00061E85">
            <w:pPr>
              <w:pStyle w:val="DCETexte"/>
              <w:jc w:val="center"/>
            </w:pPr>
            <w:r w:rsidRPr="00276270">
              <w:t>Méthode</w:t>
            </w:r>
          </w:p>
        </w:tc>
        <w:tc>
          <w:tcPr>
            <w:tcW w:w="2193" w:type="dxa"/>
          </w:tcPr>
          <w:p w14:paraId="18ACDACC" w14:textId="77777777" w:rsidR="008253E0" w:rsidRPr="00276270" w:rsidRDefault="008253E0" w:rsidP="00061E85">
            <w:pPr>
              <w:pStyle w:val="DCETexte"/>
              <w:jc w:val="center"/>
            </w:pPr>
            <w:r w:rsidRPr="00276270">
              <w:t>Matériel</w:t>
            </w:r>
          </w:p>
        </w:tc>
        <w:tc>
          <w:tcPr>
            <w:tcW w:w="2187" w:type="dxa"/>
          </w:tcPr>
          <w:p w14:paraId="3A5284D9" w14:textId="77777777" w:rsidR="008253E0" w:rsidRPr="00276270" w:rsidRDefault="008253E0" w:rsidP="00061E85">
            <w:pPr>
              <w:pStyle w:val="DCETexte"/>
              <w:jc w:val="center"/>
            </w:pPr>
            <w:r w:rsidRPr="00276270">
              <w:t>Produits</w:t>
            </w:r>
          </w:p>
        </w:tc>
      </w:tr>
      <w:tr w:rsidR="008253E0" w:rsidRPr="00276270" w14:paraId="2151713C" w14:textId="77777777" w:rsidTr="00061E85">
        <w:tc>
          <w:tcPr>
            <w:tcW w:w="2195" w:type="dxa"/>
          </w:tcPr>
          <w:p w14:paraId="6877664B" w14:textId="77777777" w:rsidR="008253E0" w:rsidRPr="00276270" w:rsidRDefault="008253E0" w:rsidP="00061E85">
            <w:pPr>
              <w:pStyle w:val="DCETexte"/>
              <w:jc w:val="center"/>
            </w:pPr>
            <w:r>
              <w:t>Housse de chaise</w:t>
            </w:r>
          </w:p>
        </w:tc>
        <w:tc>
          <w:tcPr>
            <w:tcW w:w="2164" w:type="dxa"/>
          </w:tcPr>
          <w:p w14:paraId="479C356B" w14:textId="77777777" w:rsidR="008253E0" w:rsidRPr="00276270" w:rsidRDefault="008253E0" w:rsidP="00061E85">
            <w:pPr>
              <w:pStyle w:val="DCETexte"/>
              <w:jc w:val="center"/>
            </w:pPr>
          </w:p>
        </w:tc>
        <w:tc>
          <w:tcPr>
            <w:tcW w:w="2193" w:type="dxa"/>
          </w:tcPr>
          <w:p w14:paraId="4EBA3278" w14:textId="77777777" w:rsidR="008253E0" w:rsidRPr="00276270" w:rsidRDefault="008253E0" w:rsidP="00061E85">
            <w:pPr>
              <w:pStyle w:val="DCETexte"/>
              <w:jc w:val="center"/>
            </w:pPr>
          </w:p>
        </w:tc>
        <w:tc>
          <w:tcPr>
            <w:tcW w:w="2187" w:type="dxa"/>
          </w:tcPr>
          <w:p w14:paraId="582F1550" w14:textId="77777777" w:rsidR="008253E0" w:rsidRPr="00276270" w:rsidRDefault="008253E0" w:rsidP="00061E85">
            <w:pPr>
              <w:pStyle w:val="DCETexte"/>
              <w:jc w:val="center"/>
            </w:pPr>
          </w:p>
        </w:tc>
      </w:tr>
      <w:tr w:rsidR="008253E0" w:rsidRPr="00276270" w14:paraId="044A5731" w14:textId="77777777" w:rsidTr="00061E85">
        <w:tc>
          <w:tcPr>
            <w:tcW w:w="2195" w:type="dxa"/>
          </w:tcPr>
          <w:p w14:paraId="4C71D619" w14:textId="77777777" w:rsidR="008253E0" w:rsidRDefault="008253E0" w:rsidP="00061E85">
            <w:pPr>
              <w:pStyle w:val="DCETexte"/>
              <w:jc w:val="center"/>
            </w:pPr>
            <w:r>
              <w:t>Jupon de table</w:t>
            </w:r>
          </w:p>
        </w:tc>
        <w:tc>
          <w:tcPr>
            <w:tcW w:w="2164" w:type="dxa"/>
          </w:tcPr>
          <w:p w14:paraId="462F6BFA" w14:textId="77777777" w:rsidR="008253E0" w:rsidRPr="00276270" w:rsidRDefault="008253E0" w:rsidP="00061E85">
            <w:pPr>
              <w:pStyle w:val="DCETexte"/>
              <w:jc w:val="center"/>
            </w:pPr>
          </w:p>
        </w:tc>
        <w:tc>
          <w:tcPr>
            <w:tcW w:w="2193" w:type="dxa"/>
          </w:tcPr>
          <w:p w14:paraId="244E2911" w14:textId="77777777" w:rsidR="008253E0" w:rsidRPr="00276270" w:rsidRDefault="008253E0" w:rsidP="00061E85">
            <w:pPr>
              <w:pStyle w:val="DCETexte"/>
              <w:jc w:val="center"/>
            </w:pPr>
          </w:p>
        </w:tc>
        <w:tc>
          <w:tcPr>
            <w:tcW w:w="2187" w:type="dxa"/>
          </w:tcPr>
          <w:p w14:paraId="658A4372" w14:textId="77777777" w:rsidR="008253E0" w:rsidRPr="00276270" w:rsidRDefault="008253E0" w:rsidP="00061E85">
            <w:pPr>
              <w:pStyle w:val="DCETexte"/>
              <w:jc w:val="center"/>
            </w:pPr>
          </w:p>
        </w:tc>
      </w:tr>
      <w:tr w:rsidR="008253E0" w:rsidRPr="00276270" w14:paraId="0D2BCC0A" w14:textId="77777777" w:rsidTr="00061E85">
        <w:tc>
          <w:tcPr>
            <w:tcW w:w="2195" w:type="dxa"/>
          </w:tcPr>
          <w:p w14:paraId="32FFA00F" w14:textId="77777777" w:rsidR="008253E0" w:rsidRPr="00276270" w:rsidRDefault="008253E0" w:rsidP="00061E85">
            <w:pPr>
              <w:pStyle w:val="DCETexte"/>
              <w:jc w:val="center"/>
            </w:pPr>
            <w:r>
              <w:t>Feutrine</w:t>
            </w:r>
          </w:p>
        </w:tc>
        <w:tc>
          <w:tcPr>
            <w:tcW w:w="2164" w:type="dxa"/>
          </w:tcPr>
          <w:p w14:paraId="13AC2E34" w14:textId="77777777" w:rsidR="008253E0" w:rsidRPr="00276270" w:rsidRDefault="008253E0" w:rsidP="00061E85">
            <w:pPr>
              <w:pStyle w:val="DCETexte"/>
              <w:jc w:val="center"/>
            </w:pPr>
          </w:p>
        </w:tc>
        <w:tc>
          <w:tcPr>
            <w:tcW w:w="2193" w:type="dxa"/>
          </w:tcPr>
          <w:p w14:paraId="4F7530B2" w14:textId="77777777" w:rsidR="008253E0" w:rsidRPr="00276270" w:rsidRDefault="008253E0" w:rsidP="00061E85">
            <w:pPr>
              <w:pStyle w:val="DCETexte"/>
              <w:jc w:val="center"/>
            </w:pPr>
          </w:p>
        </w:tc>
        <w:tc>
          <w:tcPr>
            <w:tcW w:w="2187" w:type="dxa"/>
          </w:tcPr>
          <w:p w14:paraId="5DD9F228" w14:textId="77777777" w:rsidR="008253E0" w:rsidRPr="00276270" w:rsidRDefault="008253E0" w:rsidP="00061E85">
            <w:pPr>
              <w:pStyle w:val="DCETexte"/>
              <w:jc w:val="center"/>
            </w:pPr>
          </w:p>
        </w:tc>
      </w:tr>
      <w:tr w:rsidR="008253E0" w:rsidRPr="00276270" w14:paraId="68B941C1" w14:textId="77777777" w:rsidTr="00061E85">
        <w:tc>
          <w:tcPr>
            <w:tcW w:w="2195" w:type="dxa"/>
          </w:tcPr>
          <w:p w14:paraId="643F5780" w14:textId="77777777" w:rsidR="008253E0" w:rsidRDefault="008253E0" w:rsidP="00061E85">
            <w:pPr>
              <w:pStyle w:val="DCETexte"/>
              <w:jc w:val="center"/>
            </w:pPr>
            <w:r>
              <w:t>Cape d’huissier</w:t>
            </w:r>
          </w:p>
        </w:tc>
        <w:tc>
          <w:tcPr>
            <w:tcW w:w="2164" w:type="dxa"/>
          </w:tcPr>
          <w:p w14:paraId="6D0CA85B" w14:textId="77777777" w:rsidR="008253E0" w:rsidRPr="00276270" w:rsidRDefault="008253E0" w:rsidP="00061E85">
            <w:pPr>
              <w:pStyle w:val="DCETexte"/>
              <w:jc w:val="center"/>
            </w:pPr>
          </w:p>
        </w:tc>
        <w:tc>
          <w:tcPr>
            <w:tcW w:w="2193" w:type="dxa"/>
          </w:tcPr>
          <w:p w14:paraId="19A3A99D" w14:textId="77777777" w:rsidR="008253E0" w:rsidRPr="00276270" w:rsidRDefault="008253E0" w:rsidP="00061E85">
            <w:pPr>
              <w:pStyle w:val="DCETexte"/>
              <w:jc w:val="center"/>
            </w:pPr>
          </w:p>
        </w:tc>
        <w:tc>
          <w:tcPr>
            <w:tcW w:w="2187" w:type="dxa"/>
          </w:tcPr>
          <w:p w14:paraId="36AEBDEF" w14:textId="77777777" w:rsidR="008253E0" w:rsidRPr="00276270" w:rsidRDefault="008253E0" w:rsidP="00061E85">
            <w:pPr>
              <w:pStyle w:val="DCETexte"/>
              <w:jc w:val="center"/>
            </w:pPr>
          </w:p>
        </w:tc>
      </w:tr>
      <w:tr w:rsidR="008253E0" w:rsidRPr="00276270" w14:paraId="1D530FBB" w14:textId="77777777" w:rsidTr="00061E85">
        <w:tc>
          <w:tcPr>
            <w:tcW w:w="2195" w:type="dxa"/>
          </w:tcPr>
          <w:p w14:paraId="261C7157" w14:textId="77777777" w:rsidR="008253E0" w:rsidRPr="00276270" w:rsidRDefault="008253E0" w:rsidP="00061E85">
            <w:pPr>
              <w:pStyle w:val="DCETexte"/>
              <w:jc w:val="center"/>
            </w:pPr>
            <w:r w:rsidRPr="00276270">
              <w:t>Doubles-rideaux et embrasses</w:t>
            </w:r>
          </w:p>
          <w:p w14:paraId="2C34E37C" w14:textId="77777777" w:rsidR="008253E0" w:rsidRPr="00276270" w:rsidRDefault="008253E0" w:rsidP="00061E85">
            <w:pPr>
              <w:pStyle w:val="DCETexte"/>
              <w:jc w:val="center"/>
            </w:pPr>
            <w:r>
              <w:t>S</w:t>
            </w:r>
            <w:r w:rsidRPr="00276270">
              <w:t>oie</w:t>
            </w:r>
          </w:p>
          <w:p w14:paraId="0407CD77" w14:textId="77777777" w:rsidR="008253E0" w:rsidRPr="00276270" w:rsidRDefault="008253E0" w:rsidP="00061E85">
            <w:pPr>
              <w:pStyle w:val="DCETexte"/>
              <w:jc w:val="center"/>
            </w:pPr>
          </w:p>
        </w:tc>
        <w:tc>
          <w:tcPr>
            <w:tcW w:w="2164" w:type="dxa"/>
          </w:tcPr>
          <w:p w14:paraId="3A61F14C" w14:textId="77777777" w:rsidR="008253E0" w:rsidRPr="00276270" w:rsidRDefault="008253E0" w:rsidP="00061E85">
            <w:pPr>
              <w:pStyle w:val="DCETexte"/>
              <w:jc w:val="center"/>
            </w:pPr>
          </w:p>
        </w:tc>
        <w:tc>
          <w:tcPr>
            <w:tcW w:w="2193" w:type="dxa"/>
          </w:tcPr>
          <w:p w14:paraId="5A72CABF" w14:textId="77777777" w:rsidR="008253E0" w:rsidRPr="00276270" w:rsidRDefault="008253E0" w:rsidP="00061E85">
            <w:pPr>
              <w:pStyle w:val="DCETexte"/>
              <w:jc w:val="center"/>
            </w:pPr>
          </w:p>
        </w:tc>
        <w:tc>
          <w:tcPr>
            <w:tcW w:w="2187" w:type="dxa"/>
          </w:tcPr>
          <w:p w14:paraId="00D8EEF0" w14:textId="77777777" w:rsidR="008253E0" w:rsidRPr="00276270" w:rsidRDefault="008253E0" w:rsidP="00061E85">
            <w:pPr>
              <w:pStyle w:val="DCETexte"/>
              <w:jc w:val="center"/>
            </w:pPr>
          </w:p>
        </w:tc>
      </w:tr>
      <w:tr w:rsidR="008253E0" w:rsidRPr="00276270" w14:paraId="5473FBD0" w14:textId="77777777" w:rsidTr="00061E85">
        <w:tc>
          <w:tcPr>
            <w:tcW w:w="2195" w:type="dxa"/>
          </w:tcPr>
          <w:p w14:paraId="168F48A9" w14:textId="77777777" w:rsidR="008253E0" w:rsidRPr="00276270" w:rsidRDefault="008253E0" w:rsidP="00061E85">
            <w:pPr>
              <w:pStyle w:val="DCETexte"/>
              <w:jc w:val="center"/>
            </w:pPr>
            <w:r w:rsidRPr="00276270">
              <w:t>Doubles-rideaux et embrasses</w:t>
            </w:r>
          </w:p>
          <w:p w14:paraId="11E34491" w14:textId="77777777" w:rsidR="008253E0" w:rsidRPr="00276270" w:rsidRDefault="008253E0" w:rsidP="00061E85">
            <w:pPr>
              <w:pStyle w:val="DCETexte"/>
              <w:jc w:val="center"/>
            </w:pPr>
            <w:r>
              <w:t>C</w:t>
            </w:r>
            <w:r w:rsidRPr="00276270">
              <w:t>oton</w:t>
            </w:r>
          </w:p>
          <w:p w14:paraId="56CA1D3E" w14:textId="77777777" w:rsidR="008253E0" w:rsidRPr="00276270" w:rsidRDefault="008253E0" w:rsidP="00061E85">
            <w:pPr>
              <w:pStyle w:val="DCETexte"/>
              <w:jc w:val="center"/>
            </w:pPr>
          </w:p>
        </w:tc>
        <w:tc>
          <w:tcPr>
            <w:tcW w:w="2164" w:type="dxa"/>
          </w:tcPr>
          <w:p w14:paraId="22D0BC50" w14:textId="77777777" w:rsidR="008253E0" w:rsidRPr="00276270" w:rsidRDefault="008253E0" w:rsidP="00061E85">
            <w:pPr>
              <w:pStyle w:val="DCETexte"/>
              <w:jc w:val="center"/>
            </w:pPr>
          </w:p>
        </w:tc>
        <w:tc>
          <w:tcPr>
            <w:tcW w:w="2193" w:type="dxa"/>
          </w:tcPr>
          <w:p w14:paraId="3CD510B2" w14:textId="77777777" w:rsidR="008253E0" w:rsidRPr="00276270" w:rsidRDefault="008253E0" w:rsidP="00061E85">
            <w:pPr>
              <w:pStyle w:val="DCETexte"/>
              <w:jc w:val="center"/>
            </w:pPr>
          </w:p>
        </w:tc>
        <w:tc>
          <w:tcPr>
            <w:tcW w:w="2187" w:type="dxa"/>
          </w:tcPr>
          <w:p w14:paraId="54EE4904" w14:textId="77777777" w:rsidR="008253E0" w:rsidRPr="00276270" w:rsidRDefault="008253E0" w:rsidP="00061E85">
            <w:pPr>
              <w:pStyle w:val="DCETexte"/>
              <w:jc w:val="center"/>
            </w:pPr>
          </w:p>
        </w:tc>
      </w:tr>
      <w:tr w:rsidR="008253E0" w:rsidRPr="00276270" w14:paraId="7A0F5EF7" w14:textId="77777777" w:rsidTr="00061E85">
        <w:tc>
          <w:tcPr>
            <w:tcW w:w="2195" w:type="dxa"/>
          </w:tcPr>
          <w:p w14:paraId="009040D8" w14:textId="77777777" w:rsidR="008253E0" w:rsidRPr="00276270" w:rsidRDefault="008253E0" w:rsidP="00061E85">
            <w:pPr>
              <w:pStyle w:val="DCETexte"/>
              <w:jc w:val="center"/>
            </w:pPr>
            <w:r w:rsidRPr="00276270">
              <w:t>Doubles-rideaux et embrasses</w:t>
            </w:r>
          </w:p>
          <w:p w14:paraId="39144F9F" w14:textId="77777777" w:rsidR="008253E0" w:rsidRPr="00276270" w:rsidRDefault="008253E0" w:rsidP="00061E85">
            <w:pPr>
              <w:pStyle w:val="DCETexte"/>
              <w:jc w:val="center"/>
            </w:pPr>
            <w:r>
              <w:t>L</w:t>
            </w:r>
            <w:r w:rsidRPr="00276270">
              <w:t>aine</w:t>
            </w:r>
          </w:p>
          <w:p w14:paraId="5B3F6698" w14:textId="77777777" w:rsidR="008253E0" w:rsidRPr="00276270" w:rsidRDefault="008253E0" w:rsidP="00061E85">
            <w:pPr>
              <w:pStyle w:val="DCETexte"/>
              <w:jc w:val="center"/>
            </w:pPr>
          </w:p>
        </w:tc>
        <w:tc>
          <w:tcPr>
            <w:tcW w:w="2164" w:type="dxa"/>
          </w:tcPr>
          <w:p w14:paraId="2A4FC6BD" w14:textId="77777777" w:rsidR="008253E0" w:rsidRPr="00276270" w:rsidRDefault="008253E0" w:rsidP="00061E85">
            <w:pPr>
              <w:pStyle w:val="DCETexte"/>
              <w:jc w:val="center"/>
            </w:pPr>
          </w:p>
        </w:tc>
        <w:tc>
          <w:tcPr>
            <w:tcW w:w="2193" w:type="dxa"/>
          </w:tcPr>
          <w:p w14:paraId="5187FB41" w14:textId="77777777" w:rsidR="008253E0" w:rsidRPr="00276270" w:rsidRDefault="008253E0" w:rsidP="00061E85">
            <w:pPr>
              <w:pStyle w:val="DCETexte"/>
              <w:jc w:val="center"/>
            </w:pPr>
          </w:p>
        </w:tc>
        <w:tc>
          <w:tcPr>
            <w:tcW w:w="2187" w:type="dxa"/>
          </w:tcPr>
          <w:p w14:paraId="68BEC819" w14:textId="77777777" w:rsidR="008253E0" w:rsidRPr="00276270" w:rsidRDefault="008253E0" w:rsidP="00061E85">
            <w:pPr>
              <w:pStyle w:val="DCETexte"/>
              <w:jc w:val="center"/>
            </w:pPr>
          </w:p>
        </w:tc>
      </w:tr>
      <w:tr w:rsidR="008253E0" w:rsidRPr="00276270" w14:paraId="302D75D6" w14:textId="77777777" w:rsidTr="00061E85">
        <w:tc>
          <w:tcPr>
            <w:tcW w:w="2195" w:type="dxa"/>
          </w:tcPr>
          <w:p w14:paraId="3ABB1B8C" w14:textId="77777777" w:rsidR="008253E0" w:rsidRPr="00276270" w:rsidRDefault="008253E0" w:rsidP="00061E85">
            <w:pPr>
              <w:pStyle w:val="DCETexte"/>
              <w:jc w:val="center"/>
            </w:pPr>
            <w:r w:rsidRPr="00276270">
              <w:t>Doubles-rideaux et embrasses</w:t>
            </w:r>
          </w:p>
          <w:p w14:paraId="371CA067" w14:textId="77777777" w:rsidR="008253E0" w:rsidRPr="00276270" w:rsidRDefault="008253E0" w:rsidP="00061E85">
            <w:pPr>
              <w:pStyle w:val="DCETexte"/>
              <w:jc w:val="center"/>
            </w:pPr>
            <w:proofErr w:type="spellStart"/>
            <w:r w:rsidRPr="00276270">
              <w:t>Trevira</w:t>
            </w:r>
            <w:proofErr w:type="spellEnd"/>
          </w:p>
          <w:p w14:paraId="60426163" w14:textId="77777777" w:rsidR="008253E0" w:rsidRPr="00276270" w:rsidRDefault="008253E0" w:rsidP="00061E85">
            <w:pPr>
              <w:pStyle w:val="DCETexte"/>
              <w:jc w:val="center"/>
            </w:pPr>
          </w:p>
        </w:tc>
        <w:tc>
          <w:tcPr>
            <w:tcW w:w="2164" w:type="dxa"/>
          </w:tcPr>
          <w:p w14:paraId="6D9F083A" w14:textId="77777777" w:rsidR="008253E0" w:rsidRPr="00276270" w:rsidRDefault="008253E0" w:rsidP="00061E85">
            <w:pPr>
              <w:pStyle w:val="DCETexte"/>
              <w:jc w:val="center"/>
            </w:pPr>
          </w:p>
        </w:tc>
        <w:tc>
          <w:tcPr>
            <w:tcW w:w="2193" w:type="dxa"/>
          </w:tcPr>
          <w:p w14:paraId="090B7D2E" w14:textId="77777777" w:rsidR="008253E0" w:rsidRPr="00276270" w:rsidRDefault="008253E0" w:rsidP="00061E85">
            <w:pPr>
              <w:pStyle w:val="DCETexte"/>
              <w:jc w:val="center"/>
            </w:pPr>
          </w:p>
        </w:tc>
        <w:tc>
          <w:tcPr>
            <w:tcW w:w="2187" w:type="dxa"/>
          </w:tcPr>
          <w:p w14:paraId="18CDF49A" w14:textId="77777777" w:rsidR="008253E0" w:rsidRPr="00276270" w:rsidRDefault="008253E0" w:rsidP="00061E85">
            <w:pPr>
              <w:pStyle w:val="DCETexte"/>
              <w:jc w:val="center"/>
            </w:pPr>
          </w:p>
        </w:tc>
      </w:tr>
      <w:tr w:rsidR="008253E0" w:rsidRPr="00276270" w14:paraId="15533594" w14:textId="77777777" w:rsidTr="00061E85">
        <w:tc>
          <w:tcPr>
            <w:tcW w:w="2195" w:type="dxa"/>
          </w:tcPr>
          <w:p w14:paraId="5B0E6DEE" w14:textId="77777777" w:rsidR="008253E0" w:rsidRDefault="008253E0" w:rsidP="00061E85">
            <w:pPr>
              <w:pStyle w:val="DCETexte"/>
              <w:jc w:val="center"/>
            </w:pPr>
          </w:p>
          <w:p w14:paraId="539C1F79" w14:textId="77777777" w:rsidR="008253E0" w:rsidRDefault="008253E0" w:rsidP="00061E85">
            <w:pPr>
              <w:pStyle w:val="DCETexte"/>
              <w:jc w:val="center"/>
            </w:pPr>
            <w:r w:rsidRPr="00276270">
              <w:t>Tapis protocolaires</w:t>
            </w:r>
          </w:p>
          <w:p w14:paraId="277040E5" w14:textId="77777777" w:rsidR="008253E0" w:rsidRPr="00276270" w:rsidRDefault="008253E0" w:rsidP="00061E85">
            <w:pPr>
              <w:pStyle w:val="DCETexte"/>
              <w:jc w:val="center"/>
            </w:pPr>
          </w:p>
        </w:tc>
        <w:tc>
          <w:tcPr>
            <w:tcW w:w="2164" w:type="dxa"/>
          </w:tcPr>
          <w:p w14:paraId="1876662A" w14:textId="77777777" w:rsidR="008253E0" w:rsidRPr="00276270" w:rsidRDefault="008253E0" w:rsidP="00061E85">
            <w:pPr>
              <w:pStyle w:val="DCETexte"/>
              <w:jc w:val="center"/>
            </w:pPr>
          </w:p>
        </w:tc>
        <w:tc>
          <w:tcPr>
            <w:tcW w:w="2193" w:type="dxa"/>
          </w:tcPr>
          <w:p w14:paraId="113A0BFD" w14:textId="77777777" w:rsidR="008253E0" w:rsidRPr="00276270" w:rsidRDefault="008253E0" w:rsidP="00061E85">
            <w:pPr>
              <w:pStyle w:val="DCETexte"/>
              <w:jc w:val="center"/>
            </w:pPr>
          </w:p>
        </w:tc>
        <w:tc>
          <w:tcPr>
            <w:tcW w:w="2187" w:type="dxa"/>
          </w:tcPr>
          <w:p w14:paraId="7AEA9B42" w14:textId="77777777" w:rsidR="008253E0" w:rsidRPr="00276270" w:rsidRDefault="008253E0" w:rsidP="00061E85">
            <w:pPr>
              <w:pStyle w:val="DCETexte"/>
              <w:jc w:val="center"/>
            </w:pPr>
          </w:p>
        </w:tc>
      </w:tr>
      <w:tr w:rsidR="008253E0" w:rsidRPr="00276270" w14:paraId="3FA552F7" w14:textId="77777777" w:rsidTr="00061E85">
        <w:tc>
          <w:tcPr>
            <w:tcW w:w="2195" w:type="dxa"/>
          </w:tcPr>
          <w:p w14:paraId="343B3952" w14:textId="77777777" w:rsidR="008253E0" w:rsidRDefault="008253E0" w:rsidP="00061E85">
            <w:pPr>
              <w:pStyle w:val="DCETexte"/>
              <w:jc w:val="center"/>
            </w:pPr>
            <w:r>
              <w:lastRenderedPageBreak/>
              <w:t>Tapis d’ameublement</w:t>
            </w:r>
          </w:p>
        </w:tc>
        <w:tc>
          <w:tcPr>
            <w:tcW w:w="2164" w:type="dxa"/>
          </w:tcPr>
          <w:p w14:paraId="5F12CE5D" w14:textId="77777777" w:rsidR="008253E0" w:rsidRPr="00276270" w:rsidRDefault="008253E0" w:rsidP="00061E85">
            <w:pPr>
              <w:pStyle w:val="DCETexte"/>
              <w:jc w:val="center"/>
            </w:pPr>
          </w:p>
        </w:tc>
        <w:tc>
          <w:tcPr>
            <w:tcW w:w="2193" w:type="dxa"/>
          </w:tcPr>
          <w:p w14:paraId="6F839BE0" w14:textId="77777777" w:rsidR="008253E0" w:rsidRPr="00276270" w:rsidRDefault="008253E0" w:rsidP="00061E85">
            <w:pPr>
              <w:pStyle w:val="DCETexte"/>
              <w:jc w:val="center"/>
            </w:pPr>
          </w:p>
        </w:tc>
        <w:tc>
          <w:tcPr>
            <w:tcW w:w="2187" w:type="dxa"/>
          </w:tcPr>
          <w:p w14:paraId="26FFD544" w14:textId="77777777" w:rsidR="008253E0" w:rsidRPr="00276270" w:rsidRDefault="008253E0" w:rsidP="00061E85">
            <w:pPr>
              <w:pStyle w:val="DCETexte"/>
              <w:jc w:val="center"/>
            </w:pPr>
          </w:p>
        </w:tc>
      </w:tr>
    </w:tbl>
    <w:p w14:paraId="446CAF96" w14:textId="77777777" w:rsidR="008253E0" w:rsidRPr="00C94F61" w:rsidRDefault="008253E0" w:rsidP="008253E0">
      <w:pPr>
        <w:pStyle w:val="DCETexte"/>
      </w:pPr>
    </w:p>
    <w:p w14:paraId="1898EFE0" w14:textId="5586C9D4" w:rsidR="008253E0" w:rsidRPr="00C94F61" w:rsidRDefault="008253E0" w:rsidP="008253E0">
      <w:pPr>
        <w:pStyle w:val="DCETexte"/>
      </w:pPr>
      <w:r w:rsidRPr="00C94F61">
        <w:rPr>
          <w:b/>
          <w:bCs/>
        </w:rPr>
        <w:t>B.</w:t>
      </w:r>
      <w:r w:rsidR="0068753B">
        <w:rPr>
          <w:b/>
          <w:bCs/>
        </w:rPr>
        <w:t> </w:t>
      </w:r>
      <w:r w:rsidRPr="00C94F61">
        <w:t>Comment s</w:t>
      </w:r>
      <w:r>
        <w:t>er</w:t>
      </w:r>
      <w:r w:rsidRPr="00C94F61">
        <w:t xml:space="preserve">ont assurées </w:t>
      </w:r>
      <w:r w:rsidRPr="00C94F61">
        <w:rPr>
          <w:b/>
        </w:rPr>
        <w:t>l’identification et la traçabilité</w:t>
      </w:r>
      <w:r w:rsidRPr="00C94F61">
        <w:t xml:space="preserve"> des articles pris en charge en atelier ? </w:t>
      </w:r>
    </w:p>
    <w:p w14:paraId="3E372ACF" w14:textId="77777777" w:rsidR="008253E0" w:rsidRPr="00C94F61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highlight w:val="yellow"/>
        </w:rPr>
      </w:pPr>
    </w:p>
    <w:p w14:paraId="65721725" w14:textId="77777777" w:rsidR="008253E0" w:rsidRPr="00C94F61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highlight w:val="yellow"/>
        </w:rPr>
      </w:pPr>
    </w:p>
    <w:p w14:paraId="64EEDF60" w14:textId="77777777" w:rsidR="008253E0" w:rsidRPr="00C94F61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highlight w:val="yellow"/>
        </w:rPr>
      </w:pPr>
    </w:p>
    <w:p w14:paraId="3AFC4629" w14:textId="77777777" w:rsidR="008253E0" w:rsidRPr="00C94F61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highlight w:val="yellow"/>
        </w:rPr>
      </w:pPr>
    </w:p>
    <w:p w14:paraId="7B1C5607" w14:textId="77777777" w:rsidR="008253E0" w:rsidRPr="00C94F61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highlight w:val="yellow"/>
        </w:rPr>
      </w:pPr>
    </w:p>
    <w:p w14:paraId="091D4128" w14:textId="77777777" w:rsidR="008253E0" w:rsidRPr="00C94F61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highlight w:val="yellow"/>
        </w:rPr>
      </w:pPr>
    </w:p>
    <w:p w14:paraId="425963B0" w14:textId="77777777" w:rsidR="008253E0" w:rsidRPr="00C94F61" w:rsidRDefault="008253E0" w:rsidP="008253E0">
      <w:pPr>
        <w:pStyle w:val="DCETexte"/>
        <w:rPr>
          <w:b/>
          <w:bCs/>
          <w:highlight w:val="yellow"/>
        </w:rPr>
      </w:pPr>
    </w:p>
    <w:p w14:paraId="7A522DB4" w14:textId="2EA10DDF" w:rsidR="008253E0" w:rsidRPr="00C94F61" w:rsidRDefault="0068753B" w:rsidP="008253E0">
      <w:pPr>
        <w:pStyle w:val="DCETexte"/>
      </w:pPr>
      <w:r>
        <w:rPr>
          <w:b/>
          <w:bCs/>
        </w:rPr>
        <w:t>C.</w:t>
      </w:r>
      <w:r w:rsidR="008253E0" w:rsidRPr="00C94F61">
        <w:rPr>
          <w:b/>
          <w:bCs/>
        </w:rPr>
        <w:t xml:space="preserve"> </w:t>
      </w:r>
      <w:r w:rsidR="008253E0" w:rsidRPr="00C94F61">
        <w:t xml:space="preserve">Décrire la </w:t>
      </w:r>
      <w:r w:rsidR="008253E0" w:rsidRPr="00C94F61">
        <w:rPr>
          <w:b/>
        </w:rPr>
        <w:t>politique de contrôle de la qualité</w:t>
      </w:r>
      <w:r w:rsidR="008253E0" w:rsidRPr="00C94F61">
        <w:t xml:space="preserve"> mise en œuvre. Un </w:t>
      </w:r>
      <w:r w:rsidR="008253E0" w:rsidRPr="00C94F61">
        <w:rPr>
          <w:b/>
        </w:rPr>
        <w:t>contrôle de la qualité</w:t>
      </w:r>
      <w:r w:rsidR="008253E0" w:rsidRPr="00C94F61">
        <w:t xml:space="preserve"> (degré de saleté, taches, dégradations, etc.) sera-t-il effectué avant le nettoyage et/ou après le nettoyage en atelier ?</w:t>
      </w:r>
    </w:p>
    <w:p w14:paraId="3DB03945" w14:textId="77777777" w:rsidR="008253E0" w:rsidRPr="00C94F61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highlight w:val="yellow"/>
        </w:rPr>
      </w:pPr>
    </w:p>
    <w:p w14:paraId="2C91CEAE" w14:textId="77777777" w:rsidR="008253E0" w:rsidRPr="00C94F61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highlight w:val="yellow"/>
        </w:rPr>
      </w:pPr>
    </w:p>
    <w:p w14:paraId="70B2AF0B" w14:textId="77777777" w:rsidR="008253E0" w:rsidRPr="00C94F61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highlight w:val="yellow"/>
        </w:rPr>
      </w:pPr>
    </w:p>
    <w:p w14:paraId="11F21DED" w14:textId="77777777" w:rsidR="008253E0" w:rsidRPr="00C94F61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highlight w:val="yellow"/>
        </w:rPr>
      </w:pPr>
    </w:p>
    <w:p w14:paraId="1072DA5A" w14:textId="77777777" w:rsidR="008253E0" w:rsidRPr="00C94F61" w:rsidRDefault="008253E0" w:rsidP="008253E0">
      <w:pPr>
        <w:pStyle w:val="DCETexte"/>
        <w:rPr>
          <w:b/>
          <w:bCs/>
          <w:highlight w:val="yellow"/>
        </w:rPr>
      </w:pPr>
    </w:p>
    <w:p w14:paraId="212F6C97" w14:textId="3752FC8B" w:rsidR="008253E0" w:rsidRPr="004E1CEA" w:rsidRDefault="0068753B" w:rsidP="008253E0">
      <w:pPr>
        <w:pStyle w:val="DCETexte"/>
      </w:pPr>
      <w:r>
        <w:rPr>
          <w:b/>
          <w:bCs/>
        </w:rPr>
        <w:t>D. </w:t>
      </w:r>
      <w:r w:rsidR="008253E0" w:rsidRPr="004E1CEA">
        <w:t xml:space="preserve"> Le </w:t>
      </w:r>
      <w:r w:rsidR="008253E0" w:rsidRPr="004E1CEA">
        <w:rPr>
          <w:b/>
        </w:rPr>
        <w:t>contrôle visuel</w:t>
      </w:r>
      <w:r w:rsidR="008253E0" w:rsidRPr="004E1CEA">
        <w:t xml:space="preserve"> sera-t-il effectué pièce par pièce (individuel) ou par échantillonnage ?</w:t>
      </w:r>
    </w:p>
    <w:p w14:paraId="336591AE" w14:textId="77777777" w:rsidR="008253E0" w:rsidRPr="00C94F61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highlight w:val="yellow"/>
        </w:rPr>
      </w:pPr>
    </w:p>
    <w:p w14:paraId="5A929C39" w14:textId="77777777" w:rsidR="008253E0" w:rsidRPr="00C94F61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highlight w:val="yellow"/>
        </w:rPr>
      </w:pPr>
    </w:p>
    <w:p w14:paraId="458012A5" w14:textId="77777777" w:rsidR="008253E0" w:rsidRPr="00C94F61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highlight w:val="yellow"/>
        </w:rPr>
      </w:pPr>
    </w:p>
    <w:p w14:paraId="5D5818E9" w14:textId="77777777" w:rsidR="008253E0" w:rsidRPr="00C94F61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highlight w:val="yellow"/>
        </w:rPr>
      </w:pPr>
    </w:p>
    <w:p w14:paraId="17C07BBD" w14:textId="77777777" w:rsidR="008253E0" w:rsidRDefault="008253E0" w:rsidP="008253E0">
      <w:pPr>
        <w:pStyle w:val="DCETexte"/>
        <w:rPr>
          <w:b/>
          <w:bCs/>
          <w:highlight w:val="yellow"/>
        </w:rPr>
      </w:pPr>
    </w:p>
    <w:p w14:paraId="15A1B354" w14:textId="21CF49A4" w:rsidR="008253E0" w:rsidRPr="00276270" w:rsidRDefault="0068753B" w:rsidP="008253E0">
      <w:pPr>
        <w:pStyle w:val="DCETexte"/>
      </w:pPr>
      <w:r>
        <w:rPr>
          <w:b/>
          <w:bCs/>
        </w:rPr>
        <w:t>E. </w:t>
      </w:r>
      <w:r w:rsidR="008253E0" w:rsidRPr="004E1CEA">
        <w:t xml:space="preserve"> Les articles nettoyés en atelier </w:t>
      </w:r>
      <w:proofErr w:type="spellStart"/>
      <w:r w:rsidR="008253E0" w:rsidRPr="004E1CEA">
        <w:t>seront-ils</w:t>
      </w:r>
      <w:proofErr w:type="spellEnd"/>
      <w:r w:rsidR="008253E0" w:rsidRPr="004E1CEA">
        <w:t xml:space="preserve"> mélangés avec ceux d’autres clients ou bénéficieront-ils d’un </w:t>
      </w:r>
      <w:r w:rsidR="008253E0" w:rsidRPr="004E1CEA">
        <w:rPr>
          <w:b/>
        </w:rPr>
        <w:t>nettoyage individualisé</w:t>
      </w:r>
      <w:r w:rsidR="008253E0" w:rsidRPr="004E1CEA">
        <w:t> ?</w:t>
      </w:r>
    </w:p>
    <w:p w14:paraId="776967FE" w14:textId="77777777" w:rsidR="008253E0" w:rsidRPr="00276270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1C76A3F" w14:textId="77777777" w:rsidR="008253E0" w:rsidRPr="00276270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A43A6CF" w14:textId="77777777" w:rsidR="008253E0" w:rsidRPr="00276270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0634EAF" w14:textId="77777777" w:rsidR="008253E0" w:rsidRPr="00276270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CCE503D" w14:textId="77777777" w:rsidR="008253E0" w:rsidRPr="00276270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1E904A3" w14:textId="48074AE9" w:rsidR="008253E0" w:rsidRDefault="008253E0" w:rsidP="008253E0">
      <w:pPr>
        <w:pStyle w:val="DCETexte"/>
        <w:rPr>
          <w:b/>
          <w:bCs/>
        </w:rPr>
      </w:pPr>
    </w:p>
    <w:p w14:paraId="5AD195EC" w14:textId="77777777" w:rsidR="00A96D20" w:rsidRDefault="00A96D20" w:rsidP="008253E0">
      <w:pPr>
        <w:pStyle w:val="DCETexte"/>
        <w:rPr>
          <w:b/>
          <w:bCs/>
        </w:rPr>
      </w:pPr>
    </w:p>
    <w:p w14:paraId="036397D7" w14:textId="73465076" w:rsidR="008253E0" w:rsidRPr="00276270" w:rsidRDefault="0068753B" w:rsidP="008253E0">
      <w:pPr>
        <w:pStyle w:val="DCETexte"/>
      </w:pPr>
      <w:r>
        <w:rPr>
          <w:b/>
          <w:bCs/>
        </w:rPr>
        <w:t>F. </w:t>
      </w:r>
      <w:r w:rsidR="008253E0" w:rsidRPr="00276270">
        <w:t xml:space="preserve"> Le </w:t>
      </w:r>
      <w:r w:rsidR="008253E0" w:rsidRPr="00276270">
        <w:rPr>
          <w:b/>
        </w:rPr>
        <w:t>repassage des doubles-rideaux</w:t>
      </w:r>
      <w:r w:rsidR="008253E0" w:rsidRPr="00276270">
        <w:t xml:space="preserve"> bénéficie-t-il d’une </w:t>
      </w:r>
      <w:r w:rsidR="008253E0" w:rsidRPr="00276270">
        <w:rPr>
          <w:b/>
        </w:rPr>
        <w:t>finition main</w:t>
      </w:r>
      <w:r w:rsidR="008253E0" w:rsidRPr="00276270">
        <w:t> ? (</w:t>
      </w:r>
      <w:proofErr w:type="gramStart"/>
      <w:r w:rsidR="008253E0" w:rsidRPr="00276270">
        <w:t>oui</w:t>
      </w:r>
      <w:proofErr w:type="gramEnd"/>
      <w:r w:rsidR="008253E0" w:rsidRPr="00276270">
        <w:t>/non)</w:t>
      </w:r>
    </w:p>
    <w:p w14:paraId="1EC4D68B" w14:textId="77777777" w:rsidR="008253E0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0675842" w14:textId="77777777" w:rsidR="008253E0" w:rsidRPr="00276270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7B19393" w14:textId="77777777" w:rsidR="008253E0" w:rsidRPr="00276270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2773FB4" w14:textId="77777777" w:rsidR="008253E0" w:rsidRDefault="008253E0" w:rsidP="008253E0">
      <w:pPr>
        <w:pStyle w:val="DCETexte"/>
        <w:keepNext/>
        <w:keepLines/>
        <w:rPr>
          <w:b/>
          <w:bCs/>
        </w:rPr>
      </w:pPr>
    </w:p>
    <w:p w14:paraId="03D3A14F" w14:textId="50AEF931" w:rsidR="008253E0" w:rsidRPr="00276270" w:rsidRDefault="0068753B" w:rsidP="008253E0">
      <w:pPr>
        <w:pStyle w:val="DCETexte"/>
        <w:keepNext/>
        <w:keepLines/>
      </w:pPr>
      <w:r>
        <w:rPr>
          <w:b/>
          <w:bCs/>
        </w:rPr>
        <w:t>G. </w:t>
      </w:r>
      <w:r w:rsidR="008253E0" w:rsidRPr="00276270">
        <w:t xml:space="preserve"> Décrire la procédure mise en œuvre en cas de </w:t>
      </w:r>
      <w:r w:rsidR="008253E0" w:rsidRPr="00276270">
        <w:rPr>
          <w:b/>
        </w:rPr>
        <w:t>taches persistantes</w:t>
      </w:r>
      <w:r w:rsidR="008253E0" w:rsidRPr="00276270">
        <w:t xml:space="preserve"> sur un article qui a été traité (reprise pour second nettoyage, mise en œuvre d’une autre solution technique, etc.).</w:t>
      </w:r>
    </w:p>
    <w:p w14:paraId="68E01338" w14:textId="77777777" w:rsidR="008253E0" w:rsidRPr="00276270" w:rsidRDefault="008253E0" w:rsidP="008253E0">
      <w:pPr>
        <w:pStyle w:val="DCETexte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74E2E3A" w14:textId="77777777" w:rsidR="008253E0" w:rsidRPr="00276270" w:rsidRDefault="008253E0" w:rsidP="008253E0">
      <w:pPr>
        <w:pStyle w:val="DCETexte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D506627" w14:textId="77777777" w:rsidR="008253E0" w:rsidRPr="00276270" w:rsidRDefault="008253E0" w:rsidP="008253E0">
      <w:pPr>
        <w:pStyle w:val="DCETexte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94326C4" w14:textId="77777777" w:rsidR="001E1868" w:rsidRDefault="001E1868" w:rsidP="00E766DD">
      <w:pPr>
        <w:pStyle w:val="DCETexte"/>
        <w:rPr>
          <w:b/>
          <w:bCs/>
        </w:rPr>
      </w:pPr>
    </w:p>
    <w:p w14:paraId="08C35CE7" w14:textId="756AFFD3" w:rsidR="00E766DD" w:rsidRPr="00276270" w:rsidRDefault="00E766DD" w:rsidP="00E766DD">
      <w:pPr>
        <w:pStyle w:val="DCETexte"/>
      </w:pPr>
      <w:r>
        <w:rPr>
          <w:b/>
          <w:bCs/>
        </w:rPr>
        <w:t>H</w:t>
      </w:r>
      <w:r w:rsidR="00380737">
        <w:rPr>
          <w:b/>
          <w:bCs/>
        </w:rPr>
        <w:t>.</w:t>
      </w:r>
      <w:r w:rsidRPr="00276270">
        <w:t xml:space="preserve"> Décrire les modalités de </w:t>
      </w:r>
      <w:r w:rsidRPr="00276270">
        <w:rPr>
          <w:b/>
        </w:rPr>
        <w:t>mise en œuvre de l’assurance</w:t>
      </w:r>
      <w:r w:rsidRPr="00276270">
        <w:t xml:space="preserve"> contractée par le prestataire pour couvrir les dommages (détérioration, perte, etc.) susceptibles d’être causés par celui-ci aux pièces de linge ou élément mobilier (sièges) qui lui sont confiés. Un taux d'usure ou de vétusté est-il appliqué aux biens endommagés ?</w:t>
      </w:r>
    </w:p>
    <w:p w14:paraId="49CFB959" w14:textId="77777777" w:rsidR="00E766DD" w:rsidRPr="00276270" w:rsidRDefault="00E766DD" w:rsidP="00E766D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1066459" w14:textId="77777777" w:rsidR="00E766DD" w:rsidRPr="00276270" w:rsidRDefault="00E766DD" w:rsidP="00E766D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D447C15" w14:textId="77777777" w:rsidR="00E766DD" w:rsidRPr="00276270" w:rsidRDefault="00E766DD" w:rsidP="00E766D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758EBA0" w14:textId="77777777" w:rsidR="00E766DD" w:rsidRPr="00276270" w:rsidRDefault="00E766DD" w:rsidP="00E766DD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954233A" w14:textId="77777777" w:rsidR="00E766DD" w:rsidRDefault="00E766DD" w:rsidP="00E766DD">
      <w:pPr>
        <w:widowControl/>
        <w:jc w:val="both"/>
        <w:rPr>
          <w:b/>
        </w:rPr>
      </w:pPr>
    </w:p>
    <w:p w14:paraId="520ACAAF" w14:textId="71594769" w:rsidR="001E1868" w:rsidRPr="00E766DD" w:rsidRDefault="001E1868" w:rsidP="001E1868">
      <w:pPr>
        <w:pStyle w:val="DCETexte"/>
        <w:rPr>
          <w:b/>
          <w:bCs/>
        </w:rPr>
      </w:pPr>
      <w:r w:rsidRPr="00E766DD">
        <w:rPr>
          <w:b/>
          <w:bCs/>
        </w:rPr>
        <w:t>2. </w:t>
      </w:r>
      <w:r w:rsidR="008B4E3B">
        <w:rPr>
          <w:b/>
          <w:bCs/>
        </w:rPr>
        <w:t>M</w:t>
      </w:r>
      <w:r w:rsidRPr="00E766DD">
        <w:rPr>
          <w:b/>
          <w:bCs/>
        </w:rPr>
        <w:t xml:space="preserve">oyens humains </w:t>
      </w:r>
    </w:p>
    <w:p w14:paraId="030E7199" w14:textId="62019598" w:rsidR="001E1868" w:rsidRPr="008B4E3B" w:rsidRDefault="008B4E3B" w:rsidP="001E1868">
      <w:pPr>
        <w:pStyle w:val="DCETexte"/>
        <w:rPr>
          <w:b/>
          <w:bCs/>
        </w:rPr>
      </w:pPr>
      <w:r w:rsidRPr="008B4E3B">
        <w:rPr>
          <w:b/>
          <w:bCs/>
        </w:rPr>
        <w:t xml:space="preserve">Le soumissionnaire doit </w:t>
      </w:r>
      <w:r w:rsidR="00380737">
        <w:rPr>
          <w:b/>
          <w:bCs/>
        </w:rPr>
        <w:t xml:space="preserve">indiquer </w:t>
      </w:r>
      <w:r w:rsidRPr="008B4E3B">
        <w:rPr>
          <w:b/>
          <w:bCs/>
        </w:rPr>
        <w:t>uniquement les moyens humains mobilisés pour répondre aux prestations demandées par le Sénat.</w:t>
      </w:r>
    </w:p>
    <w:p w14:paraId="5C289BC6" w14:textId="1E082194" w:rsidR="001E1868" w:rsidRDefault="001E1868" w:rsidP="001E1868">
      <w:pPr>
        <w:pStyle w:val="DCETexte"/>
      </w:pPr>
      <w:r w:rsidRPr="00A855F3">
        <w:rPr>
          <w:b/>
          <w:bCs/>
        </w:rPr>
        <w:t>A.</w:t>
      </w:r>
      <w:r>
        <w:t> </w:t>
      </w:r>
      <w:r w:rsidRPr="00276270">
        <w:rPr>
          <w:b/>
        </w:rPr>
        <w:t xml:space="preserve">Indiquer </w:t>
      </w:r>
      <w:r w:rsidR="008B4E3B">
        <w:rPr>
          <w:b/>
        </w:rPr>
        <w:t xml:space="preserve">l’effectif, la </w:t>
      </w:r>
      <w:r w:rsidRPr="00276270">
        <w:rPr>
          <w:b/>
        </w:rPr>
        <w:t>formation, l</w:t>
      </w:r>
      <w:r w:rsidR="008B4E3B">
        <w:rPr>
          <w:b/>
        </w:rPr>
        <w:t>a</w:t>
      </w:r>
      <w:r w:rsidRPr="00276270">
        <w:rPr>
          <w:b/>
        </w:rPr>
        <w:t xml:space="preserve"> qualification et l</w:t>
      </w:r>
      <w:r w:rsidR="008B4E3B">
        <w:rPr>
          <w:b/>
        </w:rPr>
        <w:t>’e</w:t>
      </w:r>
      <w:r w:rsidRPr="00276270">
        <w:rPr>
          <w:b/>
        </w:rPr>
        <w:t>xpérience</w:t>
      </w:r>
      <w:r w:rsidR="008B4E3B">
        <w:rPr>
          <w:b/>
        </w:rPr>
        <w:t xml:space="preserve"> des personnes mobilisées</w:t>
      </w:r>
      <w:r w:rsidRPr="00276270">
        <w:t>.</w:t>
      </w:r>
    </w:p>
    <w:p w14:paraId="1CECE6AE" w14:textId="77777777" w:rsidR="001E1868" w:rsidRPr="00276270" w:rsidRDefault="001E1868" w:rsidP="001E1868">
      <w:pPr>
        <w:pStyle w:val="DCETexte"/>
      </w:pPr>
      <w:r>
        <w:t>Joindre les CV des personnels concernés</w:t>
      </w:r>
    </w:p>
    <w:p w14:paraId="475A7355" w14:textId="77777777" w:rsidR="001E1868" w:rsidRPr="00276270" w:rsidRDefault="001E1868" w:rsidP="001E1868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40760B6" w14:textId="77777777" w:rsidR="001E1868" w:rsidRPr="00276270" w:rsidRDefault="001E1868" w:rsidP="001E1868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A162857" w14:textId="77777777" w:rsidR="001E1868" w:rsidRPr="00276270" w:rsidRDefault="001E1868" w:rsidP="001E1868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F16861F" w14:textId="77777777" w:rsidR="001E1868" w:rsidRPr="00276270" w:rsidRDefault="001E1868" w:rsidP="001E1868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E24180C" w14:textId="77777777" w:rsidR="001E1868" w:rsidRPr="00276270" w:rsidRDefault="001E1868" w:rsidP="001E1868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9BB5476" w14:textId="77777777" w:rsidR="001E1868" w:rsidRPr="00276270" w:rsidRDefault="001E1868" w:rsidP="001E1868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2A3ED02" w14:textId="77777777" w:rsidR="001E1868" w:rsidRPr="00276270" w:rsidRDefault="001E1868" w:rsidP="001E1868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5C86422" w14:textId="77777777" w:rsidR="001E1868" w:rsidRPr="00276270" w:rsidRDefault="001E1868" w:rsidP="001E1868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D020E46" w14:textId="77777777" w:rsidR="001E1868" w:rsidRPr="00276270" w:rsidRDefault="001E1868" w:rsidP="001E1868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58BABF5" w14:textId="77777777" w:rsidR="001E1868" w:rsidRPr="00276270" w:rsidRDefault="001E1868" w:rsidP="001E1868">
      <w:pPr>
        <w:pStyle w:val="DCETexte"/>
      </w:pPr>
      <w:r>
        <w:rPr>
          <w:b/>
          <w:bCs/>
        </w:rPr>
        <w:t>B.</w:t>
      </w:r>
      <w:r w:rsidRPr="00276270">
        <w:t xml:space="preserve"> Les </w:t>
      </w:r>
      <w:r w:rsidRPr="00276270">
        <w:rPr>
          <w:b/>
        </w:rPr>
        <w:t>interventions sur place</w:t>
      </w:r>
      <w:r w:rsidRPr="00276270">
        <w:t xml:space="preserve"> seront-elles assurées par une </w:t>
      </w:r>
      <w:r w:rsidRPr="00276270">
        <w:rPr>
          <w:b/>
        </w:rPr>
        <w:t>équipe dédiée au Sénat</w:t>
      </w:r>
      <w:r w:rsidRPr="00276270">
        <w:t> ? Si oui, décrire la composition de cette équipe :</w:t>
      </w:r>
    </w:p>
    <w:p w14:paraId="7A509BC2" w14:textId="77777777" w:rsidR="001E1868" w:rsidRPr="00276270" w:rsidRDefault="001E1868" w:rsidP="001E1868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17465CE" w14:textId="77777777" w:rsidR="001E1868" w:rsidRPr="00276270" w:rsidRDefault="001E1868" w:rsidP="001E1868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9723AEB" w14:textId="77777777" w:rsidR="001E1868" w:rsidRPr="00276270" w:rsidRDefault="001E1868" w:rsidP="001E1868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E4B3438" w14:textId="77777777" w:rsidR="001E1868" w:rsidRPr="00276270" w:rsidRDefault="001E1868" w:rsidP="001E1868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61F2E66" w14:textId="77777777" w:rsidR="001E1868" w:rsidRPr="00276270" w:rsidRDefault="001E1868" w:rsidP="001E1868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543C1AA" w14:textId="77777777" w:rsidR="001E1868" w:rsidRPr="00276270" w:rsidRDefault="001E1868" w:rsidP="001E1868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36982F4" w14:textId="77777777" w:rsidR="001E1868" w:rsidRPr="00276270" w:rsidRDefault="001E1868" w:rsidP="001E1868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1D1AF92" w14:textId="77777777" w:rsidR="001E1868" w:rsidRDefault="001E1868" w:rsidP="001E1868">
      <w:pPr>
        <w:pStyle w:val="DCETexte"/>
        <w:spacing w:before="0" w:after="0"/>
        <w:rPr>
          <w:b/>
          <w:bCs/>
        </w:rPr>
      </w:pPr>
    </w:p>
    <w:p w14:paraId="24494138" w14:textId="77777777" w:rsidR="001E1868" w:rsidRDefault="001E1868" w:rsidP="001E1868">
      <w:pPr>
        <w:pStyle w:val="DCETexte"/>
        <w:spacing w:before="0" w:after="0"/>
        <w:rPr>
          <w:b/>
          <w:bCs/>
        </w:rPr>
      </w:pPr>
    </w:p>
    <w:p w14:paraId="2957B845" w14:textId="77777777" w:rsidR="001E1868" w:rsidRPr="00276270" w:rsidRDefault="001E1868" w:rsidP="001E1868">
      <w:pPr>
        <w:pStyle w:val="DCETexte"/>
        <w:spacing w:before="0" w:after="0"/>
      </w:pPr>
      <w:r>
        <w:rPr>
          <w:b/>
          <w:bCs/>
        </w:rPr>
        <w:t>C.</w:t>
      </w:r>
      <w:r w:rsidRPr="00276270">
        <w:t xml:space="preserve"> Les </w:t>
      </w:r>
      <w:r w:rsidRPr="00276270">
        <w:rPr>
          <w:b/>
        </w:rPr>
        <w:t>enlèvements et livraisons</w:t>
      </w:r>
      <w:r w:rsidRPr="00276270">
        <w:t xml:space="preserve"> </w:t>
      </w:r>
      <w:proofErr w:type="spellStart"/>
      <w:r w:rsidRPr="00276270">
        <w:t>seront-ils</w:t>
      </w:r>
      <w:proofErr w:type="spellEnd"/>
      <w:r w:rsidRPr="00276270">
        <w:t xml:space="preserve"> assurés par une </w:t>
      </w:r>
      <w:r w:rsidRPr="00276270">
        <w:rPr>
          <w:b/>
        </w:rPr>
        <w:t>équipe dédiée au Sénat</w:t>
      </w:r>
      <w:r w:rsidRPr="00276270">
        <w:t> ? Si oui, décrire la composition de cette équipe :</w:t>
      </w:r>
    </w:p>
    <w:p w14:paraId="2544E804" w14:textId="77777777" w:rsidR="001E1868" w:rsidRPr="00276270" w:rsidRDefault="001E1868" w:rsidP="001E1868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F8596BA" w14:textId="77777777" w:rsidR="001E1868" w:rsidRPr="00276270" w:rsidRDefault="001E1868" w:rsidP="001E1868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2F43D08" w14:textId="77777777" w:rsidR="001E1868" w:rsidRPr="00276270" w:rsidRDefault="001E1868" w:rsidP="001E1868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ED61F1F" w14:textId="77777777" w:rsidR="001E1868" w:rsidRPr="00276270" w:rsidRDefault="001E1868" w:rsidP="001E1868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774991D" w14:textId="77777777" w:rsidR="001E1868" w:rsidRPr="00276270" w:rsidRDefault="001E1868" w:rsidP="001E1868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F22D7DB" w14:textId="77777777" w:rsidR="001E1868" w:rsidRPr="00276270" w:rsidRDefault="001E1868" w:rsidP="001E1868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6BFE318" w14:textId="77777777" w:rsidR="001E1868" w:rsidRPr="00276270" w:rsidRDefault="001E1868" w:rsidP="001E1868">
      <w:pPr>
        <w:pStyle w:val="DCETexte"/>
        <w:keepNext/>
        <w:keepLines/>
      </w:pPr>
      <w:r>
        <w:rPr>
          <w:b/>
          <w:bCs/>
        </w:rPr>
        <w:t>D.</w:t>
      </w:r>
      <w:r w:rsidRPr="00276270">
        <w:t xml:space="preserve"> Décrire les actions engagées par l’entreprise en matière </w:t>
      </w:r>
      <w:r w:rsidRPr="00276270">
        <w:rPr>
          <w:b/>
        </w:rPr>
        <w:t>de sécurité et de protection de la santé des personnels</w:t>
      </w:r>
      <w:r w:rsidRPr="00276270">
        <w:t xml:space="preserve"> dans le cadre de l’exécution du marché (en atelier et sur site notamment pour prévenir les chutes de hauteur) :</w:t>
      </w:r>
    </w:p>
    <w:p w14:paraId="1A77F733" w14:textId="77777777" w:rsidR="001E1868" w:rsidRPr="00276270" w:rsidRDefault="001E1868" w:rsidP="001E1868">
      <w:pPr>
        <w:pStyle w:val="DCETexte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7530D16" w14:textId="77777777" w:rsidR="001E1868" w:rsidRPr="00276270" w:rsidRDefault="001E1868" w:rsidP="001E1868">
      <w:pPr>
        <w:pStyle w:val="DCETexte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829C941" w14:textId="77777777" w:rsidR="001E1868" w:rsidRPr="00276270" w:rsidRDefault="001E1868" w:rsidP="001E1868">
      <w:pPr>
        <w:pStyle w:val="DCETexte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61A884D" w14:textId="77777777" w:rsidR="001E1868" w:rsidRPr="00276270" w:rsidRDefault="001E1868" w:rsidP="001E1868">
      <w:pPr>
        <w:pStyle w:val="DCETexte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2EBA29B" w14:textId="77777777" w:rsidR="001E1868" w:rsidRPr="00276270" w:rsidRDefault="001E1868" w:rsidP="001E1868">
      <w:pPr>
        <w:pStyle w:val="DCETexte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4C9C35C" w14:textId="77777777" w:rsidR="001E1868" w:rsidRPr="00276270" w:rsidRDefault="001E1868" w:rsidP="001E1868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B58A351" w14:textId="77777777" w:rsidR="001E1868" w:rsidRDefault="001E1868" w:rsidP="001E1868">
      <w:pPr>
        <w:pStyle w:val="DCETexte"/>
        <w:rPr>
          <w:b/>
          <w:bCs/>
        </w:rPr>
      </w:pPr>
    </w:p>
    <w:p w14:paraId="5BD85A8F" w14:textId="77777777" w:rsidR="00E766DD" w:rsidRPr="00276270" w:rsidRDefault="00E766DD" w:rsidP="00E766DD">
      <w:pPr>
        <w:widowControl/>
        <w:jc w:val="both"/>
        <w:rPr>
          <w:b/>
        </w:rPr>
      </w:pPr>
    </w:p>
    <w:p w14:paraId="606B9C0A" w14:textId="4549EFC9" w:rsidR="001E1868" w:rsidRDefault="001E1868">
      <w:pPr>
        <w:widowControl/>
        <w:rPr>
          <w:b/>
          <w:bCs/>
        </w:rPr>
      </w:pPr>
      <w:r>
        <w:rPr>
          <w:b/>
          <w:bCs/>
        </w:rPr>
        <w:br w:type="page"/>
      </w:r>
    </w:p>
    <w:p w14:paraId="4080D4B3" w14:textId="77777777" w:rsidR="008253E0" w:rsidRDefault="008253E0" w:rsidP="008253E0">
      <w:pPr>
        <w:widowControl/>
        <w:rPr>
          <w:b/>
          <w:bCs/>
        </w:rPr>
      </w:pPr>
    </w:p>
    <w:p w14:paraId="23D91C24" w14:textId="77777777" w:rsidR="008253E0" w:rsidRPr="00276270" w:rsidRDefault="008253E0" w:rsidP="008253E0">
      <w:pPr>
        <w:widowControl/>
        <w:jc w:val="both"/>
        <w:rPr>
          <w:b/>
        </w:rPr>
      </w:pPr>
    </w:p>
    <w:p w14:paraId="5B1948AC" w14:textId="77777777" w:rsidR="008253E0" w:rsidRPr="00276270" w:rsidRDefault="008253E0" w:rsidP="008253E0">
      <w:pPr>
        <w:widowControl/>
        <w:jc w:val="both"/>
        <w:rPr>
          <w:b/>
        </w:rPr>
      </w:pPr>
    </w:p>
    <w:p w14:paraId="7405E624" w14:textId="77777777" w:rsidR="008253E0" w:rsidRPr="007221C4" w:rsidRDefault="008253E0" w:rsidP="00E766DD">
      <w:pPr>
        <w:pStyle w:val="Paragraphedeliste"/>
        <w:widowControl/>
        <w:numPr>
          <w:ilvl w:val="0"/>
          <w:numId w:val="45"/>
        </w:numPr>
        <w:jc w:val="both"/>
        <w:rPr>
          <w:b/>
        </w:rPr>
      </w:pPr>
      <w:r w:rsidRPr="007221C4">
        <w:rPr>
          <w:b/>
        </w:rPr>
        <w:t>Critère des performances environnementales</w:t>
      </w:r>
    </w:p>
    <w:p w14:paraId="215AF65B" w14:textId="77777777" w:rsidR="008253E0" w:rsidRPr="00276270" w:rsidRDefault="008253E0" w:rsidP="008253E0">
      <w:pPr>
        <w:pStyle w:val="Paragraphedeliste"/>
        <w:widowControl/>
        <w:ind w:left="1080"/>
        <w:jc w:val="both"/>
        <w:rPr>
          <w:b/>
        </w:rPr>
      </w:pPr>
    </w:p>
    <w:p w14:paraId="39A9BD87" w14:textId="77777777" w:rsidR="008253E0" w:rsidRPr="00276270" w:rsidRDefault="008253E0" w:rsidP="008253E0">
      <w:pPr>
        <w:pStyle w:val="Paragraphedeliste"/>
        <w:widowControl/>
        <w:ind w:left="1080"/>
        <w:jc w:val="both"/>
        <w:rPr>
          <w:b/>
        </w:rPr>
      </w:pPr>
    </w:p>
    <w:p w14:paraId="3FD8ADEC" w14:textId="519473E5" w:rsidR="008253E0" w:rsidRPr="00276270" w:rsidRDefault="001E1868" w:rsidP="001E1868">
      <w:pPr>
        <w:spacing w:before="240" w:after="240"/>
        <w:jc w:val="both"/>
      </w:pPr>
      <w:r w:rsidRPr="001E1868">
        <w:rPr>
          <w:b/>
          <w:bCs/>
        </w:rPr>
        <w:t>A</w:t>
      </w:r>
      <w:r>
        <w:t>. </w:t>
      </w:r>
      <w:r w:rsidR="008253E0" w:rsidRPr="00276270">
        <w:t xml:space="preserve">Indiquer les certifications et </w:t>
      </w:r>
      <w:r w:rsidR="008253E0" w:rsidRPr="001E1868">
        <w:rPr>
          <w:b/>
        </w:rPr>
        <w:t>labels environnementaux</w:t>
      </w:r>
      <w:r w:rsidR="008253E0" w:rsidRPr="00276270">
        <w:t xml:space="preserve"> détenus par l’entreprise directement en lien avec la </w:t>
      </w:r>
      <w:r w:rsidR="008253E0">
        <w:t>prestation de service</w:t>
      </w:r>
      <w:r w:rsidR="008253E0" w:rsidRPr="00276270">
        <w:t xml:space="preserve"> du présent marché (</w:t>
      </w:r>
      <w:r w:rsidR="008253E0" w:rsidRPr="001E1868">
        <w:rPr>
          <w:u w:val="single"/>
        </w:rPr>
        <w:t>joindre impérativement les attestations ou justificatifs</w:t>
      </w:r>
      <w:r w:rsidR="008253E0" w:rsidRPr="00276270">
        <w:t>).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39"/>
      </w:tblGrid>
      <w:tr w:rsidR="008253E0" w:rsidRPr="00276270" w14:paraId="5039629B" w14:textId="77777777" w:rsidTr="00061E85">
        <w:trPr>
          <w:trHeight w:val="4379"/>
        </w:trPr>
        <w:tc>
          <w:tcPr>
            <w:tcW w:w="9459" w:type="dxa"/>
          </w:tcPr>
          <w:p w14:paraId="76951451" w14:textId="77777777" w:rsidR="008253E0" w:rsidRPr="00276270" w:rsidRDefault="008253E0" w:rsidP="00061E85">
            <w:pPr>
              <w:pStyle w:val="DCECorpsdetexte"/>
              <w:ind w:firstLine="0"/>
              <w:rPr>
                <w:szCs w:val="24"/>
              </w:rPr>
            </w:pPr>
          </w:p>
        </w:tc>
      </w:tr>
    </w:tbl>
    <w:p w14:paraId="4488C5D3" w14:textId="77777777" w:rsidR="008253E0" w:rsidRPr="00276270" w:rsidRDefault="008253E0" w:rsidP="008253E0">
      <w:pPr>
        <w:pStyle w:val="Paragraphedeliste"/>
        <w:widowControl/>
        <w:ind w:left="1080"/>
        <w:jc w:val="both"/>
        <w:rPr>
          <w:b/>
        </w:rPr>
      </w:pPr>
    </w:p>
    <w:p w14:paraId="4E1A109C" w14:textId="0261C417" w:rsidR="008253E0" w:rsidRPr="00276270" w:rsidRDefault="001E1868" w:rsidP="001E1868">
      <w:pPr>
        <w:pStyle w:val="DCETexte"/>
      </w:pPr>
      <w:r>
        <w:rPr>
          <w:b/>
        </w:rPr>
        <w:t>B. </w:t>
      </w:r>
      <w:r w:rsidR="008253E0" w:rsidRPr="00276270">
        <w:rPr>
          <w:b/>
        </w:rPr>
        <w:t>Décrire les produits lessiviels</w:t>
      </w:r>
      <w:r w:rsidR="008253E0" w:rsidRPr="00276270">
        <w:t xml:space="preserve"> (lessive, adoucisseur, blanchisseur, etc.) qui seront utilisés dans le cadre de la prestation demandée. Indiquer leur dénomination commerciale et préciser s’ils répondent aux exigences d’un label environnemental. </w:t>
      </w:r>
    </w:p>
    <w:p w14:paraId="58FC0C28" w14:textId="77777777" w:rsidR="008253E0" w:rsidRPr="00276270" w:rsidRDefault="008253E0" w:rsidP="008253E0">
      <w:pPr>
        <w:pStyle w:val="DCETexte"/>
        <w:spacing w:after="240"/>
        <w:rPr>
          <w:b/>
          <w:u w:val="single"/>
        </w:rPr>
      </w:pPr>
      <w:r w:rsidRPr="00276270">
        <w:rPr>
          <w:b/>
          <w:u w:val="single"/>
        </w:rPr>
        <w:t>Fournir impérativement les fiches techniques et les fiches de données de sécurité.</w:t>
      </w:r>
    </w:p>
    <w:tbl>
      <w:tblPr>
        <w:tblW w:w="8959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1559"/>
        <w:gridCol w:w="4339"/>
      </w:tblGrid>
      <w:tr w:rsidR="008253E0" w:rsidRPr="00276270" w14:paraId="12D20271" w14:textId="77777777" w:rsidTr="00061E85">
        <w:tc>
          <w:tcPr>
            <w:tcW w:w="3061" w:type="dxa"/>
            <w:vAlign w:val="center"/>
          </w:tcPr>
          <w:p w14:paraId="586B526A" w14:textId="77777777" w:rsidR="008253E0" w:rsidRPr="00276270" w:rsidRDefault="008253E0" w:rsidP="00061E85">
            <w:pPr>
              <w:pStyle w:val="DCETexte"/>
              <w:jc w:val="center"/>
            </w:pPr>
            <w:r w:rsidRPr="00276270">
              <w:t>Nom du produit</w:t>
            </w:r>
          </w:p>
        </w:tc>
        <w:tc>
          <w:tcPr>
            <w:tcW w:w="1559" w:type="dxa"/>
            <w:vAlign w:val="center"/>
          </w:tcPr>
          <w:p w14:paraId="28459E53" w14:textId="77777777" w:rsidR="008253E0" w:rsidRPr="00276270" w:rsidRDefault="008253E0" w:rsidP="00061E85">
            <w:pPr>
              <w:pStyle w:val="DCETexte"/>
              <w:jc w:val="center"/>
            </w:pPr>
            <w:r w:rsidRPr="00276270">
              <w:t xml:space="preserve">Type </w:t>
            </w:r>
            <w:r w:rsidRPr="00276270">
              <w:br/>
              <w:t>de produit</w:t>
            </w:r>
          </w:p>
        </w:tc>
        <w:tc>
          <w:tcPr>
            <w:tcW w:w="4339" w:type="dxa"/>
            <w:vAlign w:val="center"/>
          </w:tcPr>
          <w:p w14:paraId="11D7AC9F" w14:textId="77777777" w:rsidR="008253E0" w:rsidRPr="00276270" w:rsidRDefault="008253E0" w:rsidP="00061E85">
            <w:pPr>
              <w:pStyle w:val="DCETexte"/>
              <w:jc w:val="center"/>
            </w:pPr>
            <w:r w:rsidRPr="00276270">
              <w:t>Conforme aux critères d’un écolabel</w:t>
            </w:r>
          </w:p>
          <w:p w14:paraId="1A061AC5" w14:textId="77777777" w:rsidR="008253E0" w:rsidRPr="00276270" w:rsidRDefault="008253E0" w:rsidP="00061E85">
            <w:pPr>
              <w:pStyle w:val="DCETexte"/>
              <w:jc w:val="center"/>
            </w:pPr>
            <w:r w:rsidRPr="00276270">
              <w:t>(</w:t>
            </w:r>
            <w:proofErr w:type="gramStart"/>
            <w:r w:rsidRPr="00276270">
              <w:t>oui</w:t>
            </w:r>
            <w:proofErr w:type="gramEnd"/>
            <w:r w:rsidRPr="00276270">
              <w:t>/non)</w:t>
            </w:r>
          </w:p>
          <w:p w14:paraId="773DA438" w14:textId="77777777" w:rsidR="008253E0" w:rsidRPr="00276270" w:rsidRDefault="008253E0" w:rsidP="00061E85">
            <w:pPr>
              <w:pStyle w:val="DCETexte"/>
              <w:jc w:val="center"/>
            </w:pPr>
            <w:r w:rsidRPr="00276270">
              <w:t>(</w:t>
            </w:r>
            <w:r w:rsidRPr="00276270">
              <w:rPr>
                <w:b/>
              </w:rPr>
              <w:t>Si oui fournir l’attestation</w:t>
            </w:r>
            <w:r w:rsidRPr="00276270">
              <w:t>)</w:t>
            </w:r>
          </w:p>
        </w:tc>
      </w:tr>
      <w:tr w:rsidR="008253E0" w:rsidRPr="00276270" w14:paraId="5E7BE9E7" w14:textId="77777777" w:rsidTr="00061E85">
        <w:trPr>
          <w:trHeight w:hRule="exact" w:val="454"/>
        </w:trPr>
        <w:tc>
          <w:tcPr>
            <w:tcW w:w="3061" w:type="dxa"/>
          </w:tcPr>
          <w:p w14:paraId="1DB4538A" w14:textId="77777777" w:rsidR="008253E0" w:rsidRPr="00276270" w:rsidRDefault="008253E0" w:rsidP="00061E85">
            <w:pPr>
              <w:pStyle w:val="DCETexte"/>
            </w:pPr>
          </w:p>
        </w:tc>
        <w:tc>
          <w:tcPr>
            <w:tcW w:w="1559" w:type="dxa"/>
          </w:tcPr>
          <w:p w14:paraId="29F5883C" w14:textId="77777777" w:rsidR="008253E0" w:rsidRPr="00276270" w:rsidRDefault="008253E0" w:rsidP="00061E85">
            <w:pPr>
              <w:pStyle w:val="DCETexte"/>
            </w:pPr>
          </w:p>
        </w:tc>
        <w:tc>
          <w:tcPr>
            <w:tcW w:w="4339" w:type="dxa"/>
          </w:tcPr>
          <w:p w14:paraId="4B783AFD" w14:textId="77777777" w:rsidR="008253E0" w:rsidRPr="00276270" w:rsidRDefault="008253E0" w:rsidP="00061E85">
            <w:pPr>
              <w:pStyle w:val="DCETexte"/>
            </w:pPr>
          </w:p>
        </w:tc>
      </w:tr>
      <w:tr w:rsidR="008253E0" w:rsidRPr="00276270" w14:paraId="25705EB6" w14:textId="77777777" w:rsidTr="00061E85">
        <w:trPr>
          <w:trHeight w:hRule="exact" w:val="454"/>
        </w:trPr>
        <w:tc>
          <w:tcPr>
            <w:tcW w:w="3061" w:type="dxa"/>
          </w:tcPr>
          <w:p w14:paraId="52C935A2" w14:textId="77777777" w:rsidR="008253E0" w:rsidRPr="00276270" w:rsidRDefault="008253E0" w:rsidP="00061E85">
            <w:pPr>
              <w:pStyle w:val="DCETexte"/>
            </w:pPr>
          </w:p>
        </w:tc>
        <w:tc>
          <w:tcPr>
            <w:tcW w:w="1559" w:type="dxa"/>
          </w:tcPr>
          <w:p w14:paraId="0C1B6537" w14:textId="77777777" w:rsidR="008253E0" w:rsidRPr="00276270" w:rsidRDefault="008253E0" w:rsidP="00061E85">
            <w:pPr>
              <w:pStyle w:val="DCETexte"/>
            </w:pPr>
          </w:p>
        </w:tc>
        <w:tc>
          <w:tcPr>
            <w:tcW w:w="4339" w:type="dxa"/>
          </w:tcPr>
          <w:p w14:paraId="1206AEE6" w14:textId="77777777" w:rsidR="008253E0" w:rsidRPr="00276270" w:rsidRDefault="008253E0" w:rsidP="00061E85">
            <w:pPr>
              <w:pStyle w:val="DCETexte"/>
            </w:pPr>
          </w:p>
        </w:tc>
      </w:tr>
      <w:tr w:rsidR="008253E0" w:rsidRPr="00276270" w14:paraId="7FA3A9C9" w14:textId="77777777" w:rsidTr="00061E85">
        <w:trPr>
          <w:trHeight w:hRule="exact" w:val="454"/>
        </w:trPr>
        <w:tc>
          <w:tcPr>
            <w:tcW w:w="3061" w:type="dxa"/>
          </w:tcPr>
          <w:p w14:paraId="62EE2596" w14:textId="77777777" w:rsidR="008253E0" w:rsidRPr="00276270" w:rsidRDefault="008253E0" w:rsidP="00061E85">
            <w:pPr>
              <w:pStyle w:val="DCETexte"/>
            </w:pPr>
          </w:p>
        </w:tc>
        <w:tc>
          <w:tcPr>
            <w:tcW w:w="1559" w:type="dxa"/>
          </w:tcPr>
          <w:p w14:paraId="6524D18B" w14:textId="77777777" w:rsidR="008253E0" w:rsidRPr="00276270" w:rsidRDefault="008253E0" w:rsidP="00061E85">
            <w:pPr>
              <w:pStyle w:val="DCETexte"/>
            </w:pPr>
          </w:p>
        </w:tc>
        <w:tc>
          <w:tcPr>
            <w:tcW w:w="4339" w:type="dxa"/>
          </w:tcPr>
          <w:p w14:paraId="5087AA78" w14:textId="77777777" w:rsidR="008253E0" w:rsidRPr="00276270" w:rsidRDefault="008253E0" w:rsidP="00061E85">
            <w:pPr>
              <w:pStyle w:val="DCETexte"/>
            </w:pPr>
          </w:p>
        </w:tc>
      </w:tr>
      <w:tr w:rsidR="008253E0" w:rsidRPr="00276270" w14:paraId="7A65209C" w14:textId="77777777" w:rsidTr="00061E85">
        <w:trPr>
          <w:trHeight w:hRule="exact" w:val="454"/>
        </w:trPr>
        <w:tc>
          <w:tcPr>
            <w:tcW w:w="3061" w:type="dxa"/>
          </w:tcPr>
          <w:p w14:paraId="44B58F50" w14:textId="77777777" w:rsidR="008253E0" w:rsidRPr="00276270" w:rsidRDefault="008253E0" w:rsidP="00061E85">
            <w:pPr>
              <w:pStyle w:val="DCETexte"/>
            </w:pPr>
          </w:p>
        </w:tc>
        <w:tc>
          <w:tcPr>
            <w:tcW w:w="1559" w:type="dxa"/>
          </w:tcPr>
          <w:p w14:paraId="0447BD51" w14:textId="77777777" w:rsidR="008253E0" w:rsidRPr="00276270" w:rsidRDefault="008253E0" w:rsidP="00061E85">
            <w:pPr>
              <w:pStyle w:val="DCETexte"/>
            </w:pPr>
          </w:p>
        </w:tc>
        <w:tc>
          <w:tcPr>
            <w:tcW w:w="4339" w:type="dxa"/>
          </w:tcPr>
          <w:p w14:paraId="4F368A51" w14:textId="77777777" w:rsidR="008253E0" w:rsidRPr="00276270" w:rsidRDefault="008253E0" w:rsidP="00061E85">
            <w:pPr>
              <w:pStyle w:val="DCETexte"/>
            </w:pPr>
          </w:p>
        </w:tc>
      </w:tr>
      <w:tr w:rsidR="008253E0" w:rsidRPr="00276270" w14:paraId="1E465602" w14:textId="77777777" w:rsidTr="00061E85">
        <w:trPr>
          <w:trHeight w:hRule="exact" w:val="454"/>
        </w:trPr>
        <w:tc>
          <w:tcPr>
            <w:tcW w:w="3061" w:type="dxa"/>
          </w:tcPr>
          <w:p w14:paraId="14A1030D" w14:textId="77777777" w:rsidR="008253E0" w:rsidRPr="00276270" w:rsidRDefault="008253E0" w:rsidP="00061E85">
            <w:pPr>
              <w:pStyle w:val="DCETexte"/>
            </w:pPr>
          </w:p>
        </w:tc>
        <w:tc>
          <w:tcPr>
            <w:tcW w:w="1559" w:type="dxa"/>
          </w:tcPr>
          <w:p w14:paraId="7FFEBF4B" w14:textId="77777777" w:rsidR="008253E0" w:rsidRPr="00276270" w:rsidRDefault="008253E0" w:rsidP="00061E85">
            <w:pPr>
              <w:pStyle w:val="DCETexte"/>
            </w:pPr>
          </w:p>
        </w:tc>
        <w:tc>
          <w:tcPr>
            <w:tcW w:w="4339" w:type="dxa"/>
          </w:tcPr>
          <w:p w14:paraId="6AFD9B93" w14:textId="77777777" w:rsidR="008253E0" w:rsidRPr="00276270" w:rsidRDefault="008253E0" w:rsidP="00061E85">
            <w:pPr>
              <w:pStyle w:val="DCETexte"/>
            </w:pPr>
          </w:p>
        </w:tc>
      </w:tr>
      <w:tr w:rsidR="008253E0" w:rsidRPr="00276270" w14:paraId="1BBEF57E" w14:textId="77777777" w:rsidTr="00061E85">
        <w:trPr>
          <w:trHeight w:hRule="exact" w:val="454"/>
        </w:trPr>
        <w:tc>
          <w:tcPr>
            <w:tcW w:w="3061" w:type="dxa"/>
          </w:tcPr>
          <w:p w14:paraId="0B5E4B18" w14:textId="77777777" w:rsidR="008253E0" w:rsidRPr="00276270" w:rsidRDefault="008253E0" w:rsidP="00061E85">
            <w:pPr>
              <w:pStyle w:val="DCETexte"/>
            </w:pPr>
          </w:p>
        </w:tc>
        <w:tc>
          <w:tcPr>
            <w:tcW w:w="1559" w:type="dxa"/>
          </w:tcPr>
          <w:p w14:paraId="3B738C52" w14:textId="77777777" w:rsidR="008253E0" w:rsidRPr="00276270" w:rsidRDefault="008253E0" w:rsidP="00061E85">
            <w:pPr>
              <w:pStyle w:val="DCETexte"/>
            </w:pPr>
          </w:p>
        </w:tc>
        <w:tc>
          <w:tcPr>
            <w:tcW w:w="4339" w:type="dxa"/>
          </w:tcPr>
          <w:p w14:paraId="5ADAECE5" w14:textId="77777777" w:rsidR="008253E0" w:rsidRPr="00276270" w:rsidRDefault="008253E0" w:rsidP="00061E85">
            <w:pPr>
              <w:pStyle w:val="DCETexte"/>
            </w:pPr>
          </w:p>
        </w:tc>
      </w:tr>
    </w:tbl>
    <w:p w14:paraId="07DCB69F" w14:textId="77777777" w:rsidR="008253E0" w:rsidRPr="00276270" w:rsidRDefault="008253E0" w:rsidP="008253E0">
      <w:pPr>
        <w:widowControl/>
        <w:jc w:val="both"/>
        <w:rPr>
          <w:b/>
        </w:rPr>
      </w:pPr>
    </w:p>
    <w:p w14:paraId="3956AF0E" w14:textId="77777777" w:rsidR="008253E0" w:rsidRDefault="008253E0" w:rsidP="008253E0">
      <w:pPr>
        <w:widowControl/>
        <w:jc w:val="both"/>
        <w:rPr>
          <w:b/>
        </w:rPr>
      </w:pPr>
    </w:p>
    <w:p w14:paraId="4D8675E4" w14:textId="77777777" w:rsidR="008253E0" w:rsidRDefault="008253E0" w:rsidP="008253E0">
      <w:pPr>
        <w:widowControl/>
        <w:jc w:val="both"/>
        <w:rPr>
          <w:b/>
        </w:rPr>
      </w:pPr>
    </w:p>
    <w:p w14:paraId="3A658272" w14:textId="77777777" w:rsidR="008253E0" w:rsidRDefault="008253E0" w:rsidP="008253E0">
      <w:pPr>
        <w:widowControl/>
        <w:jc w:val="both"/>
        <w:rPr>
          <w:b/>
        </w:rPr>
      </w:pPr>
    </w:p>
    <w:p w14:paraId="634A285A" w14:textId="77777777" w:rsidR="008253E0" w:rsidRDefault="008253E0" w:rsidP="008253E0">
      <w:pPr>
        <w:widowControl/>
        <w:jc w:val="both"/>
        <w:rPr>
          <w:b/>
        </w:rPr>
      </w:pPr>
    </w:p>
    <w:p w14:paraId="2EFAF5D7" w14:textId="684EA489" w:rsidR="008253E0" w:rsidRDefault="001E1868" w:rsidP="001E1868">
      <w:pPr>
        <w:pStyle w:val="DCETexte"/>
      </w:pPr>
      <w:r>
        <w:t>C. </w:t>
      </w:r>
      <w:r w:rsidR="008253E0">
        <w:t xml:space="preserve">Préciser s’il existe un système de </w:t>
      </w:r>
      <w:r w:rsidR="008253E0" w:rsidRPr="00E2256F">
        <w:rPr>
          <w:b/>
          <w:bCs/>
        </w:rPr>
        <w:t>dosage automatique des produits utilisés</w:t>
      </w:r>
      <w:r w:rsidR="008253E0">
        <w:rPr>
          <w:b/>
          <w:bCs/>
        </w:rPr>
        <w:t>.</w:t>
      </w:r>
    </w:p>
    <w:p w14:paraId="6CB5F738" w14:textId="77777777" w:rsidR="008253E0" w:rsidRPr="00276270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BDA0F70" w14:textId="77777777" w:rsidR="008253E0" w:rsidRPr="00276270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78F0B57" w14:textId="77777777" w:rsidR="008253E0" w:rsidRPr="00276270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5B2BF4D" w14:textId="77777777" w:rsidR="008253E0" w:rsidRPr="00276270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561DDBE" w14:textId="77777777" w:rsidR="008253E0" w:rsidRDefault="008253E0" w:rsidP="008253E0">
      <w:pPr>
        <w:pStyle w:val="DCETexte"/>
        <w:ind w:left="862"/>
      </w:pPr>
    </w:p>
    <w:p w14:paraId="668483A9" w14:textId="1C07DDF2" w:rsidR="008253E0" w:rsidRPr="00276270" w:rsidRDefault="001E1868" w:rsidP="001E1868">
      <w:pPr>
        <w:pStyle w:val="DCETexte"/>
      </w:pPr>
      <w:r w:rsidRPr="001E1868">
        <w:rPr>
          <w:b/>
          <w:bCs/>
        </w:rPr>
        <w:t>D</w:t>
      </w:r>
      <w:r>
        <w:t>. </w:t>
      </w:r>
      <w:r w:rsidR="008253E0" w:rsidRPr="00276270">
        <w:t xml:space="preserve">Décrire </w:t>
      </w:r>
      <w:r w:rsidR="008253E0">
        <w:t>le</w:t>
      </w:r>
      <w:r w:rsidR="008253E0" w:rsidRPr="00276270">
        <w:t xml:space="preserve"> </w:t>
      </w:r>
      <w:r w:rsidR="008253E0" w:rsidRPr="00CF2A00">
        <w:rPr>
          <w:b/>
        </w:rPr>
        <w:t>cycle de l’eau</w:t>
      </w:r>
      <w:r w:rsidR="008253E0">
        <w:t>.</w:t>
      </w:r>
      <w:r w:rsidR="008253E0" w:rsidRPr="00276270">
        <w:t xml:space="preserve"> S’il existe, explique</w:t>
      </w:r>
      <w:r w:rsidR="008253E0">
        <w:t>r</w:t>
      </w:r>
      <w:r w:rsidR="008253E0" w:rsidRPr="00276270">
        <w:t xml:space="preserve"> le processus de récupération et de recyclage de l’eau de lavage</w:t>
      </w:r>
      <w:r w:rsidR="008253E0">
        <w:t>.</w:t>
      </w:r>
      <w:r w:rsidR="008253E0" w:rsidRPr="00276270">
        <w:t xml:space="preserve"> Explique</w:t>
      </w:r>
      <w:r w:rsidR="008253E0">
        <w:t>r</w:t>
      </w:r>
      <w:r w:rsidR="008253E0" w:rsidRPr="00276270">
        <w:t xml:space="preserve"> le traitement des eaux de lavage avant </w:t>
      </w:r>
      <w:r w:rsidR="008253E0">
        <w:t xml:space="preserve">leur </w:t>
      </w:r>
      <w:r w:rsidR="008253E0" w:rsidRPr="00276270">
        <w:t>rejet</w:t>
      </w:r>
      <w:r w:rsidR="008253E0">
        <w:t>.</w:t>
      </w:r>
    </w:p>
    <w:p w14:paraId="04BBC8BC" w14:textId="77777777" w:rsidR="008253E0" w:rsidRPr="00276270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3107BB6" w14:textId="77777777" w:rsidR="008253E0" w:rsidRPr="00276270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A66BD6D" w14:textId="77777777" w:rsidR="008253E0" w:rsidRPr="00276270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27DBCEF" w14:textId="77777777" w:rsidR="008253E0" w:rsidRPr="00276270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CC621D2" w14:textId="77777777" w:rsidR="008253E0" w:rsidRDefault="008253E0" w:rsidP="008253E0">
      <w:pPr>
        <w:pStyle w:val="Paragraphedeliste"/>
        <w:widowControl/>
        <w:ind w:left="360"/>
        <w:jc w:val="both"/>
        <w:rPr>
          <w:bCs/>
        </w:rPr>
      </w:pPr>
    </w:p>
    <w:p w14:paraId="380C5F04" w14:textId="7CA8A5AD" w:rsidR="008253E0" w:rsidRPr="002502C5" w:rsidRDefault="001E1868" w:rsidP="001E1868">
      <w:pPr>
        <w:pStyle w:val="Paragraphedeliste"/>
        <w:widowControl/>
        <w:spacing w:before="120" w:after="120"/>
        <w:ind w:left="0"/>
        <w:contextualSpacing w:val="0"/>
        <w:jc w:val="both"/>
        <w:rPr>
          <w:bCs/>
        </w:rPr>
      </w:pPr>
      <w:r w:rsidRPr="001E1868">
        <w:rPr>
          <w:b/>
        </w:rPr>
        <w:t>E</w:t>
      </w:r>
      <w:r>
        <w:rPr>
          <w:bCs/>
        </w:rPr>
        <w:t>. </w:t>
      </w:r>
      <w:r w:rsidR="008253E0" w:rsidRPr="00355DAE">
        <w:rPr>
          <w:bCs/>
        </w:rPr>
        <w:t>Précise</w:t>
      </w:r>
      <w:r w:rsidR="008253E0">
        <w:rPr>
          <w:bCs/>
        </w:rPr>
        <w:t>r</w:t>
      </w:r>
      <w:r w:rsidR="008253E0" w:rsidRPr="00355DAE">
        <w:rPr>
          <w:bCs/>
        </w:rPr>
        <w:t xml:space="preserve"> si les équipements utilisés permettent la </w:t>
      </w:r>
      <w:r w:rsidR="008253E0" w:rsidRPr="00665BAD">
        <w:rPr>
          <w:b/>
        </w:rPr>
        <w:t>réduction de la consommation d’énergie</w:t>
      </w:r>
      <w:r w:rsidR="008253E0" w:rsidRPr="00355DAE">
        <w:rPr>
          <w:bCs/>
        </w:rPr>
        <w:t xml:space="preserve"> (calorifugeage, etc.).</w:t>
      </w:r>
    </w:p>
    <w:p w14:paraId="4DA5DB3E" w14:textId="77777777" w:rsidR="008253E0" w:rsidRDefault="008253E0" w:rsidP="008253E0">
      <w:pPr>
        <w:pStyle w:val="DCE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14:paraId="6ED8BB9A" w14:textId="77777777" w:rsidR="008253E0" w:rsidRDefault="008253E0" w:rsidP="008253E0">
      <w:pPr>
        <w:pStyle w:val="DCE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14:paraId="0BA1FA3C" w14:textId="77777777" w:rsidR="008253E0" w:rsidRDefault="008253E0" w:rsidP="008253E0">
      <w:pPr>
        <w:pStyle w:val="DCE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14:paraId="600989DD" w14:textId="77777777" w:rsidR="008253E0" w:rsidRDefault="008253E0" w:rsidP="008253E0">
      <w:pPr>
        <w:pStyle w:val="DCE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14:paraId="68FADAB8" w14:textId="77777777" w:rsidR="008253E0" w:rsidRDefault="008253E0" w:rsidP="008253E0">
      <w:pPr>
        <w:pStyle w:val="DCE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14:paraId="7AA5B336" w14:textId="77777777" w:rsidR="008253E0" w:rsidRDefault="008253E0" w:rsidP="008253E0">
      <w:pPr>
        <w:pStyle w:val="DCE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14:paraId="41D90DD0" w14:textId="77777777" w:rsidR="008253E0" w:rsidRDefault="008253E0" w:rsidP="008253E0">
      <w:pPr>
        <w:pStyle w:val="DCE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14:paraId="3EF3AD51" w14:textId="77777777" w:rsidR="008253E0" w:rsidRDefault="008253E0" w:rsidP="008253E0">
      <w:pPr>
        <w:pStyle w:val="DCE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14:paraId="254CE494" w14:textId="77777777" w:rsidR="008253E0" w:rsidRDefault="008253E0" w:rsidP="008253E0">
      <w:pPr>
        <w:pStyle w:val="Paragraphedeliste"/>
        <w:widowControl/>
        <w:ind w:left="360"/>
        <w:jc w:val="both"/>
        <w:rPr>
          <w:bCs/>
        </w:rPr>
      </w:pPr>
    </w:p>
    <w:p w14:paraId="11E9C7AD" w14:textId="568D9971" w:rsidR="008253E0" w:rsidRPr="00355DAE" w:rsidRDefault="001E1868" w:rsidP="001E1868">
      <w:pPr>
        <w:pStyle w:val="Paragraphedeliste"/>
        <w:widowControl/>
        <w:ind w:left="0"/>
        <w:jc w:val="both"/>
        <w:rPr>
          <w:bCs/>
        </w:rPr>
      </w:pPr>
      <w:r w:rsidRPr="001E1868">
        <w:rPr>
          <w:b/>
        </w:rPr>
        <w:t>F</w:t>
      </w:r>
      <w:r>
        <w:rPr>
          <w:bCs/>
        </w:rPr>
        <w:t>. </w:t>
      </w:r>
      <w:r w:rsidR="008253E0" w:rsidRPr="00355DAE">
        <w:rPr>
          <w:bCs/>
        </w:rPr>
        <w:t>Indique</w:t>
      </w:r>
      <w:r w:rsidR="008253E0">
        <w:rPr>
          <w:bCs/>
        </w:rPr>
        <w:t>r</w:t>
      </w:r>
      <w:r w:rsidR="008253E0" w:rsidRPr="00355DAE">
        <w:rPr>
          <w:bCs/>
        </w:rPr>
        <w:t xml:space="preserve"> la </w:t>
      </w:r>
      <w:r w:rsidR="008253E0" w:rsidRPr="00355DAE">
        <w:rPr>
          <w:b/>
        </w:rPr>
        <w:t>composition des emballages</w:t>
      </w:r>
      <w:r w:rsidR="008253E0" w:rsidRPr="00355DAE">
        <w:rPr>
          <w:bCs/>
        </w:rPr>
        <w:t xml:space="preserve"> utilisés pour le conditionnement et la livraison. Précise</w:t>
      </w:r>
      <w:r w:rsidR="008253E0">
        <w:rPr>
          <w:bCs/>
        </w:rPr>
        <w:t>r</w:t>
      </w:r>
      <w:r w:rsidR="008253E0" w:rsidRPr="00355DAE">
        <w:rPr>
          <w:bCs/>
        </w:rPr>
        <w:t xml:space="preserve"> </w:t>
      </w:r>
      <w:r w:rsidR="008253E0">
        <w:rPr>
          <w:bCs/>
        </w:rPr>
        <w:t>s’ils</w:t>
      </w:r>
      <w:r w:rsidR="008253E0" w:rsidRPr="00355DAE">
        <w:rPr>
          <w:bCs/>
        </w:rPr>
        <w:t xml:space="preserve"> comportent des matières recyclées.</w:t>
      </w:r>
    </w:p>
    <w:p w14:paraId="509DFD61" w14:textId="77777777" w:rsidR="008253E0" w:rsidRDefault="008253E0" w:rsidP="008253E0">
      <w:pPr>
        <w:pStyle w:val="DCETexte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80E61A8" w14:textId="77777777" w:rsidR="008253E0" w:rsidRDefault="008253E0" w:rsidP="008253E0">
      <w:pPr>
        <w:pStyle w:val="DCETexte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AC547B1" w14:textId="77777777" w:rsidR="008253E0" w:rsidRDefault="008253E0" w:rsidP="008253E0">
      <w:pPr>
        <w:pStyle w:val="DCETexte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D5C2D17" w14:textId="77777777" w:rsidR="008253E0" w:rsidRDefault="008253E0" w:rsidP="008253E0">
      <w:pPr>
        <w:pStyle w:val="DCETexte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43A9264" w14:textId="77777777" w:rsidR="008253E0" w:rsidRDefault="008253E0" w:rsidP="008253E0">
      <w:pPr>
        <w:pStyle w:val="DCETexte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60EC14C" w14:textId="77777777" w:rsidR="008253E0" w:rsidRDefault="008253E0" w:rsidP="008253E0">
      <w:pPr>
        <w:pStyle w:val="DCETexte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F1A5894" w14:textId="77777777" w:rsidR="008253E0" w:rsidRDefault="008253E0" w:rsidP="008253E0">
      <w:pPr>
        <w:pStyle w:val="DCETexte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0C4E2AE" w14:textId="77777777" w:rsidR="008253E0" w:rsidRDefault="008253E0" w:rsidP="008253E0">
      <w:pPr>
        <w:pStyle w:val="DCETexte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C3920E7" w14:textId="77777777" w:rsidR="008253E0" w:rsidRDefault="008253E0" w:rsidP="008253E0">
      <w:pPr>
        <w:pStyle w:val="Paragraphedeliste"/>
        <w:widowControl/>
        <w:ind w:left="862"/>
        <w:jc w:val="both"/>
        <w:rPr>
          <w:bCs/>
        </w:rPr>
      </w:pPr>
    </w:p>
    <w:p w14:paraId="26B002C7" w14:textId="77777777" w:rsidR="008253E0" w:rsidRDefault="008253E0" w:rsidP="008253E0">
      <w:pPr>
        <w:pStyle w:val="Paragraphedeliste"/>
        <w:widowControl/>
        <w:ind w:left="862"/>
        <w:jc w:val="both"/>
        <w:rPr>
          <w:bCs/>
        </w:rPr>
      </w:pPr>
    </w:p>
    <w:p w14:paraId="4967635C" w14:textId="77777777" w:rsidR="008253E0" w:rsidRDefault="008253E0" w:rsidP="008253E0">
      <w:pPr>
        <w:pStyle w:val="Paragraphedeliste"/>
        <w:widowControl/>
        <w:ind w:left="862"/>
        <w:jc w:val="both"/>
        <w:rPr>
          <w:bCs/>
        </w:rPr>
      </w:pPr>
    </w:p>
    <w:p w14:paraId="1E5B9CD0" w14:textId="77777777" w:rsidR="008253E0" w:rsidRPr="008B6771" w:rsidRDefault="008253E0" w:rsidP="008253E0">
      <w:pPr>
        <w:widowControl/>
        <w:jc w:val="both"/>
        <w:rPr>
          <w:bCs/>
        </w:rPr>
      </w:pPr>
    </w:p>
    <w:p w14:paraId="3B9B899D" w14:textId="533F7063" w:rsidR="008253E0" w:rsidRPr="00276270" w:rsidRDefault="001E1868" w:rsidP="001E1868">
      <w:pPr>
        <w:widowControl/>
        <w:jc w:val="both"/>
      </w:pPr>
      <w:r w:rsidRPr="001E1868">
        <w:rPr>
          <w:b/>
          <w:bCs/>
        </w:rPr>
        <w:t>G</w:t>
      </w:r>
      <w:r>
        <w:t>. </w:t>
      </w:r>
      <w:r w:rsidR="008253E0" w:rsidRPr="00276270">
        <w:t xml:space="preserve">Indiquer les moyens utilisés pour la </w:t>
      </w:r>
      <w:r w:rsidR="008253E0" w:rsidRPr="001E1868">
        <w:rPr>
          <w:b/>
          <w:bCs/>
        </w:rPr>
        <w:t>livraison</w:t>
      </w:r>
      <w:r w:rsidR="008253E0" w:rsidRPr="00276270">
        <w:t xml:space="preserve"> des articles objet du présent marché (véhicule, marque, type de motorisation, recours à un transporteur, etc.).</w:t>
      </w:r>
    </w:p>
    <w:p w14:paraId="58FB32C3" w14:textId="77777777" w:rsidR="008253E0" w:rsidRDefault="008253E0" w:rsidP="008253E0">
      <w:pPr>
        <w:widowControl/>
        <w:jc w:val="both"/>
      </w:pPr>
    </w:p>
    <w:p w14:paraId="37D73DCE" w14:textId="77777777" w:rsidR="008253E0" w:rsidRDefault="008253E0" w:rsidP="008253E0">
      <w:pPr>
        <w:widowControl/>
        <w:jc w:val="both"/>
      </w:pPr>
      <w:r w:rsidRPr="00276270">
        <w:t xml:space="preserve">Le soumissionnaire doit </w:t>
      </w:r>
      <w:r w:rsidRPr="00355DAE">
        <w:rPr>
          <w:b/>
          <w:bCs/>
          <w:u w:val="single"/>
        </w:rPr>
        <w:t>joindre impérativement une copie des cartes grises</w:t>
      </w:r>
      <w:r w:rsidRPr="00276270">
        <w:t xml:space="preserve"> des véhicules concernés.</w:t>
      </w:r>
    </w:p>
    <w:p w14:paraId="576ACEF1" w14:textId="77777777" w:rsidR="008253E0" w:rsidRPr="004E1CEA" w:rsidRDefault="008253E0" w:rsidP="008253E0">
      <w:pPr>
        <w:widowControl/>
        <w:jc w:val="both"/>
        <w:rPr>
          <w:bCs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0"/>
      </w:tblGrid>
      <w:tr w:rsidR="008253E0" w:rsidRPr="00276270" w14:paraId="71AC0E0A" w14:textId="77777777" w:rsidTr="00061E85">
        <w:trPr>
          <w:trHeight w:val="5869"/>
        </w:trPr>
        <w:tc>
          <w:tcPr>
            <w:tcW w:w="8640" w:type="dxa"/>
          </w:tcPr>
          <w:p w14:paraId="3791DBDA" w14:textId="77777777" w:rsidR="008253E0" w:rsidRPr="00276270" w:rsidRDefault="008253E0" w:rsidP="00061E85">
            <w:pPr>
              <w:pStyle w:val="DCECorpsdetexte"/>
              <w:ind w:firstLine="0"/>
              <w:rPr>
                <w:szCs w:val="24"/>
              </w:rPr>
            </w:pPr>
          </w:p>
        </w:tc>
      </w:tr>
    </w:tbl>
    <w:p w14:paraId="70A37949" w14:textId="77777777" w:rsidR="008253E0" w:rsidRDefault="008253E0" w:rsidP="008253E0">
      <w:pPr>
        <w:pStyle w:val="Paragraphedeliste"/>
        <w:widowControl/>
        <w:ind w:left="360"/>
        <w:jc w:val="both"/>
      </w:pPr>
    </w:p>
    <w:p w14:paraId="4A70D5D6" w14:textId="135B7703" w:rsidR="008253E0" w:rsidRPr="00276270" w:rsidRDefault="001E1868" w:rsidP="001E1868">
      <w:pPr>
        <w:widowControl/>
        <w:jc w:val="both"/>
      </w:pPr>
      <w:r w:rsidRPr="001E1868">
        <w:rPr>
          <w:b/>
          <w:bCs/>
        </w:rPr>
        <w:t>H</w:t>
      </w:r>
      <w:r>
        <w:t>. </w:t>
      </w:r>
      <w:r w:rsidR="008253E0" w:rsidRPr="00276270">
        <w:t xml:space="preserve">Indiquer toutes autres mesures, directement en lien avec l’objet et l’exécution des prestations du présent marché, visant à réduire son </w:t>
      </w:r>
      <w:r w:rsidR="008253E0" w:rsidRPr="001E1868">
        <w:rPr>
          <w:b/>
          <w:bCs/>
        </w:rPr>
        <w:t>impact environnemental</w:t>
      </w:r>
      <w:r w:rsidR="008253E0" w:rsidRPr="00276270">
        <w:t>.</w:t>
      </w:r>
    </w:p>
    <w:p w14:paraId="65C8575E" w14:textId="77777777" w:rsidR="008253E0" w:rsidRPr="00276270" w:rsidRDefault="008253E0" w:rsidP="008253E0">
      <w:pPr>
        <w:ind w:left="360"/>
        <w:jc w:val="both"/>
        <w:rPr>
          <w:b/>
          <w:bCs/>
        </w:rPr>
      </w:pPr>
    </w:p>
    <w:p w14:paraId="51CCAF2D" w14:textId="77777777" w:rsidR="008253E0" w:rsidRPr="00276270" w:rsidRDefault="008253E0" w:rsidP="001E1868">
      <w:pPr>
        <w:jc w:val="both"/>
        <w:rPr>
          <w:b/>
          <w:bCs/>
          <w:u w:val="single"/>
        </w:rPr>
      </w:pPr>
      <w:r w:rsidRPr="00276270">
        <w:rPr>
          <w:b/>
          <w:bCs/>
        </w:rPr>
        <w:t xml:space="preserve">Il n’est pas demandé ici de décrire les mesures d’ordre général concernant la politique environnementale de l’entreprise, qui ne peuvent pas être prises en compte. Seules doivent être indiquées les </w:t>
      </w:r>
      <w:r w:rsidRPr="00276270">
        <w:rPr>
          <w:b/>
          <w:bCs/>
          <w:u w:val="single"/>
        </w:rPr>
        <w:t xml:space="preserve">mesures ayant un lien direct avec l’exécution des prestations du présent marché </w:t>
      </w:r>
    </w:p>
    <w:p w14:paraId="34693F1E" w14:textId="77777777" w:rsidR="008253E0" w:rsidRPr="00276270" w:rsidRDefault="008253E0" w:rsidP="001E1868">
      <w:pPr>
        <w:jc w:val="both"/>
        <w:rPr>
          <w:u w:val="single"/>
        </w:rPr>
      </w:pPr>
    </w:p>
    <w:p w14:paraId="44A73FB5" w14:textId="77777777" w:rsidR="008253E0" w:rsidRPr="00276270" w:rsidRDefault="008253E0" w:rsidP="001E1868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5F43EC7A" w14:textId="77777777" w:rsidR="008253E0" w:rsidRPr="00276270" w:rsidRDefault="008253E0" w:rsidP="008253E0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4BD3E979" w14:textId="77777777" w:rsidR="008253E0" w:rsidRPr="00276270" w:rsidRDefault="008253E0" w:rsidP="008253E0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1BB0A90A" w14:textId="77777777" w:rsidR="008253E0" w:rsidRPr="00276270" w:rsidRDefault="008253E0" w:rsidP="008253E0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6351B58E" w14:textId="77777777" w:rsidR="008253E0" w:rsidRPr="00276270" w:rsidRDefault="008253E0" w:rsidP="008253E0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50AEE905" w14:textId="77777777" w:rsidR="008253E0" w:rsidRPr="00276270" w:rsidRDefault="008253E0" w:rsidP="008253E0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612E35E3" w14:textId="77777777" w:rsidR="008253E0" w:rsidRPr="00276270" w:rsidRDefault="008253E0" w:rsidP="008253E0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44D633D6" w14:textId="77777777" w:rsidR="008253E0" w:rsidRDefault="008253E0" w:rsidP="008253E0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688F6192" w14:textId="77777777" w:rsidR="008253E0" w:rsidRDefault="008253E0" w:rsidP="008253E0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5F9F0D28" w14:textId="77777777" w:rsidR="008253E0" w:rsidRPr="00276270" w:rsidRDefault="008253E0" w:rsidP="008253E0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73C89FAE" w14:textId="77777777" w:rsidR="008253E0" w:rsidRPr="00276270" w:rsidRDefault="008253E0" w:rsidP="008253E0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72A2C27B" w14:textId="77777777" w:rsidR="008253E0" w:rsidRPr="00276270" w:rsidRDefault="008253E0" w:rsidP="008253E0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</w:pPr>
    </w:p>
    <w:p w14:paraId="690BD4A7" w14:textId="77777777" w:rsidR="008253E0" w:rsidRPr="00276270" w:rsidRDefault="008253E0" w:rsidP="008253E0">
      <w:pPr>
        <w:widowControl/>
        <w:jc w:val="both"/>
        <w:rPr>
          <w:b/>
        </w:rPr>
      </w:pPr>
    </w:p>
    <w:p w14:paraId="05EA0122" w14:textId="77777777" w:rsidR="008253E0" w:rsidRDefault="008253E0" w:rsidP="008253E0">
      <w:pPr>
        <w:widowControl/>
        <w:jc w:val="both"/>
        <w:rPr>
          <w:b/>
        </w:rPr>
      </w:pPr>
    </w:p>
    <w:p w14:paraId="7D3A2F7E" w14:textId="77777777" w:rsidR="008253E0" w:rsidRPr="001E3DB4" w:rsidRDefault="008253E0" w:rsidP="008253E0">
      <w:pPr>
        <w:widowControl/>
        <w:jc w:val="both"/>
        <w:rPr>
          <w:b/>
        </w:rPr>
      </w:pPr>
      <w:r w:rsidRPr="001E3DB4">
        <w:rPr>
          <w:b/>
        </w:rPr>
        <w:t>III. Critère des conditions et délais de livraison et d’intervention</w:t>
      </w:r>
    </w:p>
    <w:p w14:paraId="3C3CF32E" w14:textId="77777777" w:rsidR="008253E0" w:rsidRDefault="008253E0" w:rsidP="008253E0">
      <w:pPr>
        <w:pStyle w:val="DCETexte"/>
        <w:rPr>
          <w:b/>
          <w:bCs/>
        </w:rPr>
      </w:pPr>
    </w:p>
    <w:p w14:paraId="5AAF340F" w14:textId="2E19A060" w:rsidR="008253E0" w:rsidRPr="00276270" w:rsidRDefault="00A96D20" w:rsidP="008253E0">
      <w:pPr>
        <w:pStyle w:val="DCETexte"/>
        <w:keepNext/>
        <w:keepLines/>
      </w:pPr>
      <w:r>
        <w:rPr>
          <w:b/>
          <w:bCs/>
        </w:rPr>
        <w:t>A</w:t>
      </w:r>
      <w:r w:rsidR="001E1868">
        <w:rPr>
          <w:b/>
          <w:bCs/>
        </w:rPr>
        <w:t>. </w:t>
      </w:r>
      <w:r w:rsidR="008253E0">
        <w:t xml:space="preserve"> </w:t>
      </w:r>
      <w:r w:rsidR="008253E0" w:rsidRPr="00276270">
        <w:rPr>
          <w:b/>
          <w:bCs/>
        </w:rPr>
        <w:t>Pour une prestation à réaliser</w:t>
      </w:r>
      <w:r w:rsidR="008253E0">
        <w:rPr>
          <w:b/>
          <w:bCs/>
        </w:rPr>
        <w:t>,</w:t>
      </w:r>
      <w:r w:rsidR="008253E0" w:rsidRPr="00276270">
        <w:rPr>
          <w:b/>
          <w:bCs/>
        </w:rPr>
        <w:t xml:space="preserve"> </w:t>
      </w:r>
      <w:r w:rsidR="008253E0" w:rsidRPr="006020F4">
        <w:rPr>
          <w:b/>
          <w:bCs/>
          <w:u w:val="single"/>
        </w:rPr>
        <w:t>sur place</w:t>
      </w:r>
      <w:r w:rsidR="008253E0">
        <w:rPr>
          <w:b/>
          <w:bCs/>
          <w:u w:val="single"/>
        </w:rPr>
        <w:t>,</w:t>
      </w:r>
      <w:r w:rsidR="008253E0">
        <w:rPr>
          <w:b/>
          <w:bCs/>
        </w:rPr>
        <w:t xml:space="preserve"> de</w:t>
      </w:r>
      <w:r w:rsidR="008253E0" w:rsidRPr="006E2816">
        <w:rPr>
          <w:b/>
          <w:bCs/>
        </w:rPr>
        <w:t xml:space="preserve"> nettoyage de doubles-rideaux, de tapis et de sièges, </w:t>
      </w:r>
      <w:r w:rsidR="008253E0" w:rsidRPr="00276270">
        <w:t xml:space="preserve">quel </w:t>
      </w:r>
      <w:r w:rsidR="008253E0" w:rsidRPr="00276270">
        <w:rPr>
          <w:bCs/>
        </w:rPr>
        <w:t>délai d’intervention l’entreprise</w:t>
      </w:r>
      <w:r w:rsidR="008253E0" w:rsidRPr="00276270">
        <w:t xml:space="preserve"> s’engage-t-elle à respecter à compter de l’envoi d’un bon de commande ?</w:t>
      </w:r>
    </w:p>
    <w:p w14:paraId="0E6D12B9" w14:textId="77777777" w:rsidR="008253E0" w:rsidRPr="00276270" w:rsidRDefault="008253E0" w:rsidP="008253E0">
      <w:pPr>
        <w:pStyle w:val="DCETexte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76270">
        <w:t xml:space="preserve">- En cas d’une demande normale (ce délai ne peut excéder </w:t>
      </w:r>
      <w:r w:rsidRPr="00A855F3">
        <w:rPr>
          <w:b/>
          <w:bCs/>
        </w:rPr>
        <w:t>sept jours calendaires</w:t>
      </w:r>
      <w:r w:rsidRPr="00276270">
        <w:t xml:space="preserve"> à compter de l’envoi du bon de commande, conformément à l’article 7.2 du CCAP) :</w:t>
      </w:r>
    </w:p>
    <w:p w14:paraId="0973EC92" w14:textId="77777777" w:rsidR="008253E0" w:rsidRPr="00276270" w:rsidRDefault="008253E0" w:rsidP="008253E0">
      <w:pPr>
        <w:pStyle w:val="DCETexte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i/>
          <w:iCs/>
        </w:rPr>
      </w:pPr>
      <w:r w:rsidRPr="00276270">
        <w:rPr>
          <w:i/>
          <w:iCs/>
        </w:rPr>
        <w:t xml:space="preserve">Délai </w:t>
      </w:r>
      <w:r>
        <w:rPr>
          <w:i/>
          <w:iCs/>
        </w:rPr>
        <w:t xml:space="preserve">à </w:t>
      </w:r>
      <w:r w:rsidRPr="00276270">
        <w:rPr>
          <w:i/>
          <w:iCs/>
        </w:rPr>
        <w:t>exprim</w:t>
      </w:r>
      <w:r>
        <w:rPr>
          <w:i/>
          <w:iCs/>
        </w:rPr>
        <w:t xml:space="preserve">er </w:t>
      </w:r>
      <w:r w:rsidRPr="00276270">
        <w:rPr>
          <w:i/>
          <w:iCs/>
        </w:rPr>
        <w:t xml:space="preserve">en jours calendaires à compter de </w:t>
      </w:r>
      <w:r w:rsidRPr="00276270">
        <w:rPr>
          <w:i/>
          <w:iCs/>
          <w:u w:val="single"/>
        </w:rPr>
        <w:t>l’</w:t>
      </w:r>
      <w:r>
        <w:rPr>
          <w:i/>
          <w:iCs/>
          <w:u w:val="single"/>
        </w:rPr>
        <w:t>envoi</w:t>
      </w:r>
      <w:r w:rsidRPr="00276270">
        <w:rPr>
          <w:i/>
          <w:iCs/>
          <w:u w:val="single"/>
        </w:rPr>
        <w:t xml:space="preserve"> du bon de commande</w:t>
      </w:r>
      <w:r w:rsidRPr="00276270">
        <w:rPr>
          <w:i/>
          <w:iCs/>
        </w:rPr>
        <w:t> :</w:t>
      </w:r>
    </w:p>
    <w:p w14:paraId="3F475AB5" w14:textId="77777777" w:rsidR="008253E0" w:rsidRPr="00276270" w:rsidRDefault="008253E0" w:rsidP="008253E0">
      <w:pPr>
        <w:pStyle w:val="DCETexte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14:paraId="2F6F980A" w14:textId="77777777" w:rsidR="008253E0" w:rsidRDefault="008253E0" w:rsidP="008253E0">
      <w:pPr>
        <w:pStyle w:val="DCETexte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14:paraId="672879A4" w14:textId="77777777" w:rsidR="008253E0" w:rsidRPr="00276270" w:rsidRDefault="008253E0" w:rsidP="008253E0">
      <w:pPr>
        <w:pStyle w:val="DCETexte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14:paraId="16CF89C2" w14:textId="54F995EB" w:rsidR="008253E0" w:rsidRPr="00276270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76270">
        <w:t xml:space="preserve">- En cas d’urgence (ce délai ne peut excéder </w:t>
      </w:r>
      <w:r w:rsidRPr="00A855F3">
        <w:rPr>
          <w:b/>
          <w:bCs/>
        </w:rPr>
        <w:t>trois jours, hors week-end et jours fériés</w:t>
      </w:r>
      <w:r>
        <w:t>,</w:t>
      </w:r>
      <w:r w:rsidRPr="00276270">
        <w:t> à compter de l’envoi du bon de commande, conformément à l’article 7.2</w:t>
      </w:r>
      <w:r>
        <w:t>.</w:t>
      </w:r>
      <w:r w:rsidRPr="00276270">
        <w:t xml:space="preserve"> </w:t>
      </w:r>
      <w:proofErr w:type="gramStart"/>
      <w:r w:rsidRPr="00276270">
        <w:t>du</w:t>
      </w:r>
      <w:proofErr w:type="gramEnd"/>
      <w:r w:rsidRPr="00276270">
        <w:t xml:space="preserve"> CCAP) :</w:t>
      </w:r>
    </w:p>
    <w:p w14:paraId="32E490A6" w14:textId="77777777" w:rsidR="008253E0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</w:rPr>
      </w:pPr>
      <w:r w:rsidRPr="00276270">
        <w:rPr>
          <w:i/>
          <w:iCs/>
        </w:rPr>
        <w:t xml:space="preserve">Délai </w:t>
      </w:r>
      <w:r>
        <w:rPr>
          <w:i/>
          <w:iCs/>
        </w:rPr>
        <w:t xml:space="preserve">à </w:t>
      </w:r>
      <w:r w:rsidRPr="00276270">
        <w:rPr>
          <w:i/>
          <w:iCs/>
        </w:rPr>
        <w:t>exprim</w:t>
      </w:r>
      <w:r>
        <w:rPr>
          <w:i/>
          <w:iCs/>
        </w:rPr>
        <w:t>er</w:t>
      </w:r>
      <w:r w:rsidRPr="00276270">
        <w:rPr>
          <w:i/>
          <w:iCs/>
        </w:rPr>
        <w:t xml:space="preserve"> en jours calendaires à compter de </w:t>
      </w:r>
      <w:r w:rsidRPr="00276270">
        <w:rPr>
          <w:i/>
          <w:iCs/>
          <w:u w:val="single"/>
        </w:rPr>
        <w:t>l’</w:t>
      </w:r>
      <w:r>
        <w:rPr>
          <w:i/>
          <w:iCs/>
          <w:u w:val="single"/>
        </w:rPr>
        <w:t xml:space="preserve">envoi </w:t>
      </w:r>
      <w:r w:rsidRPr="00276270">
        <w:rPr>
          <w:i/>
          <w:iCs/>
          <w:u w:val="single"/>
        </w:rPr>
        <w:t>du bon de commande</w:t>
      </w:r>
      <w:r>
        <w:rPr>
          <w:i/>
          <w:iCs/>
        </w:rPr>
        <w:t> :</w:t>
      </w:r>
    </w:p>
    <w:p w14:paraId="058DFA7D" w14:textId="77777777" w:rsidR="008253E0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</w:rPr>
      </w:pPr>
    </w:p>
    <w:p w14:paraId="32CF3A25" w14:textId="77777777" w:rsidR="008253E0" w:rsidRPr="00276270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</w:rPr>
      </w:pPr>
    </w:p>
    <w:p w14:paraId="52F661C6" w14:textId="77777777" w:rsidR="008253E0" w:rsidRPr="00276270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14:paraId="5111DBF2" w14:textId="77777777" w:rsidR="008253E0" w:rsidRDefault="008253E0" w:rsidP="008253E0">
      <w:pPr>
        <w:pStyle w:val="DCETexte"/>
        <w:rPr>
          <w:b/>
          <w:bCs/>
        </w:rPr>
      </w:pPr>
    </w:p>
    <w:p w14:paraId="352FA5C9" w14:textId="282A5D3E" w:rsidR="008253E0" w:rsidRPr="00276270" w:rsidRDefault="00A96D20" w:rsidP="008253E0">
      <w:pPr>
        <w:pStyle w:val="DCETexte"/>
      </w:pPr>
      <w:r>
        <w:rPr>
          <w:b/>
          <w:bCs/>
        </w:rPr>
        <w:t>B</w:t>
      </w:r>
      <w:r w:rsidR="001E1868">
        <w:rPr>
          <w:b/>
          <w:bCs/>
        </w:rPr>
        <w:t>.</w:t>
      </w:r>
      <w:r w:rsidR="008253E0" w:rsidRPr="00276270">
        <w:t xml:space="preserve"> </w:t>
      </w:r>
      <w:r w:rsidR="008253E0" w:rsidRPr="00276270">
        <w:rPr>
          <w:b/>
          <w:bCs/>
        </w:rPr>
        <w:t>Pour une prestation à réaliser</w:t>
      </w:r>
      <w:r w:rsidR="008253E0">
        <w:rPr>
          <w:b/>
          <w:bCs/>
        </w:rPr>
        <w:t>,</w:t>
      </w:r>
      <w:r w:rsidR="008253E0" w:rsidRPr="00276270">
        <w:rPr>
          <w:b/>
          <w:bCs/>
        </w:rPr>
        <w:t xml:space="preserve"> </w:t>
      </w:r>
      <w:r w:rsidR="008253E0" w:rsidRPr="006020F4">
        <w:rPr>
          <w:b/>
          <w:bCs/>
          <w:u w:val="single"/>
        </w:rPr>
        <w:t>en atelier</w:t>
      </w:r>
      <w:r w:rsidR="008253E0">
        <w:rPr>
          <w:b/>
          <w:bCs/>
        </w:rPr>
        <w:t>, de nettoyage de doubles-rideaux ou de tapis rouges protocolaires</w:t>
      </w:r>
      <w:r w:rsidR="008253E0" w:rsidRPr="00276270">
        <w:t xml:space="preserve">, </w:t>
      </w:r>
      <w:r w:rsidR="008253E0" w:rsidRPr="00276270">
        <w:rPr>
          <w:bCs/>
        </w:rPr>
        <w:t xml:space="preserve">quel est le </w:t>
      </w:r>
      <w:r w:rsidR="008253E0" w:rsidRPr="00276270">
        <w:rPr>
          <w:b/>
        </w:rPr>
        <w:t>délai global, enlèvement et livraison inclus</w:t>
      </w:r>
      <w:r w:rsidR="008253E0" w:rsidRPr="00276270">
        <w:rPr>
          <w:bCs/>
        </w:rPr>
        <w:t xml:space="preserve"> s</w:t>
      </w:r>
      <w:r w:rsidR="008253E0" w:rsidRPr="00276270">
        <w:t xml:space="preserve">ur lequel l’entreprise s’engage (ce délai ne peut excéder </w:t>
      </w:r>
      <w:r w:rsidR="008253E0" w:rsidRPr="00A855F3">
        <w:rPr>
          <w:b/>
          <w:bCs/>
        </w:rPr>
        <w:t>sept jours calendaires</w:t>
      </w:r>
      <w:r w:rsidR="008253E0">
        <w:t xml:space="preserve"> </w:t>
      </w:r>
      <w:r w:rsidR="008253E0" w:rsidRPr="00276270">
        <w:t>à compter de l’envoi du bon de commande, conformément à l’article 7.2</w:t>
      </w:r>
      <w:r w:rsidR="008253E0">
        <w:t>.</w:t>
      </w:r>
      <w:r w:rsidR="008253E0" w:rsidRPr="00276270">
        <w:t xml:space="preserve"> </w:t>
      </w:r>
      <w:proofErr w:type="gramStart"/>
      <w:r w:rsidR="008253E0" w:rsidRPr="00276270">
        <w:t>du</w:t>
      </w:r>
      <w:proofErr w:type="gramEnd"/>
      <w:r w:rsidR="008253E0" w:rsidRPr="00276270">
        <w:t xml:space="preserve"> CCAP)  </w:t>
      </w:r>
    </w:p>
    <w:p w14:paraId="7FF7E5CF" w14:textId="77777777" w:rsidR="008253E0" w:rsidRPr="00276270" w:rsidRDefault="008253E0" w:rsidP="008253E0">
      <w:pPr>
        <w:pStyle w:val="DCETexte"/>
      </w:pPr>
      <w:r w:rsidRPr="00276270">
        <w:rPr>
          <w:i/>
          <w:iCs/>
        </w:rPr>
        <w:t xml:space="preserve">Délai </w:t>
      </w:r>
      <w:r>
        <w:rPr>
          <w:i/>
          <w:iCs/>
        </w:rPr>
        <w:t xml:space="preserve">à </w:t>
      </w:r>
      <w:r w:rsidRPr="00276270">
        <w:rPr>
          <w:i/>
          <w:iCs/>
        </w:rPr>
        <w:t>exprim</w:t>
      </w:r>
      <w:r>
        <w:rPr>
          <w:i/>
          <w:iCs/>
        </w:rPr>
        <w:t>er</w:t>
      </w:r>
      <w:r w:rsidRPr="00276270">
        <w:rPr>
          <w:i/>
          <w:iCs/>
        </w:rPr>
        <w:t xml:space="preserve"> en jours calendaires à compter de </w:t>
      </w:r>
      <w:r w:rsidRPr="00276270">
        <w:rPr>
          <w:i/>
          <w:iCs/>
          <w:u w:val="single"/>
        </w:rPr>
        <w:t>l’</w:t>
      </w:r>
      <w:r>
        <w:rPr>
          <w:i/>
          <w:iCs/>
          <w:u w:val="single"/>
        </w:rPr>
        <w:t>envoi</w:t>
      </w:r>
      <w:r w:rsidRPr="00276270">
        <w:rPr>
          <w:i/>
          <w:iCs/>
          <w:u w:val="single"/>
        </w:rPr>
        <w:t xml:space="preserve"> du bon de commande</w:t>
      </w:r>
      <w:r w:rsidRPr="00276270">
        <w:t>, pour le nettoyage de :</w:t>
      </w:r>
    </w:p>
    <w:p w14:paraId="64383593" w14:textId="77777777" w:rsidR="008253E0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76270">
        <w:t>- Doubles-rideaux :</w:t>
      </w:r>
    </w:p>
    <w:p w14:paraId="5B6C4083" w14:textId="77777777" w:rsidR="008253E0" w:rsidRPr="00276270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2F3C1F2" w14:textId="77777777" w:rsidR="008253E0" w:rsidRPr="00276270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76270">
        <w:t xml:space="preserve">- Tapis rouges protocolaires : </w:t>
      </w:r>
    </w:p>
    <w:p w14:paraId="3C645162" w14:textId="77777777" w:rsidR="008253E0" w:rsidRPr="00276270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76270">
        <w:t> </w:t>
      </w:r>
    </w:p>
    <w:p w14:paraId="6F92E8BA" w14:textId="77777777" w:rsidR="008253E0" w:rsidRPr="004E1CEA" w:rsidRDefault="008253E0" w:rsidP="008253E0">
      <w:pPr>
        <w:pStyle w:val="DCETexte"/>
        <w:rPr>
          <w:b/>
          <w:bCs/>
          <w:sz w:val="12"/>
          <w:szCs w:val="12"/>
        </w:rPr>
      </w:pPr>
    </w:p>
    <w:p w14:paraId="71F71663" w14:textId="7C47C93E" w:rsidR="008253E0" w:rsidRDefault="00A96D20" w:rsidP="008253E0">
      <w:pPr>
        <w:pStyle w:val="DCETexte"/>
      </w:pPr>
      <w:r>
        <w:rPr>
          <w:b/>
          <w:bCs/>
        </w:rPr>
        <w:t>C</w:t>
      </w:r>
      <w:r w:rsidR="001E1868">
        <w:rPr>
          <w:b/>
          <w:bCs/>
        </w:rPr>
        <w:t>.</w:t>
      </w:r>
      <w:r w:rsidR="008253E0">
        <w:rPr>
          <w:b/>
          <w:bCs/>
        </w:rPr>
        <w:t xml:space="preserve"> </w:t>
      </w:r>
      <w:r w:rsidR="008253E0" w:rsidRPr="00CC6699">
        <w:t xml:space="preserve">Lister </w:t>
      </w:r>
      <w:r w:rsidR="008253E0" w:rsidRPr="00CF2A00">
        <w:rPr>
          <w:b/>
          <w:bCs/>
        </w:rPr>
        <w:t>les véhicules</w:t>
      </w:r>
      <w:r w:rsidR="008253E0" w:rsidRPr="00CC6699">
        <w:t xml:space="preserve"> dont l’entreprise dispose pour exécuter la prestation. Préciser si ceux</w:t>
      </w:r>
      <w:r w:rsidR="008253E0">
        <w:noBreakHyphen/>
      </w:r>
      <w:r w:rsidR="008253E0" w:rsidRPr="00CC6699">
        <w:t xml:space="preserve">ci permettent de transporter des </w:t>
      </w:r>
      <w:r w:rsidR="008253E0" w:rsidRPr="00CF2A00">
        <w:rPr>
          <w:b/>
          <w:bCs/>
        </w:rPr>
        <w:t>tapis de</w:t>
      </w:r>
      <w:r w:rsidR="008253E0" w:rsidRPr="00CC6699">
        <w:t xml:space="preserve"> </w:t>
      </w:r>
      <w:r w:rsidR="008253E0" w:rsidRPr="00CF2A00">
        <w:rPr>
          <w:b/>
          <w:bCs/>
        </w:rPr>
        <w:t>grand format</w:t>
      </w:r>
      <w:r w:rsidR="008253E0" w:rsidRPr="00CC6699">
        <w:t>, le cas échéant</w:t>
      </w:r>
      <w:r w:rsidR="008253E0">
        <w:t>,</w:t>
      </w:r>
      <w:r w:rsidR="008253E0" w:rsidRPr="00CC6699">
        <w:t xml:space="preserve"> </w:t>
      </w:r>
      <w:r w:rsidR="008253E0">
        <w:t xml:space="preserve">des tapis de </w:t>
      </w:r>
      <w:r w:rsidR="008253E0" w:rsidRPr="00CC6699">
        <w:t>type tapis d’Orient</w:t>
      </w:r>
      <w:r w:rsidR="008253E0">
        <w:t xml:space="preserve"> (comme par</w:t>
      </w:r>
      <w:r w:rsidR="008253E0" w:rsidRPr="00CC6699">
        <w:t xml:space="preserve"> exemple</w:t>
      </w:r>
      <w:r w:rsidR="008253E0">
        <w:t xml:space="preserve"> des tapis de </w:t>
      </w:r>
      <w:r w:rsidR="008253E0" w:rsidRPr="00CC6699">
        <w:t>510 x 400 cm, 527 x 359</w:t>
      </w:r>
      <w:r w:rsidR="008253E0">
        <w:t xml:space="preserve"> cm ou</w:t>
      </w:r>
      <w:r w:rsidR="008253E0" w:rsidRPr="00CC6699">
        <w:t xml:space="preserve"> 735 x 410</w:t>
      </w:r>
      <w:r w:rsidR="008253E0">
        <w:t xml:space="preserve"> cm</w:t>
      </w:r>
      <w:r w:rsidR="008253E0" w:rsidRPr="00CC6699">
        <w:t>)</w:t>
      </w:r>
      <w:r w:rsidR="008253E0">
        <w:t xml:space="preserve">. Indiquer la </w:t>
      </w:r>
      <w:r w:rsidR="008253E0" w:rsidRPr="00CF2A00">
        <w:rPr>
          <w:b/>
          <w:bCs/>
        </w:rPr>
        <w:t>taille maximale</w:t>
      </w:r>
      <w:r w:rsidR="008253E0">
        <w:t xml:space="preserve"> </w:t>
      </w:r>
      <w:r w:rsidR="008253E0" w:rsidRPr="00CF2A00">
        <w:rPr>
          <w:b/>
          <w:bCs/>
        </w:rPr>
        <w:t>des tapis</w:t>
      </w:r>
      <w:r w:rsidR="008253E0">
        <w:t xml:space="preserve"> qui peuvent être transportés par l’entreprise.</w:t>
      </w:r>
    </w:p>
    <w:p w14:paraId="2F22C6AE" w14:textId="77777777" w:rsidR="008253E0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42CDEA5" w14:textId="77777777" w:rsidR="008253E0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8664D30" w14:textId="77777777" w:rsidR="008253E0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7ABFDD4" w14:textId="77777777" w:rsidR="008253E0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C35B497" w14:textId="77777777" w:rsidR="008253E0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35DC106" w14:textId="77777777" w:rsidR="008253E0" w:rsidRPr="00276270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EC2D78C" w14:textId="77777777" w:rsidR="008253E0" w:rsidRPr="004E1CEA" w:rsidRDefault="008253E0" w:rsidP="008253E0">
      <w:pPr>
        <w:pStyle w:val="DCETexte"/>
        <w:rPr>
          <w:b/>
          <w:bCs/>
          <w:sz w:val="12"/>
          <w:szCs w:val="12"/>
        </w:rPr>
      </w:pPr>
    </w:p>
    <w:p w14:paraId="23D403EE" w14:textId="690058CA" w:rsidR="008253E0" w:rsidRPr="00276270" w:rsidRDefault="00A96D20" w:rsidP="008253E0">
      <w:pPr>
        <w:pStyle w:val="DCETexte"/>
      </w:pPr>
      <w:r>
        <w:rPr>
          <w:b/>
          <w:bCs/>
        </w:rPr>
        <w:t>D</w:t>
      </w:r>
      <w:r w:rsidR="001E1868">
        <w:rPr>
          <w:b/>
          <w:bCs/>
        </w:rPr>
        <w:t>.</w:t>
      </w:r>
      <w:r w:rsidR="008253E0">
        <w:t xml:space="preserve"> Décrire le f</w:t>
      </w:r>
      <w:r w:rsidR="008253E0" w:rsidRPr="00276270">
        <w:t xml:space="preserve">onctionnement </w:t>
      </w:r>
      <w:r w:rsidR="008253E0">
        <w:t xml:space="preserve">de l’entreprise </w:t>
      </w:r>
      <w:r w:rsidR="008253E0" w:rsidRPr="00276270">
        <w:t xml:space="preserve">pendant les périodes de </w:t>
      </w:r>
      <w:r w:rsidR="008253E0" w:rsidRPr="00303E6E">
        <w:rPr>
          <w:b/>
          <w:bCs/>
        </w:rPr>
        <w:t>fermeture annuelle</w:t>
      </w:r>
      <w:r w:rsidR="008253E0">
        <w:t>.</w:t>
      </w:r>
    </w:p>
    <w:p w14:paraId="17A794C9" w14:textId="77777777" w:rsidR="008253E0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76270">
        <w:t xml:space="preserve">Les engagements de délais précisés ci-dessus peuvent-ils être tenus durant toute l’année par l’entreprise elle-même, ou </w:t>
      </w:r>
      <w:r w:rsidRPr="00303E6E">
        <w:rPr>
          <w:i/>
          <w:iCs/>
        </w:rPr>
        <w:t>via</w:t>
      </w:r>
      <w:r w:rsidRPr="00276270">
        <w:t xml:space="preserve"> un sous-traitant en cas de fermeture de l’entreprise du titulaire</w:t>
      </w:r>
      <w:r>
        <w:t> </w:t>
      </w:r>
      <w:r w:rsidRPr="00276270">
        <w:t xml:space="preserve">? </w:t>
      </w:r>
      <w:r>
        <w:t>Oui/Non</w:t>
      </w:r>
    </w:p>
    <w:p w14:paraId="130395E6" w14:textId="77777777" w:rsidR="008253E0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B9A58D9" w14:textId="77777777" w:rsidR="008253E0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B4F2A77" w14:textId="77777777" w:rsidR="008253E0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76270">
        <w:t xml:space="preserve">Dans le cas contraire, y a-t-il des périodes de fermeture annuelle de la société, durant </w:t>
      </w:r>
      <w:r>
        <w:t>les</w:t>
      </w:r>
      <w:r w:rsidRPr="00276270">
        <w:t>quelle</w:t>
      </w:r>
      <w:r>
        <w:t>s</w:t>
      </w:r>
      <w:r w:rsidRPr="00276270">
        <w:t xml:space="preserve"> les prestations ne peuvent être exécutées ?</w:t>
      </w:r>
    </w:p>
    <w:p w14:paraId="671CE275" w14:textId="77777777" w:rsidR="008253E0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A288A6E" w14:textId="77777777" w:rsidR="008253E0" w:rsidRPr="00276270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0537553" w14:textId="77777777" w:rsidR="008253E0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76270">
        <w:t xml:space="preserve">Préciser, le cas échéant, les périodes de fermeture maximales :  </w:t>
      </w:r>
    </w:p>
    <w:p w14:paraId="7CC8E969" w14:textId="77777777" w:rsidR="008253E0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2AF4F70" w14:textId="77777777" w:rsidR="008253E0" w:rsidRPr="00276270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A8763E9" w14:textId="77777777" w:rsidR="008253E0" w:rsidRPr="00276270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76270">
        <w:t xml:space="preserve">Indiquer le nombre de jours ouvrables consécutifs maximal de fermeture de l’entreprise : </w:t>
      </w:r>
    </w:p>
    <w:p w14:paraId="1710D4E3" w14:textId="77777777" w:rsidR="008253E0" w:rsidRDefault="008253E0" w:rsidP="008253E0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E3A274C" w14:textId="77777777" w:rsidR="00303E6E" w:rsidRDefault="00303E6E" w:rsidP="008253E0">
      <w:pPr>
        <w:pStyle w:val="DCETexte"/>
      </w:pPr>
    </w:p>
    <w:sectPr w:rsidR="00303E6E">
      <w:footerReference w:type="even" r:id="rId9"/>
      <w:footerReference w:type="default" r:id="rId10"/>
      <w:pgSz w:w="11906" w:h="16838" w:code="9"/>
      <w:pgMar w:top="1418" w:right="1134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65C01" w14:textId="77777777" w:rsidR="00ED3A61" w:rsidRDefault="00ED3A61">
      <w:r>
        <w:separator/>
      </w:r>
    </w:p>
    <w:p w14:paraId="653494E3" w14:textId="77777777" w:rsidR="00ED3A61" w:rsidRDefault="00ED3A61"/>
    <w:p w14:paraId="2D40B27D" w14:textId="77777777" w:rsidR="00ED3A61" w:rsidRDefault="00ED3A61"/>
  </w:endnote>
  <w:endnote w:type="continuationSeparator" w:id="0">
    <w:p w14:paraId="3F02EA80" w14:textId="77777777" w:rsidR="00ED3A61" w:rsidRDefault="00ED3A61">
      <w:r>
        <w:continuationSeparator/>
      </w:r>
    </w:p>
    <w:p w14:paraId="6DEB02EB" w14:textId="77777777" w:rsidR="00ED3A61" w:rsidRDefault="00ED3A61"/>
    <w:p w14:paraId="6BDBEA14" w14:textId="77777777" w:rsidR="00ED3A61" w:rsidRDefault="00ED3A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swiss"/>
    <w:pitch w:val="variable"/>
    <w:sig w:usb0="00000007" w:usb1="00000000" w:usb2="00000000" w:usb3="00000000" w:csb0="00000093" w:csb1="00000000"/>
  </w:font>
  <w:font w:name="Times New Roman Gr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D432B" w14:textId="77777777" w:rsidR="00E55E4C" w:rsidRDefault="00E55E4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AD6C107" w14:textId="77777777" w:rsidR="00E55E4C" w:rsidRDefault="00E55E4C">
    <w:pPr>
      <w:pStyle w:val="Pieddepage"/>
    </w:pPr>
  </w:p>
  <w:p w14:paraId="4BB825D9" w14:textId="77777777" w:rsidR="00E55E4C" w:rsidRDefault="00E55E4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5B465" w14:textId="77777777" w:rsidR="00E55E4C" w:rsidRDefault="00E55E4C">
    <w:pPr>
      <w:pStyle w:val="Pieddepage"/>
      <w:framePr w:wrap="around" w:vAnchor="text" w:hAnchor="page" w:x="6202" w:y="168"/>
      <w:rPr>
        <w:rStyle w:val="Numrodepage"/>
        <w:sz w:val="22"/>
        <w:szCs w:val="22"/>
      </w:rPr>
    </w:pPr>
    <w:r>
      <w:rPr>
        <w:rStyle w:val="Numrodepage"/>
        <w:sz w:val="22"/>
        <w:szCs w:val="22"/>
      </w:rPr>
      <w:fldChar w:fldCharType="begin"/>
    </w:r>
    <w:r>
      <w:rPr>
        <w:rStyle w:val="Numrodepage"/>
        <w:sz w:val="22"/>
        <w:szCs w:val="22"/>
      </w:rPr>
      <w:instrText xml:space="preserve">PAGE  </w:instrText>
    </w:r>
    <w:r>
      <w:rPr>
        <w:rStyle w:val="Numrodepage"/>
        <w:sz w:val="22"/>
        <w:szCs w:val="22"/>
      </w:rPr>
      <w:fldChar w:fldCharType="separate"/>
    </w:r>
    <w:r w:rsidR="00E955EB">
      <w:rPr>
        <w:rStyle w:val="Numrodepage"/>
        <w:noProof/>
        <w:sz w:val="22"/>
        <w:szCs w:val="22"/>
      </w:rPr>
      <w:t>16</w:t>
    </w:r>
    <w:r>
      <w:rPr>
        <w:rStyle w:val="Numrodepage"/>
        <w:sz w:val="22"/>
        <w:szCs w:val="22"/>
      </w:rPr>
      <w:fldChar w:fldCharType="end"/>
    </w:r>
    <w:r>
      <w:rPr>
        <w:rStyle w:val="Numrodepage"/>
        <w:sz w:val="22"/>
        <w:szCs w:val="22"/>
      </w:rPr>
      <w:t>/</w:t>
    </w:r>
    <w:r>
      <w:rPr>
        <w:rStyle w:val="Numrodepage"/>
        <w:sz w:val="22"/>
        <w:szCs w:val="22"/>
      </w:rPr>
      <w:fldChar w:fldCharType="begin"/>
    </w:r>
    <w:r>
      <w:rPr>
        <w:rStyle w:val="Numrodepage"/>
        <w:sz w:val="22"/>
        <w:szCs w:val="22"/>
      </w:rPr>
      <w:instrText xml:space="preserve"> NUMPAGES </w:instrText>
    </w:r>
    <w:r>
      <w:rPr>
        <w:rStyle w:val="Numrodepage"/>
        <w:sz w:val="22"/>
        <w:szCs w:val="22"/>
      </w:rPr>
      <w:fldChar w:fldCharType="separate"/>
    </w:r>
    <w:r w:rsidR="00E955EB">
      <w:rPr>
        <w:rStyle w:val="Numrodepage"/>
        <w:noProof/>
        <w:sz w:val="22"/>
        <w:szCs w:val="22"/>
      </w:rPr>
      <w:t>21</w:t>
    </w:r>
    <w:r>
      <w:rPr>
        <w:rStyle w:val="Numrodepage"/>
        <w:sz w:val="22"/>
        <w:szCs w:val="22"/>
      </w:rPr>
      <w:fldChar w:fldCharType="end"/>
    </w:r>
  </w:p>
  <w:p w14:paraId="509663D4" w14:textId="77777777" w:rsidR="00E55E4C" w:rsidRDefault="00E55E4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41627" w14:textId="77777777" w:rsidR="00ED3A61" w:rsidRDefault="00ED3A61">
      <w:r>
        <w:separator/>
      </w:r>
    </w:p>
  </w:footnote>
  <w:footnote w:type="continuationSeparator" w:id="0">
    <w:p w14:paraId="4394F15F" w14:textId="77777777" w:rsidR="00ED3A61" w:rsidRDefault="00ED3A61">
      <w:r>
        <w:continuationSeparator/>
      </w:r>
    </w:p>
    <w:p w14:paraId="43FCB4F5" w14:textId="77777777" w:rsidR="00ED3A61" w:rsidRDefault="00ED3A61"/>
    <w:p w14:paraId="50B706FA" w14:textId="77777777" w:rsidR="00ED3A61" w:rsidRDefault="00ED3A6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54AA740"/>
    <w:lvl w:ilvl="0">
      <w:start w:val="1"/>
      <w:numFmt w:val="decimal"/>
      <w:pStyle w:val="Listenumros5"/>
      <w:lvlText w:val="%1."/>
      <w:lvlJc w:val="left"/>
      <w:pPr>
        <w:tabs>
          <w:tab w:val="num" w:pos="1491"/>
        </w:tabs>
        <w:ind w:left="1491" w:hanging="360"/>
      </w:pPr>
    </w:lvl>
  </w:abstractNum>
  <w:abstractNum w:abstractNumId="1" w15:restartNumberingAfterBreak="0">
    <w:nsid w:val="FFFFFF7D"/>
    <w:multiLevelType w:val="singleLevel"/>
    <w:tmpl w:val="7C622020"/>
    <w:styleLink w:val="1ai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268026E"/>
    <w:styleLink w:val="111111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B06A140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0887010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422DD4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B88AD54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DE8FEFE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E4EAA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D6AD2F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FFFFFFFF"/>
    <w:lvl w:ilvl="0">
      <w:start w:val="1"/>
      <w:numFmt w:val="upperRoman"/>
      <w:pStyle w:val="Titre1"/>
      <w:lvlText w:val="%1."/>
      <w:legacy w:legacy="1" w:legacySpace="0" w:legacyIndent="454"/>
      <w:lvlJc w:val="left"/>
      <w:pPr>
        <w:ind w:left="454" w:hanging="454"/>
      </w:pPr>
    </w:lvl>
    <w:lvl w:ilvl="1">
      <w:start w:val="1"/>
      <w:numFmt w:val="upperLetter"/>
      <w:pStyle w:val="Titre2"/>
      <w:lvlText w:val="%2."/>
      <w:legacy w:legacy="1" w:legacySpace="0" w:legacyIndent="680"/>
      <w:lvlJc w:val="left"/>
      <w:pPr>
        <w:ind w:left="908" w:hanging="680"/>
      </w:pPr>
    </w:lvl>
    <w:lvl w:ilvl="2">
      <w:start w:val="1"/>
      <w:numFmt w:val="decimal"/>
      <w:pStyle w:val="Titre3"/>
      <w:lvlText w:val="%3."/>
      <w:legacy w:legacy="1" w:legacySpace="0" w:legacyIndent="708"/>
      <w:lvlJc w:val="left"/>
      <w:pPr>
        <w:ind w:left="1362" w:hanging="708"/>
      </w:pPr>
    </w:lvl>
    <w:lvl w:ilvl="3">
      <w:start w:val="1"/>
      <w:numFmt w:val="lowerLetter"/>
      <w:pStyle w:val="Titre4"/>
      <w:lvlText w:val="%4)"/>
      <w:legacy w:legacy="1" w:legacySpace="0" w:legacyIndent="708"/>
      <w:lvlJc w:val="left"/>
      <w:pPr>
        <w:ind w:left="2550" w:hanging="708"/>
      </w:pPr>
    </w:lvl>
    <w:lvl w:ilvl="4">
      <w:start w:val="1"/>
      <w:numFmt w:val="decimal"/>
      <w:pStyle w:val="Titre5"/>
      <w:lvlText w:val="(%5)"/>
      <w:legacy w:legacy="1" w:legacySpace="0" w:legacyIndent="708"/>
      <w:lvlJc w:val="left"/>
      <w:pPr>
        <w:ind w:left="3258" w:hanging="708"/>
      </w:pPr>
    </w:lvl>
    <w:lvl w:ilvl="5">
      <w:start w:val="1"/>
      <w:numFmt w:val="lowerLetter"/>
      <w:pStyle w:val="Titre6"/>
      <w:lvlText w:val="(%6)"/>
      <w:legacy w:legacy="1" w:legacySpace="0" w:legacyIndent="708"/>
      <w:lvlJc w:val="left"/>
      <w:pPr>
        <w:ind w:left="3966" w:hanging="708"/>
      </w:pPr>
    </w:lvl>
    <w:lvl w:ilvl="6">
      <w:start w:val="1"/>
      <w:numFmt w:val="lowerRoman"/>
      <w:pStyle w:val="Titre7"/>
      <w:lvlText w:val="(%7)"/>
      <w:legacy w:legacy="1" w:legacySpace="0" w:legacyIndent="708"/>
      <w:lvlJc w:val="left"/>
      <w:pPr>
        <w:ind w:left="4674" w:hanging="708"/>
      </w:pPr>
    </w:lvl>
    <w:lvl w:ilvl="7">
      <w:start w:val="1"/>
      <w:numFmt w:val="lowerLetter"/>
      <w:pStyle w:val="Titre8"/>
      <w:lvlText w:val="(%8)"/>
      <w:legacy w:legacy="1" w:legacySpace="0" w:legacyIndent="708"/>
      <w:lvlJc w:val="left"/>
      <w:pPr>
        <w:ind w:left="5382" w:hanging="708"/>
      </w:pPr>
    </w:lvl>
    <w:lvl w:ilvl="8">
      <w:start w:val="1"/>
      <w:numFmt w:val="lowerRoman"/>
      <w:pStyle w:val="Titre9"/>
      <w:lvlText w:val="(%9)"/>
      <w:legacy w:legacy="1" w:legacySpace="0" w:legacyIndent="708"/>
      <w:lvlJc w:val="left"/>
      <w:pPr>
        <w:ind w:left="6090" w:hanging="708"/>
      </w:pPr>
    </w:lvl>
  </w:abstractNum>
  <w:abstractNum w:abstractNumId="11" w15:restartNumberingAfterBreak="0">
    <w:nsid w:val="002D6674"/>
    <w:multiLevelType w:val="hybridMultilevel"/>
    <w:tmpl w:val="1B34F07E"/>
    <w:lvl w:ilvl="0" w:tplc="A3349194">
      <w:start w:val="1"/>
      <w:numFmt w:val="bullet"/>
      <w:pStyle w:val="DCEPuceflche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5401E59"/>
    <w:multiLevelType w:val="hybridMultilevel"/>
    <w:tmpl w:val="8E8E46CA"/>
    <w:lvl w:ilvl="0" w:tplc="0E30951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686496"/>
    <w:multiLevelType w:val="hybridMultilevel"/>
    <w:tmpl w:val="A0508AC8"/>
    <w:lvl w:ilvl="0" w:tplc="6F2E916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D10C4C"/>
    <w:multiLevelType w:val="hybridMultilevel"/>
    <w:tmpl w:val="62E200E0"/>
    <w:lvl w:ilvl="0" w:tplc="D8C6AAA8">
      <w:start w:val="5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02A5D97"/>
    <w:multiLevelType w:val="multilevel"/>
    <w:tmpl w:val="B82AD188"/>
    <w:lvl w:ilvl="0">
      <w:start w:val="1"/>
      <w:numFmt w:val="decimal"/>
      <w:pStyle w:val="DCEArticle"/>
      <w:isLgl/>
      <w:suff w:val="nothing"/>
      <w:lvlText w:val="ARTICLE %1. - "/>
      <w:lvlJc w:val="left"/>
      <w:pPr>
        <w:ind w:left="0" w:firstLine="0"/>
      </w:pPr>
      <w:rPr>
        <w:rFonts w:ascii="Times New Roman" w:hAnsi="Times New Roman" w:hint="default"/>
        <w:b/>
        <w:i w:val="0"/>
        <w:sz w:val="26"/>
        <w:szCs w:val="26"/>
        <w:u w:val="single"/>
      </w:rPr>
    </w:lvl>
    <w:lvl w:ilvl="1">
      <w:start w:val="1"/>
      <w:numFmt w:val="decimal"/>
      <w:pStyle w:val="DCETitre2"/>
      <w:suff w:val="space"/>
      <w:lvlText w:val="%1.%2."/>
      <w:lvlJc w:val="left"/>
      <w:pPr>
        <w:ind w:left="852" w:hanging="852"/>
      </w:pPr>
      <w:rPr>
        <w:rFonts w:ascii="Times New Roman" w:hAnsi="Times New Roman" w:hint="default"/>
      </w:rPr>
    </w:lvl>
    <w:lvl w:ilvl="2">
      <w:start w:val="1"/>
      <w:numFmt w:val="decimal"/>
      <w:pStyle w:val="DCETitre3"/>
      <w:suff w:val="space"/>
      <w:lvlText w:val="%1.%2.%3."/>
      <w:lvlJc w:val="left"/>
      <w:pPr>
        <w:ind w:left="0" w:firstLine="1134"/>
      </w:pPr>
      <w:rPr>
        <w:rFonts w:ascii="Times New Roman" w:hAnsi="Times New Roman" w:hint="default"/>
      </w:rPr>
    </w:lvl>
    <w:lvl w:ilvl="3">
      <w:start w:val="1"/>
      <w:numFmt w:val="decimal"/>
      <w:pStyle w:val="DCETitre4"/>
      <w:suff w:val="space"/>
      <w:lvlText w:val="%1.%2.%3.%4."/>
      <w:lvlJc w:val="left"/>
      <w:pPr>
        <w:ind w:left="0" w:firstLine="1701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075"/>
        </w:tabs>
        <w:ind w:left="506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35"/>
        </w:tabs>
        <w:ind w:left="557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155"/>
        </w:tabs>
        <w:ind w:left="607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875"/>
        </w:tabs>
        <w:ind w:left="657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95"/>
        </w:tabs>
        <w:ind w:left="7155" w:hanging="1440"/>
      </w:pPr>
      <w:rPr>
        <w:rFonts w:hint="default"/>
      </w:rPr>
    </w:lvl>
  </w:abstractNum>
  <w:abstractNum w:abstractNumId="16" w15:restartNumberingAfterBreak="0">
    <w:nsid w:val="1B387BC3"/>
    <w:multiLevelType w:val="hybridMultilevel"/>
    <w:tmpl w:val="BE206234"/>
    <w:lvl w:ilvl="0" w:tplc="F138814E">
      <w:start w:val="1"/>
      <w:numFmt w:val="bullet"/>
      <w:pStyle w:val="DCETir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1BC0513A"/>
    <w:multiLevelType w:val="hybridMultilevel"/>
    <w:tmpl w:val="2BF00D66"/>
    <w:lvl w:ilvl="0" w:tplc="0C928002">
      <w:start w:val="500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880" w:hanging="360"/>
      </w:pPr>
    </w:lvl>
    <w:lvl w:ilvl="2" w:tplc="040C001B" w:tentative="1">
      <w:start w:val="1"/>
      <w:numFmt w:val="lowerRoman"/>
      <w:lvlText w:val="%3."/>
      <w:lvlJc w:val="right"/>
      <w:pPr>
        <w:ind w:left="3600" w:hanging="180"/>
      </w:pPr>
    </w:lvl>
    <w:lvl w:ilvl="3" w:tplc="040C000F" w:tentative="1">
      <w:start w:val="1"/>
      <w:numFmt w:val="decimal"/>
      <w:lvlText w:val="%4."/>
      <w:lvlJc w:val="left"/>
      <w:pPr>
        <w:ind w:left="4320" w:hanging="360"/>
      </w:pPr>
    </w:lvl>
    <w:lvl w:ilvl="4" w:tplc="040C0019" w:tentative="1">
      <w:start w:val="1"/>
      <w:numFmt w:val="lowerLetter"/>
      <w:lvlText w:val="%5."/>
      <w:lvlJc w:val="left"/>
      <w:pPr>
        <w:ind w:left="5040" w:hanging="360"/>
      </w:pPr>
    </w:lvl>
    <w:lvl w:ilvl="5" w:tplc="040C001B" w:tentative="1">
      <w:start w:val="1"/>
      <w:numFmt w:val="lowerRoman"/>
      <w:lvlText w:val="%6."/>
      <w:lvlJc w:val="right"/>
      <w:pPr>
        <w:ind w:left="5760" w:hanging="180"/>
      </w:pPr>
    </w:lvl>
    <w:lvl w:ilvl="6" w:tplc="040C000F" w:tentative="1">
      <w:start w:val="1"/>
      <w:numFmt w:val="decimal"/>
      <w:lvlText w:val="%7."/>
      <w:lvlJc w:val="left"/>
      <w:pPr>
        <w:ind w:left="6480" w:hanging="360"/>
      </w:pPr>
    </w:lvl>
    <w:lvl w:ilvl="7" w:tplc="040C0019" w:tentative="1">
      <w:start w:val="1"/>
      <w:numFmt w:val="lowerLetter"/>
      <w:lvlText w:val="%8."/>
      <w:lvlJc w:val="left"/>
      <w:pPr>
        <w:ind w:left="7200" w:hanging="360"/>
      </w:pPr>
    </w:lvl>
    <w:lvl w:ilvl="8" w:tplc="040C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1D6905C1"/>
    <w:multiLevelType w:val="hybridMultilevel"/>
    <w:tmpl w:val="72909094"/>
    <w:lvl w:ilvl="0" w:tplc="E20A1D0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7E6694"/>
    <w:multiLevelType w:val="hybridMultilevel"/>
    <w:tmpl w:val="BCE6644A"/>
    <w:lvl w:ilvl="0" w:tplc="0818C2F8">
      <w:start w:val="1"/>
      <w:numFmt w:val="lowerLetter"/>
      <w:pStyle w:val="DCEPucea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17E1EC8"/>
    <w:multiLevelType w:val="hybridMultilevel"/>
    <w:tmpl w:val="36EC70BE"/>
    <w:lvl w:ilvl="0" w:tplc="7040AFBC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65" w:hanging="360"/>
      </w:pPr>
    </w:lvl>
    <w:lvl w:ilvl="2" w:tplc="040C001B" w:tentative="1">
      <w:start w:val="1"/>
      <w:numFmt w:val="lowerRoman"/>
      <w:lvlText w:val="%3."/>
      <w:lvlJc w:val="right"/>
      <w:pPr>
        <w:ind w:left="2585" w:hanging="180"/>
      </w:pPr>
    </w:lvl>
    <w:lvl w:ilvl="3" w:tplc="040C000F" w:tentative="1">
      <w:start w:val="1"/>
      <w:numFmt w:val="decimal"/>
      <w:lvlText w:val="%4."/>
      <w:lvlJc w:val="left"/>
      <w:pPr>
        <w:ind w:left="3305" w:hanging="360"/>
      </w:pPr>
    </w:lvl>
    <w:lvl w:ilvl="4" w:tplc="040C0019" w:tentative="1">
      <w:start w:val="1"/>
      <w:numFmt w:val="lowerLetter"/>
      <w:lvlText w:val="%5."/>
      <w:lvlJc w:val="left"/>
      <w:pPr>
        <w:ind w:left="4025" w:hanging="360"/>
      </w:pPr>
    </w:lvl>
    <w:lvl w:ilvl="5" w:tplc="040C001B" w:tentative="1">
      <w:start w:val="1"/>
      <w:numFmt w:val="lowerRoman"/>
      <w:lvlText w:val="%6."/>
      <w:lvlJc w:val="right"/>
      <w:pPr>
        <w:ind w:left="4745" w:hanging="180"/>
      </w:pPr>
    </w:lvl>
    <w:lvl w:ilvl="6" w:tplc="040C000F" w:tentative="1">
      <w:start w:val="1"/>
      <w:numFmt w:val="decimal"/>
      <w:lvlText w:val="%7."/>
      <w:lvlJc w:val="left"/>
      <w:pPr>
        <w:ind w:left="5465" w:hanging="360"/>
      </w:pPr>
    </w:lvl>
    <w:lvl w:ilvl="7" w:tplc="040C0019" w:tentative="1">
      <w:start w:val="1"/>
      <w:numFmt w:val="lowerLetter"/>
      <w:lvlText w:val="%8."/>
      <w:lvlJc w:val="left"/>
      <w:pPr>
        <w:ind w:left="6185" w:hanging="360"/>
      </w:pPr>
    </w:lvl>
    <w:lvl w:ilvl="8" w:tplc="040C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1" w15:restartNumberingAfterBreak="0">
    <w:nsid w:val="245932B6"/>
    <w:multiLevelType w:val="multilevel"/>
    <w:tmpl w:val="7744F036"/>
    <w:lvl w:ilvl="0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58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8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9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7" w:hanging="1800"/>
      </w:pPr>
      <w:rPr>
        <w:rFonts w:hint="default"/>
      </w:rPr>
    </w:lvl>
  </w:abstractNum>
  <w:abstractNum w:abstractNumId="22" w15:restartNumberingAfterBreak="0">
    <w:nsid w:val="266D4F2E"/>
    <w:multiLevelType w:val="hybridMultilevel"/>
    <w:tmpl w:val="3AD8E398"/>
    <w:lvl w:ilvl="0" w:tplc="4B1CEF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27D37285"/>
    <w:multiLevelType w:val="hybridMultilevel"/>
    <w:tmpl w:val="B4B8660E"/>
    <w:lvl w:ilvl="0" w:tplc="5832EC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2AC50175"/>
    <w:multiLevelType w:val="hybridMultilevel"/>
    <w:tmpl w:val="9434126E"/>
    <w:lvl w:ilvl="0" w:tplc="7ED2AE9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1D1412"/>
    <w:multiLevelType w:val="hybridMultilevel"/>
    <w:tmpl w:val="39DE7194"/>
    <w:lvl w:ilvl="0" w:tplc="040C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9" w:hanging="360"/>
      </w:pPr>
    </w:lvl>
    <w:lvl w:ilvl="2" w:tplc="040C001B" w:tentative="1">
      <w:start w:val="1"/>
      <w:numFmt w:val="lowerRoman"/>
      <w:lvlText w:val="%3."/>
      <w:lvlJc w:val="right"/>
      <w:pPr>
        <w:ind w:left="2159" w:hanging="180"/>
      </w:pPr>
    </w:lvl>
    <w:lvl w:ilvl="3" w:tplc="040C000F" w:tentative="1">
      <w:start w:val="1"/>
      <w:numFmt w:val="decimal"/>
      <w:lvlText w:val="%4."/>
      <w:lvlJc w:val="left"/>
      <w:pPr>
        <w:ind w:left="2879" w:hanging="360"/>
      </w:pPr>
    </w:lvl>
    <w:lvl w:ilvl="4" w:tplc="040C0019" w:tentative="1">
      <w:start w:val="1"/>
      <w:numFmt w:val="lowerLetter"/>
      <w:lvlText w:val="%5."/>
      <w:lvlJc w:val="left"/>
      <w:pPr>
        <w:ind w:left="3599" w:hanging="360"/>
      </w:pPr>
    </w:lvl>
    <w:lvl w:ilvl="5" w:tplc="040C001B" w:tentative="1">
      <w:start w:val="1"/>
      <w:numFmt w:val="lowerRoman"/>
      <w:lvlText w:val="%6."/>
      <w:lvlJc w:val="right"/>
      <w:pPr>
        <w:ind w:left="4319" w:hanging="180"/>
      </w:pPr>
    </w:lvl>
    <w:lvl w:ilvl="6" w:tplc="040C000F" w:tentative="1">
      <w:start w:val="1"/>
      <w:numFmt w:val="decimal"/>
      <w:lvlText w:val="%7."/>
      <w:lvlJc w:val="left"/>
      <w:pPr>
        <w:ind w:left="5039" w:hanging="360"/>
      </w:pPr>
    </w:lvl>
    <w:lvl w:ilvl="7" w:tplc="040C0019" w:tentative="1">
      <w:start w:val="1"/>
      <w:numFmt w:val="lowerLetter"/>
      <w:lvlText w:val="%8."/>
      <w:lvlJc w:val="left"/>
      <w:pPr>
        <w:ind w:left="5759" w:hanging="360"/>
      </w:pPr>
    </w:lvl>
    <w:lvl w:ilvl="8" w:tplc="040C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6" w15:restartNumberingAfterBreak="0">
    <w:nsid w:val="330504A1"/>
    <w:multiLevelType w:val="hybridMultilevel"/>
    <w:tmpl w:val="B54A77A0"/>
    <w:lvl w:ilvl="0" w:tplc="B908E7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6E341D"/>
    <w:multiLevelType w:val="multilevel"/>
    <w:tmpl w:val="FFF02F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08" w:hanging="1800"/>
      </w:pPr>
      <w:rPr>
        <w:rFonts w:hint="default"/>
      </w:rPr>
    </w:lvl>
  </w:abstractNum>
  <w:abstractNum w:abstractNumId="28" w15:restartNumberingAfterBreak="0">
    <w:nsid w:val="3626065A"/>
    <w:multiLevelType w:val="multilevel"/>
    <w:tmpl w:val="2CDE84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7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08" w:hanging="1800"/>
      </w:pPr>
      <w:rPr>
        <w:rFonts w:hint="default"/>
      </w:rPr>
    </w:lvl>
  </w:abstractNum>
  <w:abstractNum w:abstractNumId="29" w15:restartNumberingAfterBreak="0">
    <w:nsid w:val="3E6C7CE9"/>
    <w:multiLevelType w:val="multilevel"/>
    <w:tmpl w:val="660E90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1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7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08" w:hanging="1800"/>
      </w:pPr>
      <w:rPr>
        <w:rFonts w:hint="default"/>
      </w:rPr>
    </w:lvl>
  </w:abstractNum>
  <w:abstractNum w:abstractNumId="30" w15:restartNumberingAfterBreak="0">
    <w:nsid w:val="42741075"/>
    <w:multiLevelType w:val="hybridMultilevel"/>
    <w:tmpl w:val="554CAAC4"/>
    <w:lvl w:ilvl="0" w:tplc="9956E8E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7F4BB0"/>
    <w:multiLevelType w:val="hybridMultilevel"/>
    <w:tmpl w:val="A5BCA0D6"/>
    <w:lvl w:ilvl="0" w:tplc="8A74E4D6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505" w:hanging="360"/>
      </w:pPr>
    </w:lvl>
    <w:lvl w:ilvl="2" w:tplc="040C001B" w:tentative="1">
      <w:start w:val="1"/>
      <w:numFmt w:val="lowerRoman"/>
      <w:lvlText w:val="%3."/>
      <w:lvlJc w:val="right"/>
      <w:pPr>
        <w:ind w:left="2225" w:hanging="180"/>
      </w:pPr>
    </w:lvl>
    <w:lvl w:ilvl="3" w:tplc="040C000F" w:tentative="1">
      <w:start w:val="1"/>
      <w:numFmt w:val="decimal"/>
      <w:lvlText w:val="%4."/>
      <w:lvlJc w:val="left"/>
      <w:pPr>
        <w:ind w:left="2945" w:hanging="360"/>
      </w:pPr>
    </w:lvl>
    <w:lvl w:ilvl="4" w:tplc="040C0019" w:tentative="1">
      <w:start w:val="1"/>
      <w:numFmt w:val="lowerLetter"/>
      <w:lvlText w:val="%5."/>
      <w:lvlJc w:val="left"/>
      <w:pPr>
        <w:ind w:left="3665" w:hanging="360"/>
      </w:pPr>
    </w:lvl>
    <w:lvl w:ilvl="5" w:tplc="040C001B" w:tentative="1">
      <w:start w:val="1"/>
      <w:numFmt w:val="lowerRoman"/>
      <w:lvlText w:val="%6."/>
      <w:lvlJc w:val="right"/>
      <w:pPr>
        <w:ind w:left="4385" w:hanging="180"/>
      </w:pPr>
    </w:lvl>
    <w:lvl w:ilvl="6" w:tplc="040C000F" w:tentative="1">
      <w:start w:val="1"/>
      <w:numFmt w:val="decimal"/>
      <w:lvlText w:val="%7."/>
      <w:lvlJc w:val="left"/>
      <w:pPr>
        <w:ind w:left="5105" w:hanging="360"/>
      </w:pPr>
    </w:lvl>
    <w:lvl w:ilvl="7" w:tplc="040C0019" w:tentative="1">
      <w:start w:val="1"/>
      <w:numFmt w:val="lowerLetter"/>
      <w:lvlText w:val="%8."/>
      <w:lvlJc w:val="left"/>
      <w:pPr>
        <w:ind w:left="5825" w:hanging="360"/>
      </w:pPr>
    </w:lvl>
    <w:lvl w:ilvl="8" w:tplc="040C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42D52004"/>
    <w:multiLevelType w:val="multilevel"/>
    <w:tmpl w:val="674E9AC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33" w15:restartNumberingAfterBreak="0">
    <w:nsid w:val="44AA5EF7"/>
    <w:multiLevelType w:val="hybridMultilevel"/>
    <w:tmpl w:val="6A2CA51C"/>
    <w:lvl w:ilvl="0" w:tplc="B8CC2228">
      <w:start w:val="1"/>
      <w:numFmt w:val="bullet"/>
      <w:pStyle w:val="Corpstexte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AE4ED7"/>
    <w:multiLevelType w:val="hybridMultilevel"/>
    <w:tmpl w:val="E28A60F4"/>
    <w:lvl w:ilvl="0" w:tplc="040C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4B925B0C"/>
    <w:multiLevelType w:val="hybridMultilevel"/>
    <w:tmpl w:val="7AC8AF7A"/>
    <w:lvl w:ilvl="0" w:tplc="AD24A9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5B07D9"/>
    <w:multiLevelType w:val="hybridMultilevel"/>
    <w:tmpl w:val="6234E294"/>
    <w:lvl w:ilvl="0" w:tplc="0488148A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5" w:hanging="360"/>
      </w:pPr>
    </w:lvl>
    <w:lvl w:ilvl="2" w:tplc="040C001B" w:tentative="1">
      <w:start w:val="1"/>
      <w:numFmt w:val="lowerRoman"/>
      <w:lvlText w:val="%3."/>
      <w:lvlJc w:val="right"/>
      <w:pPr>
        <w:ind w:left="2225" w:hanging="180"/>
      </w:pPr>
    </w:lvl>
    <w:lvl w:ilvl="3" w:tplc="040C000F" w:tentative="1">
      <w:start w:val="1"/>
      <w:numFmt w:val="decimal"/>
      <w:lvlText w:val="%4."/>
      <w:lvlJc w:val="left"/>
      <w:pPr>
        <w:ind w:left="2945" w:hanging="360"/>
      </w:pPr>
    </w:lvl>
    <w:lvl w:ilvl="4" w:tplc="040C0019" w:tentative="1">
      <w:start w:val="1"/>
      <w:numFmt w:val="lowerLetter"/>
      <w:lvlText w:val="%5."/>
      <w:lvlJc w:val="left"/>
      <w:pPr>
        <w:ind w:left="3665" w:hanging="360"/>
      </w:pPr>
    </w:lvl>
    <w:lvl w:ilvl="5" w:tplc="040C001B" w:tentative="1">
      <w:start w:val="1"/>
      <w:numFmt w:val="lowerRoman"/>
      <w:lvlText w:val="%6."/>
      <w:lvlJc w:val="right"/>
      <w:pPr>
        <w:ind w:left="4385" w:hanging="180"/>
      </w:pPr>
    </w:lvl>
    <w:lvl w:ilvl="6" w:tplc="040C000F" w:tentative="1">
      <w:start w:val="1"/>
      <w:numFmt w:val="decimal"/>
      <w:lvlText w:val="%7."/>
      <w:lvlJc w:val="left"/>
      <w:pPr>
        <w:ind w:left="5105" w:hanging="360"/>
      </w:pPr>
    </w:lvl>
    <w:lvl w:ilvl="7" w:tplc="040C0019" w:tentative="1">
      <w:start w:val="1"/>
      <w:numFmt w:val="lowerLetter"/>
      <w:lvlText w:val="%8."/>
      <w:lvlJc w:val="left"/>
      <w:pPr>
        <w:ind w:left="5825" w:hanging="360"/>
      </w:pPr>
    </w:lvl>
    <w:lvl w:ilvl="8" w:tplc="040C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7" w15:restartNumberingAfterBreak="0">
    <w:nsid w:val="5ADF7721"/>
    <w:multiLevelType w:val="hybridMultilevel"/>
    <w:tmpl w:val="E96C6A00"/>
    <w:lvl w:ilvl="0" w:tplc="4C363C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CC2155"/>
    <w:multiLevelType w:val="hybridMultilevel"/>
    <w:tmpl w:val="60947E32"/>
    <w:lvl w:ilvl="0" w:tplc="CAF0D83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5" w:hanging="360"/>
      </w:pPr>
    </w:lvl>
    <w:lvl w:ilvl="2" w:tplc="040C001B" w:tentative="1">
      <w:start w:val="1"/>
      <w:numFmt w:val="lowerRoman"/>
      <w:lvlText w:val="%3."/>
      <w:lvlJc w:val="right"/>
      <w:pPr>
        <w:ind w:left="2225" w:hanging="180"/>
      </w:pPr>
    </w:lvl>
    <w:lvl w:ilvl="3" w:tplc="040C000F" w:tentative="1">
      <w:start w:val="1"/>
      <w:numFmt w:val="decimal"/>
      <w:lvlText w:val="%4."/>
      <w:lvlJc w:val="left"/>
      <w:pPr>
        <w:ind w:left="2945" w:hanging="360"/>
      </w:pPr>
    </w:lvl>
    <w:lvl w:ilvl="4" w:tplc="040C0019" w:tentative="1">
      <w:start w:val="1"/>
      <w:numFmt w:val="lowerLetter"/>
      <w:lvlText w:val="%5."/>
      <w:lvlJc w:val="left"/>
      <w:pPr>
        <w:ind w:left="3665" w:hanging="360"/>
      </w:pPr>
    </w:lvl>
    <w:lvl w:ilvl="5" w:tplc="040C001B" w:tentative="1">
      <w:start w:val="1"/>
      <w:numFmt w:val="lowerRoman"/>
      <w:lvlText w:val="%6."/>
      <w:lvlJc w:val="right"/>
      <w:pPr>
        <w:ind w:left="4385" w:hanging="180"/>
      </w:pPr>
    </w:lvl>
    <w:lvl w:ilvl="6" w:tplc="040C000F" w:tentative="1">
      <w:start w:val="1"/>
      <w:numFmt w:val="decimal"/>
      <w:lvlText w:val="%7."/>
      <w:lvlJc w:val="left"/>
      <w:pPr>
        <w:ind w:left="5105" w:hanging="360"/>
      </w:pPr>
    </w:lvl>
    <w:lvl w:ilvl="7" w:tplc="040C0019" w:tentative="1">
      <w:start w:val="1"/>
      <w:numFmt w:val="lowerLetter"/>
      <w:lvlText w:val="%8."/>
      <w:lvlJc w:val="left"/>
      <w:pPr>
        <w:ind w:left="5825" w:hanging="360"/>
      </w:pPr>
    </w:lvl>
    <w:lvl w:ilvl="8" w:tplc="040C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9" w15:restartNumberingAfterBreak="0">
    <w:nsid w:val="66D705A7"/>
    <w:multiLevelType w:val="hybridMultilevel"/>
    <w:tmpl w:val="0914A8B2"/>
    <w:lvl w:ilvl="0" w:tplc="DB943C8A">
      <w:start w:val="6"/>
      <w:numFmt w:val="upperLetter"/>
      <w:lvlText w:val="%1."/>
      <w:lvlJc w:val="left"/>
      <w:pPr>
        <w:ind w:left="21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880" w:hanging="360"/>
      </w:pPr>
    </w:lvl>
    <w:lvl w:ilvl="2" w:tplc="040C001B" w:tentative="1">
      <w:start w:val="1"/>
      <w:numFmt w:val="lowerRoman"/>
      <w:lvlText w:val="%3."/>
      <w:lvlJc w:val="right"/>
      <w:pPr>
        <w:ind w:left="3600" w:hanging="180"/>
      </w:pPr>
    </w:lvl>
    <w:lvl w:ilvl="3" w:tplc="040C000F" w:tentative="1">
      <w:start w:val="1"/>
      <w:numFmt w:val="decimal"/>
      <w:lvlText w:val="%4."/>
      <w:lvlJc w:val="left"/>
      <w:pPr>
        <w:ind w:left="4320" w:hanging="360"/>
      </w:pPr>
    </w:lvl>
    <w:lvl w:ilvl="4" w:tplc="040C0019" w:tentative="1">
      <w:start w:val="1"/>
      <w:numFmt w:val="lowerLetter"/>
      <w:lvlText w:val="%5."/>
      <w:lvlJc w:val="left"/>
      <w:pPr>
        <w:ind w:left="5040" w:hanging="360"/>
      </w:pPr>
    </w:lvl>
    <w:lvl w:ilvl="5" w:tplc="040C001B" w:tentative="1">
      <w:start w:val="1"/>
      <w:numFmt w:val="lowerRoman"/>
      <w:lvlText w:val="%6."/>
      <w:lvlJc w:val="right"/>
      <w:pPr>
        <w:ind w:left="5760" w:hanging="180"/>
      </w:pPr>
    </w:lvl>
    <w:lvl w:ilvl="6" w:tplc="040C000F" w:tentative="1">
      <w:start w:val="1"/>
      <w:numFmt w:val="decimal"/>
      <w:lvlText w:val="%7."/>
      <w:lvlJc w:val="left"/>
      <w:pPr>
        <w:ind w:left="6480" w:hanging="360"/>
      </w:pPr>
    </w:lvl>
    <w:lvl w:ilvl="7" w:tplc="040C0019" w:tentative="1">
      <w:start w:val="1"/>
      <w:numFmt w:val="lowerLetter"/>
      <w:lvlText w:val="%8."/>
      <w:lvlJc w:val="left"/>
      <w:pPr>
        <w:ind w:left="7200" w:hanging="360"/>
      </w:pPr>
    </w:lvl>
    <w:lvl w:ilvl="8" w:tplc="040C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0" w15:restartNumberingAfterBreak="0">
    <w:nsid w:val="66EA68D2"/>
    <w:multiLevelType w:val="hybridMultilevel"/>
    <w:tmpl w:val="AAE0EA72"/>
    <w:lvl w:ilvl="0" w:tplc="8EE2D74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677007F0"/>
    <w:multiLevelType w:val="hybridMultilevel"/>
    <w:tmpl w:val="4EE65C2E"/>
    <w:lvl w:ilvl="0" w:tplc="040C0003">
      <w:start w:val="1"/>
      <w:numFmt w:val="bullet"/>
      <w:pStyle w:val="DCEPuce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Times New Roman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69B10849"/>
    <w:multiLevelType w:val="hybridMultilevel"/>
    <w:tmpl w:val="318079B4"/>
    <w:lvl w:ilvl="0" w:tplc="4AC270D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CC0CF0"/>
    <w:multiLevelType w:val="hybridMultilevel"/>
    <w:tmpl w:val="0A6E629C"/>
    <w:lvl w:ilvl="0" w:tplc="E93C2042">
      <w:start w:val="7"/>
      <w:numFmt w:val="upperLetter"/>
      <w:lvlText w:val="%1."/>
      <w:lvlJc w:val="left"/>
      <w:pPr>
        <w:ind w:left="21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880" w:hanging="360"/>
      </w:pPr>
    </w:lvl>
    <w:lvl w:ilvl="2" w:tplc="040C001B" w:tentative="1">
      <w:start w:val="1"/>
      <w:numFmt w:val="lowerRoman"/>
      <w:lvlText w:val="%3."/>
      <w:lvlJc w:val="right"/>
      <w:pPr>
        <w:ind w:left="3600" w:hanging="180"/>
      </w:pPr>
    </w:lvl>
    <w:lvl w:ilvl="3" w:tplc="040C000F" w:tentative="1">
      <w:start w:val="1"/>
      <w:numFmt w:val="decimal"/>
      <w:lvlText w:val="%4."/>
      <w:lvlJc w:val="left"/>
      <w:pPr>
        <w:ind w:left="4320" w:hanging="360"/>
      </w:pPr>
    </w:lvl>
    <w:lvl w:ilvl="4" w:tplc="040C0019" w:tentative="1">
      <w:start w:val="1"/>
      <w:numFmt w:val="lowerLetter"/>
      <w:lvlText w:val="%5."/>
      <w:lvlJc w:val="left"/>
      <w:pPr>
        <w:ind w:left="5040" w:hanging="360"/>
      </w:pPr>
    </w:lvl>
    <w:lvl w:ilvl="5" w:tplc="040C001B" w:tentative="1">
      <w:start w:val="1"/>
      <w:numFmt w:val="lowerRoman"/>
      <w:lvlText w:val="%6."/>
      <w:lvlJc w:val="right"/>
      <w:pPr>
        <w:ind w:left="5760" w:hanging="180"/>
      </w:pPr>
    </w:lvl>
    <w:lvl w:ilvl="6" w:tplc="040C000F" w:tentative="1">
      <w:start w:val="1"/>
      <w:numFmt w:val="decimal"/>
      <w:lvlText w:val="%7."/>
      <w:lvlJc w:val="left"/>
      <w:pPr>
        <w:ind w:left="6480" w:hanging="360"/>
      </w:pPr>
    </w:lvl>
    <w:lvl w:ilvl="7" w:tplc="040C0019" w:tentative="1">
      <w:start w:val="1"/>
      <w:numFmt w:val="lowerLetter"/>
      <w:lvlText w:val="%8."/>
      <w:lvlJc w:val="left"/>
      <w:pPr>
        <w:ind w:left="7200" w:hanging="360"/>
      </w:pPr>
    </w:lvl>
    <w:lvl w:ilvl="8" w:tplc="040C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4" w15:restartNumberingAfterBreak="0">
    <w:nsid w:val="713F3CEE"/>
    <w:multiLevelType w:val="hybridMultilevel"/>
    <w:tmpl w:val="892E2F9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8F1035"/>
    <w:multiLevelType w:val="hybridMultilevel"/>
    <w:tmpl w:val="E0B8A9F6"/>
    <w:lvl w:ilvl="0" w:tplc="BC546298">
      <w:start w:val="1"/>
      <w:numFmt w:val="upperLetter"/>
      <w:lvlText w:val="%1."/>
      <w:lvlJc w:val="left"/>
      <w:pPr>
        <w:ind w:left="21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880" w:hanging="360"/>
      </w:pPr>
    </w:lvl>
    <w:lvl w:ilvl="2" w:tplc="040C001B" w:tentative="1">
      <w:start w:val="1"/>
      <w:numFmt w:val="lowerRoman"/>
      <w:lvlText w:val="%3."/>
      <w:lvlJc w:val="right"/>
      <w:pPr>
        <w:ind w:left="3600" w:hanging="180"/>
      </w:pPr>
    </w:lvl>
    <w:lvl w:ilvl="3" w:tplc="040C000F" w:tentative="1">
      <w:start w:val="1"/>
      <w:numFmt w:val="decimal"/>
      <w:lvlText w:val="%4."/>
      <w:lvlJc w:val="left"/>
      <w:pPr>
        <w:ind w:left="4320" w:hanging="360"/>
      </w:pPr>
    </w:lvl>
    <w:lvl w:ilvl="4" w:tplc="040C0019" w:tentative="1">
      <w:start w:val="1"/>
      <w:numFmt w:val="lowerLetter"/>
      <w:lvlText w:val="%5."/>
      <w:lvlJc w:val="left"/>
      <w:pPr>
        <w:ind w:left="5040" w:hanging="360"/>
      </w:pPr>
    </w:lvl>
    <w:lvl w:ilvl="5" w:tplc="040C001B" w:tentative="1">
      <w:start w:val="1"/>
      <w:numFmt w:val="lowerRoman"/>
      <w:lvlText w:val="%6."/>
      <w:lvlJc w:val="right"/>
      <w:pPr>
        <w:ind w:left="5760" w:hanging="180"/>
      </w:pPr>
    </w:lvl>
    <w:lvl w:ilvl="6" w:tplc="040C000F" w:tentative="1">
      <w:start w:val="1"/>
      <w:numFmt w:val="decimal"/>
      <w:lvlText w:val="%7."/>
      <w:lvlJc w:val="left"/>
      <w:pPr>
        <w:ind w:left="6480" w:hanging="360"/>
      </w:pPr>
    </w:lvl>
    <w:lvl w:ilvl="7" w:tplc="040C0019" w:tentative="1">
      <w:start w:val="1"/>
      <w:numFmt w:val="lowerLetter"/>
      <w:lvlText w:val="%8."/>
      <w:lvlJc w:val="left"/>
      <w:pPr>
        <w:ind w:left="7200" w:hanging="360"/>
      </w:pPr>
    </w:lvl>
    <w:lvl w:ilvl="8" w:tplc="040C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6" w15:restartNumberingAfterBreak="0">
    <w:nsid w:val="77605E3B"/>
    <w:multiLevelType w:val="multilevel"/>
    <w:tmpl w:val="5FDE3D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33"/>
  </w:num>
  <w:num w:numId="3">
    <w:abstractNumId w:val="19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5"/>
  </w:num>
  <w:num w:numId="15">
    <w:abstractNumId w:val="16"/>
  </w:num>
  <w:num w:numId="16">
    <w:abstractNumId w:val="41"/>
  </w:num>
  <w:num w:numId="17">
    <w:abstractNumId w:val="11"/>
  </w:num>
  <w:num w:numId="18">
    <w:abstractNumId w:val="12"/>
  </w:num>
  <w:num w:numId="19">
    <w:abstractNumId w:val="21"/>
  </w:num>
  <w:num w:numId="20">
    <w:abstractNumId w:val="34"/>
  </w:num>
  <w:num w:numId="21">
    <w:abstractNumId w:val="30"/>
  </w:num>
  <w:num w:numId="22">
    <w:abstractNumId w:val="44"/>
  </w:num>
  <w:num w:numId="23">
    <w:abstractNumId w:val="42"/>
  </w:num>
  <w:num w:numId="24">
    <w:abstractNumId w:val="22"/>
  </w:num>
  <w:num w:numId="25">
    <w:abstractNumId w:val="23"/>
  </w:num>
  <w:num w:numId="26">
    <w:abstractNumId w:val="25"/>
  </w:num>
  <w:num w:numId="27">
    <w:abstractNumId w:val="38"/>
  </w:num>
  <w:num w:numId="28">
    <w:abstractNumId w:val="20"/>
  </w:num>
  <w:num w:numId="29">
    <w:abstractNumId w:val="40"/>
  </w:num>
  <w:num w:numId="30">
    <w:abstractNumId w:val="36"/>
  </w:num>
  <w:num w:numId="31">
    <w:abstractNumId w:val="27"/>
  </w:num>
  <w:num w:numId="32">
    <w:abstractNumId w:val="29"/>
  </w:num>
  <w:num w:numId="33">
    <w:abstractNumId w:val="31"/>
  </w:num>
  <w:num w:numId="34">
    <w:abstractNumId w:val="37"/>
  </w:num>
  <w:num w:numId="35">
    <w:abstractNumId w:val="32"/>
  </w:num>
  <w:num w:numId="36">
    <w:abstractNumId w:val="28"/>
  </w:num>
  <w:num w:numId="37">
    <w:abstractNumId w:val="13"/>
  </w:num>
  <w:num w:numId="38">
    <w:abstractNumId w:val="46"/>
  </w:num>
  <w:num w:numId="39">
    <w:abstractNumId w:val="18"/>
  </w:num>
  <w:num w:numId="40">
    <w:abstractNumId w:val="14"/>
  </w:num>
  <w:num w:numId="41">
    <w:abstractNumId w:val="39"/>
  </w:num>
  <w:num w:numId="42">
    <w:abstractNumId w:val="43"/>
  </w:num>
  <w:num w:numId="43">
    <w:abstractNumId w:val="35"/>
  </w:num>
  <w:num w:numId="44">
    <w:abstractNumId w:val="24"/>
  </w:num>
  <w:num w:numId="45">
    <w:abstractNumId w:val="26"/>
  </w:num>
  <w:num w:numId="46">
    <w:abstractNumId w:val="45"/>
  </w:num>
  <w:num w:numId="47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0BB"/>
    <w:rsid w:val="00001F53"/>
    <w:rsid w:val="00006B0B"/>
    <w:rsid w:val="00010467"/>
    <w:rsid w:val="00016D50"/>
    <w:rsid w:val="0002755B"/>
    <w:rsid w:val="000335D0"/>
    <w:rsid w:val="00045930"/>
    <w:rsid w:val="00051A9C"/>
    <w:rsid w:val="00062265"/>
    <w:rsid w:val="00066741"/>
    <w:rsid w:val="00070CF7"/>
    <w:rsid w:val="00070EF8"/>
    <w:rsid w:val="00076952"/>
    <w:rsid w:val="00077C5F"/>
    <w:rsid w:val="00090C85"/>
    <w:rsid w:val="000930A2"/>
    <w:rsid w:val="00095CF7"/>
    <w:rsid w:val="000A29E8"/>
    <w:rsid w:val="000A7BED"/>
    <w:rsid w:val="000B4C2F"/>
    <w:rsid w:val="000C6F44"/>
    <w:rsid w:val="000E516F"/>
    <w:rsid w:val="000F02DB"/>
    <w:rsid w:val="000F23D2"/>
    <w:rsid w:val="000F40AA"/>
    <w:rsid w:val="00102A32"/>
    <w:rsid w:val="00107427"/>
    <w:rsid w:val="00116B31"/>
    <w:rsid w:val="00116E49"/>
    <w:rsid w:val="00122C1E"/>
    <w:rsid w:val="001236EE"/>
    <w:rsid w:val="001246B1"/>
    <w:rsid w:val="0013464F"/>
    <w:rsid w:val="001353F1"/>
    <w:rsid w:val="00137170"/>
    <w:rsid w:val="00146111"/>
    <w:rsid w:val="001479E0"/>
    <w:rsid w:val="00150E65"/>
    <w:rsid w:val="00157710"/>
    <w:rsid w:val="001749DE"/>
    <w:rsid w:val="00183B51"/>
    <w:rsid w:val="0018672A"/>
    <w:rsid w:val="001A380E"/>
    <w:rsid w:val="001B0940"/>
    <w:rsid w:val="001B09AB"/>
    <w:rsid w:val="001C42B2"/>
    <w:rsid w:val="001C70CC"/>
    <w:rsid w:val="001D0A5B"/>
    <w:rsid w:val="001E12DE"/>
    <w:rsid w:val="001E14AD"/>
    <w:rsid w:val="001E1868"/>
    <w:rsid w:val="001E3DB4"/>
    <w:rsid w:val="001F3BDE"/>
    <w:rsid w:val="001F44A8"/>
    <w:rsid w:val="00200D28"/>
    <w:rsid w:val="0020158B"/>
    <w:rsid w:val="0020608C"/>
    <w:rsid w:val="00212DC4"/>
    <w:rsid w:val="00213397"/>
    <w:rsid w:val="00230C0E"/>
    <w:rsid w:val="0023220C"/>
    <w:rsid w:val="00242429"/>
    <w:rsid w:val="002502C5"/>
    <w:rsid w:val="002547BF"/>
    <w:rsid w:val="00262D9F"/>
    <w:rsid w:val="00274460"/>
    <w:rsid w:val="00275DDC"/>
    <w:rsid w:val="00276270"/>
    <w:rsid w:val="00284449"/>
    <w:rsid w:val="0028762C"/>
    <w:rsid w:val="002A2774"/>
    <w:rsid w:val="002A620F"/>
    <w:rsid w:val="002B0768"/>
    <w:rsid w:val="002B7AC4"/>
    <w:rsid w:val="002D0179"/>
    <w:rsid w:val="002D1AA0"/>
    <w:rsid w:val="002D30BB"/>
    <w:rsid w:val="002E13B7"/>
    <w:rsid w:val="002E75C7"/>
    <w:rsid w:val="0030313F"/>
    <w:rsid w:val="00303E6E"/>
    <w:rsid w:val="0030696C"/>
    <w:rsid w:val="00332B1B"/>
    <w:rsid w:val="003377A8"/>
    <w:rsid w:val="003422BD"/>
    <w:rsid w:val="003442D1"/>
    <w:rsid w:val="003519D9"/>
    <w:rsid w:val="00353882"/>
    <w:rsid w:val="00355DAE"/>
    <w:rsid w:val="003640E6"/>
    <w:rsid w:val="003642EF"/>
    <w:rsid w:val="003655D6"/>
    <w:rsid w:val="003737AE"/>
    <w:rsid w:val="003751A9"/>
    <w:rsid w:val="00380737"/>
    <w:rsid w:val="003811E1"/>
    <w:rsid w:val="00384852"/>
    <w:rsid w:val="003871AC"/>
    <w:rsid w:val="00390D61"/>
    <w:rsid w:val="0039219C"/>
    <w:rsid w:val="003A644D"/>
    <w:rsid w:val="003A78B1"/>
    <w:rsid w:val="003B081E"/>
    <w:rsid w:val="003B3024"/>
    <w:rsid w:val="003B3950"/>
    <w:rsid w:val="003C40C1"/>
    <w:rsid w:val="003D1A42"/>
    <w:rsid w:val="003E6BDD"/>
    <w:rsid w:val="003F0F6C"/>
    <w:rsid w:val="003F4477"/>
    <w:rsid w:val="00400847"/>
    <w:rsid w:val="00400DCE"/>
    <w:rsid w:val="00402C45"/>
    <w:rsid w:val="004102FA"/>
    <w:rsid w:val="00410849"/>
    <w:rsid w:val="004229EC"/>
    <w:rsid w:val="00430885"/>
    <w:rsid w:val="00437677"/>
    <w:rsid w:val="00443950"/>
    <w:rsid w:val="00447538"/>
    <w:rsid w:val="00456E54"/>
    <w:rsid w:val="0046118E"/>
    <w:rsid w:val="00466C1E"/>
    <w:rsid w:val="00470256"/>
    <w:rsid w:val="00472F13"/>
    <w:rsid w:val="00473133"/>
    <w:rsid w:val="0048279C"/>
    <w:rsid w:val="004924AD"/>
    <w:rsid w:val="00495E2F"/>
    <w:rsid w:val="004D18E8"/>
    <w:rsid w:val="004D65C4"/>
    <w:rsid w:val="004E0B75"/>
    <w:rsid w:val="004E1624"/>
    <w:rsid w:val="004E1CEA"/>
    <w:rsid w:val="004F4401"/>
    <w:rsid w:val="004F65DC"/>
    <w:rsid w:val="00500CB9"/>
    <w:rsid w:val="00501FEA"/>
    <w:rsid w:val="00505E41"/>
    <w:rsid w:val="00523641"/>
    <w:rsid w:val="0052545E"/>
    <w:rsid w:val="00532404"/>
    <w:rsid w:val="00533996"/>
    <w:rsid w:val="00537A90"/>
    <w:rsid w:val="005456BD"/>
    <w:rsid w:val="00546E82"/>
    <w:rsid w:val="00550A7E"/>
    <w:rsid w:val="00562BA3"/>
    <w:rsid w:val="0057707E"/>
    <w:rsid w:val="00577D41"/>
    <w:rsid w:val="005902B5"/>
    <w:rsid w:val="005A18C6"/>
    <w:rsid w:val="005A54D6"/>
    <w:rsid w:val="005B2C62"/>
    <w:rsid w:val="005B4003"/>
    <w:rsid w:val="005C541E"/>
    <w:rsid w:val="006020F4"/>
    <w:rsid w:val="00611A85"/>
    <w:rsid w:val="006124A4"/>
    <w:rsid w:val="00613A0F"/>
    <w:rsid w:val="006151DA"/>
    <w:rsid w:val="00617F4D"/>
    <w:rsid w:val="006257B3"/>
    <w:rsid w:val="00642CCD"/>
    <w:rsid w:val="0065761E"/>
    <w:rsid w:val="00657650"/>
    <w:rsid w:val="00661FEE"/>
    <w:rsid w:val="0066535D"/>
    <w:rsid w:val="00665BAD"/>
    <w:rsid w:val="00672132"/>
    <w:rsid w:val="006733A1"/>
    <w:rsid w:val="00674EEA"/>
    <w:rsid w:val="0068753B"/>
    <w:rsid w:val="006A64C5"/>
    <w:rsid w:val="006A6AFF"/>
    <w:rsid w:val="006A72B6"/>
    <w:rsid w:val="006A7725"/>
    <w:rsid w:val="006C5464"/>
    <w:rsid w:val="006C7EB7"/>
    <w:rsid w:val="006D32C1"/>
    <w:rsid w:val="006E2816"/>
    <w:rsid w:val="006F3657"/>
    <w:rsid w:val="006F5FC8"/>
    <w:rsid w:val="00705166"/>
    <w:rsid w:val="00714164"/>
    <w:rsid w:val="00715074"/>
    <w:rsid w:val="007221C4"/>
    <w:rsid w:val="007258CD"/>
    <w:rsid w:val="0073226D"/>
    <w:rsid w:val="00741E13"/>
    <w:rsid w:val="007514F1"/>
    <w:rsid w:val="00752F12"/>
    <w:rsid w:val="00755A07"/>
    <w:rsid w:val="007737E4"/>
    <w:rsid w:val="00774F41"/>
    <w:rsid w:val="007753E7"/>
    <w:rsid w:val="00775DE8"/>
    <w:rsid w:val="00781A4F"/>
    <w:rsid w:val="00785206"/>
    <w:rsid w:val="007856F2"/>
    <w:rsid w:val="007A59C8"/>
    <w:rsid w:val="007A7585"/>
    <w:rsid w:val="007B0DBA"/>
    <w:rsid w:val="007D2B93"/>
    <w:rsid w:val="007D636C"/>
    <w:rsid w:val="007D65A8"/>
    <w:rsid w:val="007E2ECC"/>
    <w:rsid w:val="007E3A34"/>
    <w:rsid w:val="007F146B"/>
    <w:rsid w:val="008007BC"/>
    <w:rsid w:val="00800A99"/>
    <w:rsid w:val="00804667"/>
    <w:rsid w:val="008170CA"/>
    <w:rsid w:val="008226CD"/>
    <w:rsid w:val="00824F48"/>
    <w:rsid w:val="008253E0"/>
    <w:rsid w:val="008477D7"/>
    <w:rsid w:val="008539F0"/>
    <w:rsid w:val="00856E4C"/>
    <w:rsid w:val="00870DBA"/>
    <w:rsid w:val="00871E2B"/>
    <w:rsid w:val="008738FC"/>
    <w:rsid w:val="00873DAD"/>
    <w:rsid w:val="00876690"/>
    <w:rsid w:val="00876B7F"/>
    <w:rsid w:val="00882A2E"/>
    <w:rsid w:val="00897F69"/>
    <w:rsid w:val="008A12AA"/>
    <w:rsid w:val="008A355F"/>
    <w:rsid w:val="008A56AF"/>
    <w:rsid w:val="008B343E"/>
    <w:rsid w:val="008B4E3B"/>
    <w:rsid w:val="008B6771"/>
    <w:rsid w:val="008D6995"/>
    <w:rsid w:val="008E7F0A"/>
    <w:rsid w:val="009069DF"/>
    <w:rsid w:val="009352C8"/>
    <w:rsid w:val="00936069"/>
    <w:rsid w:val="00942A7B"/>
    <w:rsid w:val="0094677C"/>
    <w:rsid w:val="00954D0B"/>
    <w:rsid w:val="00972DEF"/>
    <w:rsid w:val="009753BA"/>
    <w:rsid w:val="00976730"/>
    <w:rsid w:val="009827FE"/>
    <w:rsid w:val="00987DC2"/>
    <w:rsid w:val="00995B00"/>
    <w:rsid w:val="009A113E"/>
    <w:rsid w:val="009A77CC"/>
    <w:rsid w:val="009B46E9"/>
    <w:rsid w:val="009B5DD6"/>
    <w:rsid w:val="009C236E"/>
    <w:rsid w:val="009D2D15"/>
    <w:rsid w:val="009D455D"/>
    <w:rsid w:val="009D5E74"/>
    <w:rsid w:val="009D6AAC"/>
    <w:rsid w:val="009F1F60"/>
    <w:rsid w:val="009F5922"/>
    <w:rsid w:val="00A00C2C"/>
    <w:rsid w:val="00A06297"/>
    <w:rsid w:val="00A06767"/>
    <w:rsid w:val="00A0732E"/>
    <w:rsid w:val="00A07FCF"/>
    <w:rsid w:val="00A115FB"/>
    <w:rsid w:val="00A144A1"/>
    <w:rsid w:val="00A14AB5"/>
    <w:rsid w:val="00A17590"/>
    <w:rsid w:val="00A17D7D"/>
    <w:rsid w:val="00A22639"/>
    <w:rsid w:val="00A31157"/>
    <w:rsid w:val="00A3569D"/>
    <w:rsid w:val="00A35E09"/>
    <w:rsid w:val="00A462BE"/>
    <w:rsid w:val="00A570B9"/>
    <w:rsid w:val="00A60980"/>
    <w:rsid w:val="00A61943"/>
    <w:rsid w:val="00A708F3"/>
    <w:rsid w:val="00A75DFC"/>
    <w:rsid w:val="00A760E7"/>
    <w:rsid w:val="00A855F3"/>
    <w:rsid w:val="00A8668E"/>
    <w:rsid w:val="00A904B7"/>
    <w:rsid w:val="00A91767"/>
    <w:rsid w:val="00A95B64"/>
    <w:rsid w:val="00A96D20"/>
    <w:rsid w:val="00AA1502"/>
    <w:rsid w:val="00AA22F0"/>
    <w:rsid w:val="00AA5B39"/>
    <w:rsid w:val="00AA6D6F"/>
    <w:rsid w:val="00AA7C0B"/>
    <w:rsid w:val="00AB4B6F"/>
    <w:rsid w:val="00AB7A7F"/>
    <w:rsid w:val="00AD0BD5"/>
    <w:rsid w:val="00AD1C7F"/>
    <w:rsid w:val="00AD522F"/>
    <w:rsid w:val="00AD56CF"/>
    <w:rsid w:val="00AE4C9E"/>
    <w:rsid w:val="00AE5288"/>
    <w:rsid w:val="00AF1F53"/>
    <w:rsid w:val="00B019BF"/>
    <w:rsid w:val="00B151C2"/>
    <w:rsid w:val="00B179BF"/>
    <w:rsid w:val="00B44B40"/>
    <w:rsid w:val="00B45A98"/>
    <w:rsid w:val="00B5023B"/>
    <w:rsid w:val="00B50400"/>
    <w:rsid w:val="00B51957"/>
    <w:rsid w:val="00B53DD7"/>
    <w:rsid w:val="00B56199"/>
    <w:rsid w:val="00B5740F"/>
    <w:rsid w:val="00B80104"/>
    <w:rsid w:val="00B85358"/>
    <w:rsid w:val="00B919DB"/>
    <w:rsid w:val="00BA0D2C"/>
    <w:rsid w:val="00BA3195"/>
    <w:rsid w:val="00BA7C0F"/>
    <w:rsid w:val="00BB7930"/>
    <w:rsid w:val="00BB7D7E"/>
    <w:rsid w:val="00BC5F2A"/>
    <w:rsid w:val="00BC6026"/>
    <w:rsid w:val="00BD1E93"/>
    <w:rsid w:val="00BD5F51"/>
    <w:rsid w:val="00BD7C52"/>
    <w:rsid w:val="00BE712B"/>
    <w:rsid w:val="00BF7AC8"/>
    <w:rsid w:val="00C10BC1"/>
    <w:rsid w:val="00C20220"/>
    <w:rsid w:val="00C245AD"/>
    <w:rsid w:val="00C43157"/>
    <w:rsid w:val="00C461C6"/>
    <w:rsid w:val="00C47046"/>
    <w:rsid w:val="00C54E8F"/>
    <w:rsid w:val="00C56A41"/>
    <w:rsid w:val="00C625D3"/>
    <w:rsid w:val="00C7397F"/>
    <w:rsid w:val="00C76150"/>
    <w:rsid w:val="00C776AE"/>
    <w:rsid w:val="00C82361"/>
    <w:rsid w:val="00C8453F"/>
    <w:rsid w:val="00C9461A"/>
    <w:rsid w:val="00C94F61"/>
    <w:rsid w:val="00C978A2"/>
    <w:rsid w:val="00CA16CA"/>
    <w:rsid w:val="00CB55FE"/>
    <w:rsid w:val="00CB5823"/>
    <w:rsid w:val="00CC6699"/>
    <w:rsid w:val="00CD4676"/>
    <w:rsid w:val="00CD57A0"/>
    <w:rsid w:val="00CE1F7D"/>
    <w:rsid w:val="00CE34D1"/>
    <w:rsid w:val="00CE6AE5"/>
    <w:rsid w:val="00CF033C"/>
    <w:rsid w:val="00CF2A00"/>
    <w:rsid w:val="00CF79AD"/>
    <w:rsid w:val="00D202BD"/>
    <w:rsid w:val="00D20E71"/>
    <w:rsid w:val="00D23485"/>
    <w:rsid w:val="00D26819"/>
    <w:rsid w:val="00D2741D"/>
    <w:rsid w:val="00D33CA2"/>
    <w:rsid w:val="00D51B47"/>
    <w:rsid w:val="00D54772"/>
    <w:rsid w:val="00D7208C"/>
    <w:rsid w:val="00D81932"/>
    <w:rsid w:val="00D84736"/>
    <w:rsid w:val="00D93E6B"/>
    <w:rsid w:val="00D943C3"/>
    <w:rsid w:val="00DA0A35"/>
    <w:rsid w:val="00DB3EF0"/>
    <w:rsid w:val="00DC297A"/>
    <w:rsid w:val="00DD23ED"/>
    <w:rsid w:val="00DE07B4"/>
    <w:rsid w:val="00DE66F0"/>
    <w:rsid w:val="00DF067F"/>
    <w:rsid w:val="00E210CC"/>
    <w:rsid w:val="00E21BCA"/>
    <w:rsid w:val="00E2256F"/>
    <w:rsid w:val="00E3254C"/>
    <w:rsid w:val="00E334D8"/>
    <w:rsid w:val="00E440B1"/>
    <w:rsid w:val="00E553A6"/>
    <w:rsid w:val="00E55E4C"/>
    <w:rsid w:val="00E6328D"/>
    <w:rsid w:val="00E648CD"/>
    <w:rsid w:val="00E766DD"/>
    <w:rsid w:val="00E770FB"/>
    <w:rsid w:val="00E90A2B"/>
    <w:rsid w:val="00E955EB"/>
    <w:rsid w:val="00EA2429"/>
    <w:rsid w:val="00EA31EA"/>
    <w:rsid w:val="00EB0DE5"/>
    <w:rsid w:val="00EB1305"/>
    <w:rsid w:val="00EB38A1"/>
    <w:rsid w:val="00EC33CA"/>
    <w:rsid w:val="00EC6A78"/>
    <w:rsid w:val="00ED1CD9"/>
    <w:rsid w:val="00ED3A61"/>
    <w:rsid w:val="00EF2AAA"/>
    <w:rsid w:val="00F04418"/>
    <w:rsid w:val="00F15582"/>
    <w:rsid w:val="00F17E97"/>
    <w:rsid w:val="00F231C8"/>
    <w:rsid w:val="00F25070"/>
    <w:rsid w:val="00F27CA9"/>
    <w:rsid w:val="00F33E5E"/>
    <w:rsid w:val="00F344E3"/>
    <w:rsid w:val="00F376A2"/>
    <w:rsid w:val="00F422DE"/>
    <w:rsid w:val="00F505EA"/>
    <w:rsid w:val="00F526F4"/>
    <w:rsid w:val="00F54B20"/>
    <w:rsid w:val="00F60D57"/>
    <w:rsid w:val="00F702B3"/>
    <w:rsid w:val="00F70F11"/>
    <w:rsid w:val="00F7716A"/>
    <w:rsid w:val="00F77A47"/>
    <w:rsid w:val="00FA13A7"/>
    <w:rsid w:val="00FA2CA8"/>
    <w:rsid w:val="00FA2E99"/>
    <w:rsid w:val="00FB1F12"/>
    <w:rsid w:val="00FB2D33"/>
    <w:rsid w:val="00FB3171"/>
    <w:rsid w:val="00FB78CF"/>
    <w:rsid w:val="00FE0571"/>
    <w:rsid w:val="00FE1419"/>
    <w:rsid w:val="00FE493A"/>
    <w:rsid w:val="00FE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5298EF"/>
  <w15:docId w15:val="{C3E80315-99B4-40FF-8DBF-950B21567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766DD"/>
    <w:pPr>
      <w:widowControl w:val="0"/>
    </w:pPr>
    <w:rPr>
      <w:sz w:val="24"/>
      <w:szCs w:val="24"/>
    </w:rPr>
  </w:style>
  <w:style w:type="paragraph" w:styleId="Titre1">
    <w:name w:val="heading 1"/>
    <w:basedOn w:val="Normal"/>
    <w:next w:val="Normal"/>
    <w:qFormat/>
    <w:pPr>
      <w:widowControl/>
      <w:numPr>
        <w:numId w:val="1"/>
      </w:numPr>
      <w:spacing w:after="240"/>
      <w:jc w:val="both"/>
      <w:outlineLvl w:val="0"/>
    </w:pPr>
    <w:rPr>
      <w:caps/>
      <w:sz w:val="28"/>
      <w:szCs w:val="28"/>
    </w:rPr>
  </w:style>
  <w:style w:type="paragraph" w:styleId="Titre2">
    <w:name w:val="heading 2"/>
    <w:basedOn w:val="Normal"/>
    <w:next w:val="Normal"/>
    <w:qFormat/>
    <w:pPr>
      <w:widowControl/>
      <w:numPr>
        <w:ilvl w:val="1"/>
        <w:numId w:val="1"/>
      </w:numPr>
      <w:spacing w:after="240"/>
      <w:ind w:hanging="454"/>
      <w:jc w:val="both"/>
      <w:outlineLvl w:val="1"/>
    </w:pPr>
    <w:rPr>
      <w:smallCaps/>
    </w:rPr>
  </w:style>
  <w:style w:type="paragraph" w:styleId="Titre3">
    <w:name w:val="heading 3"/>
    <w:basedOn w:val="Normal"/>
    <w:next w:val="Normal"/>
    <w:qFormat/>
    <w:pPr>
      <w:widowControl/>
      <w:numPr>
        <w:ilvl w:val="2"/>
        <w:numId w:val="1"/>
      </w:numPr>
      <w:spacing w:after="240"/>
      <w:ind w:hanging="454"/>
      <w:jc w:val="both"/>
      <w:outlineLvl w:val="2"/>
    </w:pPr>
    <w:rPr>
      <w:sz w:val="22"/>
      <w:szCs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rFonts w:ascii="Times" w:hAnsi="Times" w:cs="Times"/>
      <w:i/>
      <w:iCs/>
      <w:sz w:val="22"/>
      <w:szCs w:val="22"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CEArticle">
    <w:name w:val="DCE Article"/>
    <w:basedOn w:val="Normal"/>
    <w:next w:val="DCETitre2"/>
    <w:pPr>
      <w:keepNext/>
      <w:keepLines/>
      <w:widowControl/>
      <w:numPr>
        <w:numId w:val="14"/>
      </w:numPr>
      <w:spacing w:before="360" w:after="240"/>
      <w:outlineLvl w:val="0"/>
    </w:pPr>
    <w:rPr>
      <w:b/>
      <w:caps/>
      <w:sz w:val="26"/>
      <w:szCs w:val="26"/>
      <w:u w:val="single"/>
    </w:rPr>
  </w:style>
  <w:style w:type="paragraph" w:customStyle="1" w:styleId="DCETitre2">
    <w:name w:val="DCE Titre 2"/>
    <w:basedOn w:val="Normal"/>
    <w:next w:val="DCETitre3"/>
    <w:pPr>
      <w:keepNext/>
      <w:keepLines/>
      <w:widowControl/>
      <w:numPr>
        <w:ilvl w:val="1"/>
        <w:numId w:val="14"/>
      </w:numPr>
      <w:spacing w:before="240" w:after="240"/>
      <w:ind w:left="0" w:firstLine="0"/>
      <w:outlineLvl w:val="1"/>
    </w:pPr>
    <w:rPr>
      <w:b/>
    </w:rPr>
  </w:style>
  <w:style w:type="paragraph" w:customStyle="1" w:styleId="DCETitre3">
    <w:name w:val="DCE Titre 3"/>
    <w:basedOn w:val="Normal"/>
    <w:next w:val="DCETitre4"/>
    <w:pPr>
      <w:keepNext/>
      <w:keepLines/>
      <w:widowControl/>
      <w:numPr>
        <w:ilvl w:val="2"/>
        <w:numId w:val="14"/>
      </w:numPr>
      <w:spacing w:before="240" w:after="120"/>
      <w:outlineLvl w:val="2"/>
    </w:pPr>
    <w:rPr>
      <w:b/>
      <w:i/>
    </w:rPr>
  </w:style>
  <w:style w:type="paragraph" w:customStyle="1" w:styleId="DCETitre4">
    <w:name w:val="DCE Titre 4"/>
    <w:basedOn w:val="DCETitre3"/>
    <w:pPr>
      <w:numPr>
        <w:ilvl w:val="3"/>
      </w:numPr>
      <w:outlineLvl w:val="3"/>
    </w:pPr>
    <w:rPr>
      <w:b w:val="0"/>
      <w:sz w:val="22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Pr>
      <w:sz w:val="20"/>
      <w:szCs w:val="20"/>
    </w:rPr>
  </w:style>
  <w:style w:type="paragraph" w:customStyle="1" w:styleId="DCETexte">
    <w:name w:val="DCE Texte"/>
    <w:basedOn w:val="Normal"/>
    <w:qFormat/>
    <w:pPr>
      <w:widowControl/>
      <w:spacing w:before="120" w:after="120"/>
      <w:jc w:val="both"/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paragraph" w:customStyle="1" w:styleId="DCEPucea">
    <w:name w:val="DCE Puce a)"/>
    <w:basedOn w:val="Corpstexte"/>
    <w:pPr>
      <w:numPr>
        <w:numId w:val="3"/>
      </w:numPr>
    </w:pPr>
  </w:style>
  <w:style w:type="paragraph" w:customStyle="1" w:styleId="Corpstexte">
    <w:name w:val="Corps texte"/>
    <w:basedOn w:val="Normal"/>
    <w:semiHidden/>
    <w:pPr>
      <w:numPr>
        <w:numId w:val="2"/>
      </w:numPr>
      <w:spacing w:before="120" w:after="240"/>
    </w:pPr>
  </w:style>
  <w:style w:type="character" w:styleId="Lienhypertexte">
    <w:name w:val="Hyperlink"/>
    <w:rPr>
      <w:color w:val="0000FF"/>
      <w:u w:val="single"/>
    </w:rPr>
  </w:style>
  <w:style w:type="paragraph" w:customStyle="1" w:styleId="Sous-article">
    <w:name w:val="Sous-article"/>
    <w:basedOn w:val="Normal"/>
    <w:semiHidden/>
    <w:pPr>
      <w:spacing w:before="120" w:after="240"/>
    </w:pPr>
    <w:rPr>
      <w:b/>
    </w:rPr>
  </w:style>
  <w:style w:type="paragraph" w:customStyle="1" w:styleId="Article">
    <w:name w:val="Article"/>
    <w:basedOn w:val="Normal"/>
    <w:semiHidden/>
    <w:pPr>
      <w:spacing w:before="240" w:after="240"/>
      <w:jc w:val="both"/>
    </w:pPr>
    <w:rPr>
      <w:b/>
      <w:caps/>
      <w:u w:val="single"/>
    </w:rPr>
  </w:style>
  <w:style w:type="paragraph" w:customStyle="1" w:styleId="Puce1">
    <w:name w:val="Puce1"/>
    <w:basedOn w:val="Normal"/>
    <w:semiHidden/>
    <w:pPr>
      <w:tabs>
        <w:tab w:val="num" w:pos="720"/>
      </w:tabs>
      <w:spacing w:before="120" w:after="240"/>
      <w:ind w:left="714" w:hanging="357"/>
    </w:pPr>
  </w:style>
  <w:style w:type="paragraph" w:customStyle="1" w:styleId="Texteparagraphe">
    <w:name w:val="Texte paragraphe"/>
    <w:basedOn w:val="Normal"/>
    <w:semiHidden/>
    <w:pPr>
      <w:widowControl/>
      <w:spacing w:after="240"/>
      <w:jc w:val="both"/>
    </w:pPr>
  </w:style>
  <w:style w:type="paragraph" w:customStyle="1" w:styleId="StyleCentr">
    <w:name w:val="Style Centré"/>
    <w:basedOn w:val="Normal"/>
    <w:semiHidden/>
    <w:pPr>
      <w:jc w:val="center"/>
    </w:pPr>
    <w:rPr>
      <w:szCs w:val="20"/>
    </w:rPr>
  </w:style>
  <w:style w:type="character" w:customStyle="1" w:styleId="DCETitre3CarCar">
    <w:name w:val="DCE Titre 3 Car Car"/>
    <w:rPr>
      <w:b/>
      <w:i/>
      <w:sz w:val="24"/>
      <w:szCs w:val="24"/>
      <w:lang w:val="fr-FR" w:eastAsia="fr-FR" w:bidi="ar-SA"/>
    </w:rPr>
  </w:style>
  <w:style w:type="paragraph" w:customStyle="1" w:styleId="DCETiret">
    <w:name w:val="DCE Tiret"/>
    <w:basedOn w:val="DCETexte"/>
    <w:pPr>
      <w:numPr>
        <w:numId w:val="15"/>
      </w:numPr>
      <w:tabs>
        <w:tab w:val="left" w:pos="851"/>
      </w:tabs>
      <w:spacing w:after="160"/>
    </w:pPr>
  </w:style>
  <w:style w:type="paragraph" w:customStyle="1" w:styleId="DCE">
    <w:name w:val="DCE"/>
    <w:basedOn w:val="En-tte"/>
    <w:pPr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</w:tabs>
      <w:ind w:left="2835" w:right="2835"/>
      <w:jc w:val="center"/>
    </w:pPr>
    <w:rPr>
      <w:b/>
      <w:sz w:val="52"/>
      <w:szCs w:val="52"/>
    </w:rPr>
  </w:style>
  <w:style w:type="paragraph" w:customStyle="1" w:styleId="DCECadre6pt">
    <w:name w:val="DCE Cadre 6 pt"/>
    <w:basedOn w:val="DCETexte"/>
    <w:pPr>
      <w:pBdr>
        <w:top w:val="single" w:sz="4" w:space="6" w:color="auto"/>
        <w:left w:val="single" w:sz="4" w:space="4" w:color="auto"/>
        <w:bottom w:val="single" w:sz="4" w:space="6" w:color="auto"/>
        <w:right w:val="single" w:sz="4" w:space="4" w:color="auto"/>
      </w:pBdr>
      <w:jc w:val="center"/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M2">
    <w:name w:val="toc 2"/>
    <w:basedOn w:val="Normal"/>
    <w:next w:val="Normal"/>
    <w:autoRedefine/>
    <w:semiHidden/>
    <w:pPr>
      <w:widowControl/>
      <w:ind w:left="238" w:right="454"/>
    </w:pPr>
    <w:rPr>
      <w:sz w:val="22"/>
      <w:szCs w:val="22"/>
    </w:rPr>
  </w:style>
  <w:style w:type="paragraph" w:styleId="TM1">
    <w:name w:val="toc 1"/>
    <w:basedOn w:val="Normal"/>
    <w:next w:val="Normal"/>
    <w:autoRedefine/>
    <w:semiHidden/>
    <w:pPr>
      <w:keepNext/>
      <w:keepLines/>
      <w:widowControl/>
      <w:tabs>
        <w:tab w:val="right" w:leader="dot" w:pos="8777"/>
      </w:tabs>
      <w:spacing w:before="160" w:line="360" w:lineRule="auto"/>
    </w:pPr>
    <w:rPr>
      <w:b/>
      <w:caps/>
      <w:sz w:val="22"/>
      <w:szCs w:val="22"/>
    </w:rPr>
  </w:style>
  <w:style w:type="paragraph" w:styleId="TM3">
    <w:name w:val="toc 3"/>
    <w:basedOn w:val="Normal"/>
    <w:next w:val="Normal"/>
    <w:autoRedefine/>
    <w:semiHidden/>
    <w:pPr>
      <w:ind w:left="482" w:right="454"/>
    </w:pPr>
    <w:rPr>
      <w:i/>
      <w:sz w:val="22"/>
    </w:rPr>
  </w:style>
  <w:style w:type="paragraph" w:customStyle="1" w:styleId="DCEAnnexe">
    <w:name w:val="DCE Annexe"/>
    <w:basedOn w:val="Normal"/>
    <w:next w:val="DCETexte"/>
    <w:pPr>
      <w:spacing w:after="240"/>
      <w:jc w:val="center"/>
    </w:pPr>
    <w:rPr>
      <w:b/>
      <w:spacing w:val="20"/>
    </w:rPr>
  </w:style>
  <w:style w:type="paragraph" w:styleId="TM4">
    <w:name w:val="toc 4"/>
    <w:basedOn w:val="Normal"/>
    <w:next w:val="Normal"/>
    <w:autoRedefine/>
    <w:semiHidden/>
    <w:pPr>
      <w:spacing w:before="240"/>
      <w:ind w:right="454"/>
    </w:pPr>
    <w:rPr>
      <w:b/>
      <w:sz w:val="22"/>
    </w:rPr>
  </w:style>
  <w:style w:type="character" w:styleId="Accentuation">
    <w:name w:val="Emphasis"/>
    <w:qFormat/>
    <w:rPr>
      <w:i/>
      <w:iCs/>
    </w:rPr>
  </w:style>
  <w:style w:type="character" w:styleId="AcronymeHTML">
    <w:name w:val="HTML Acronym"/>
    <w:basedOn w:val="Policepardfaut"/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rFonts w:ascii="Arial" w:hAnsi="Arial" w:cs="Arial"/>
    </w:rPr>
  </w:style>
  <w:style w:type="paragraph" w:styleId="Adresseexpditeur">
    <w:name w:val="envelope return"/>
    <w:basedOn w:val="Normal"/>
    <w:rPr>
      <w:rFonts w:ascii="Arial" w:hAnsi="Arial" w:cs="Arial"/>
      <w:sz w:val="20"/>
      <w:szCs w:val="20"/>
    </w:rPr>
  </w:style>
  <w:style w:type="paragraph" w:styleId="AdresseHTML">
    <w:name w:val="HTML Address"/>
    <w:basedOn w:val="Normal"/>
    <w:rPr>
      <w:i/>
      <w:iCs/>
    </w:rPr>
  </w:style>
  <w:style w:type="character" w:styleId="CitationHTML">
    <w:name w:val="HTML Cite"/>
    <w:rPr>
      <w:i/>
      <w:iCs/>
    </w:rPr>
  </w:style>
  <w:style w:type="character" w:styleId="ClavierHTML">
    <w:name w:val="HTML Keyboard"/>
    <w:rPr>
      <w:rFonts w:ascii="Courier New" w:hAnsi="Courier New" w:cs="Courier New"/>
      <w:sz w:val="20"/>
      <w:szCs w:val="20"/>
    </w:rPr>
  </w:style>
  <w:style w:type="character" w:styleId="CodeHTML">
    <w:name w:val="HTML Code"/>
    <w:rPr>
      <w:rFonts w:ascii="Courier New" w:hAnsi="Courier New" w:cs="Courier New"/>
      <w:sz w:val="20"/>
      <w:szCs w:val="20"/>
    </w:rPr>
  </w:style>
  <w:style w:type="paragraph" w:styleId="Corpsdetexte">
    <w:name w:val="Body Text"/>
    <w:basedOn w:val="Normal"/>
    <w:pPr>
      <w:spacing w:after="120"/>
    </w:p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character" w:styleId="DfinitionHTML">
    <w:name w:val="HTML Definition"/>
    <w:rPr>
      <w:i/>
      <w:iCs/>
    </w:rPr>
  </w:style>
  <w:style w:type="character" w:styleId="lev">
    <w:name w:val="Strong"/>
    <w:qFormat/>
    <w:rPr>
      <w:b/>
      <w:bCs/>
    </w:rPr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styleId="ExempleHTML">
    <w:name w:val="HTML Sample"/>
    <w:rPr>
      <w:rFonts w:ascii="Courier New" w:hAnsi="Courier New" w:cs="Courier New"/>
    </w:rPr>
  </w:style>
  <w:style w:type="paragraph" w:styleId="Formuledepolitesse">
    <w:name w:val="Closing"/>
    <w:basedOn w:val="Normal"/>
    <w:pPr>
      <w:ind w:left="4252"/>
    </w:pPr>
  </w:style>
  <w:style w:type="character" w:styleId="Lienhypertextesuivivisit">
    <w:name w:val="FollowedHyperlink"/>
    <w:rPr>
      <w:color w:val="800080"/>
      <w:u w:val="single"/>
    </w:rPr>
  </w:style>
  <w:style w:type="paragraph" w:styleId="Liste">
    <w:name w:val="List"/>
    <w:basedOn w:val="Normal"/>
    <w:pPr>
      <w:ind w:left="283" w:hanging="283"/>
    </w:pPr>
  </w:style>
  <w:style w:type="paragraph" w:styleId="Liste2">
    <w:name w:val="List 2"/>
    <w:basedOn w:val="Normal"/>
    <w:pPr>
      <w:ind w:left="566" w:hanging="283"/>
    </w:pPr>
  </w:style>
  <w:style w:type="paragraph" w:styleId="Liste3">
    <w:name w:val="List 3"/>
    <w:basedOn w:val="Normal"/>
    <w:pPr>
      <w:ind w:left="849" w:hanging="283"/>
    </w:pPr>
  </w:style>
  <w:style w:type="paragraph" w:styleId="Liste4">
    <w:name w:val="List 4"/>
    <w:basedOn w:val="Normal"/>
    <w:pPr>
      <w:ind w:left="1132" w:hanging="283"/>
    </w:pPr>
  </w:style>
  <w:style w:type="paragraph" w:styleId="Liste5">
    <w:name w:val="List 5"/>
    <w:basedOn w:val="Normal"/>
    <w:pPr>
      <w:ind w:left="1415" w:hanging="283"/>
    </w:pPr>
  </w:style>
  <w:style w:type="paragraph" w:styleId="Listenumros">
    <w:name w:val="List Number"/>
    <w:basedOn w:val="Normal"/>
    <w:pPr>
      <w:numPr>
        <w:numId w:val="4"/>
      </w:numPr>
    </w:pPr>
  </w:style>
  <w:style w:type="paragraph" w:styleId="Listenumros2">
    <w:name w:val="List Number 2"/>
    <w:basedOn w:val="Normal"/>
    <w:pPr>
      <w:numPr>
        <w:numId w:val="5"/>
      </w:numPr>
    </w:pPr>
  </w:style>
  <w:style w:type="paragraph" w:styleId="Listenumros3">
    <w:name w:val="List Number 3"/>
    <w:basedOn w:val="Normal"/>
    <w:pPr>
      <w:numPr>
        <w:numId w:val="6"/>
      </w:numPr>
    </w:pPr>
  </w:style>
  <w:style w:type="paragraph" w:styleId="Listenumros4">
    <w:name w:val="List Number 4"/>
    <w:basedOn w:val="Normal"/>
    <w:pPr>
      <w:numPr>
        <w:numId w:val="7"/>
      </w:numPr>
    </w:pPr>
  </w:style>
  <w:style w:type="paragraph" w:styleId="Listenumros5">
    <w:name w:val="List Number 5"/>
    <w:basedOn w:val="Normal"/>
    <w:pPr>
      <w:numPr>
        <w:numId w:val="8"/>
      </w:numPr>
    </w:pPr>
  </w:style>
  <w:style w:type="paragraph" w:styleId="Listepuces">
    <w:name w:val="List Bullet"/>
    <w:basedOn w:val="Normal"/>
    <w:pPr>
      <w:numPr>
        <w:numId w:val="9"/>
      </w:numPr>
    </w:pPr>
  </w:style>
  <w:style w:type="paragraph" w:styleId="Listepuces2">
    <w:name w:val="List Bullet 2"/>
    <w:basedOn w:val="Normal"/>
    <w:pPr>
      <w:numPr>
        <w:numId w:val="10"/>
      </w:numPr>
    </w:pPr>
  </w:style>
  <w:style w:type="paragraph" w:styleId="Listepuces3">
    <w:name w:val="List Bullet 3"/>
    <w:basedOn w:val="Normal"/>
    <w:pPr>
      <w:numPr>
        <w:numId w:val="11"/>
      </w:numPr>
    </w:pPr>
  </w:style>
  <w:style w:type="paragraph" w:styleId="Listepuces4">
    <w:name w:val="List Bullet 4"/>
    <w:basedOn w:val="Normal"/>
    <w:pPr>
      <w:numPr>
        <w:numId w:val="12"/>
      </w:numPr>
    </w:pPr>
  </w:style>
  <w:style w:type="paragraph" w:styleId="Listepuces5">
    <w:name w:val="List Bullet 5"/>
    <w:basedOn w:val="Normal"/>
    <w:pPr>
      <w:numPr>
        <w:numId w:val="13"/>
      </w:numPr>
    </w:pPr>
  </w:style>
  <w:style w:type="paragraph" w:styleId="Listecontinue">
    <w:name w:val="List Continue"/>
    <w:basedOn w:val="Normal"/>
    <w:pPr>
      <w:spacing w:after="120"/>
      <w:ind w:left="283"/>
    </w:pPr>
  </w:style>
  <w:style w:type="paragraph" w:styleId="Listecontinue2">
    <w:name w:val="List Continue 2"/>
    <w:basedOn w:val="Normal"/>
    <w:pPr>
      <w:spacing w:after="120"/>
      <w:ind w:left="566"/>
    </w:pPr>
  </w:style>
  <w:style w:type="paragraph" w:styleId="Listecontinue3">
    <w:name w:val="List Continue 3"/>
    <w:basedOn w:val="Normal"/>
    <w:pPr>
      <w:spacing w:after="120"/>
      <w:ind w:left="849"/>
    </w:pPr>
  </w:style>
  <w:style w:type="paragraph" w:styleId="Listecontinue4">
    <w:name w:val="List Continue 4"/>
    <w:basedOn w:val="Normal"/>
    <w:pPr>
      <w:spacing w:after="120"/>
      <w:ind w:left="1132"/>
    </w:pPr>
  </w:style>
  <w:style w:type="paragraph" w:styleId="Listecontinue5">
    <w:name w:val="List Continue 5"/>
    <w:basedOn w:val="Normal"/>
    <w:pPr>
      <w:spacing w:after="120"/>
      <w:ind w:left="1415"/>
    </w:pPr>
  </w:style>
  <w:style w:type="character" w:styleId="MachinecrireHTML">
    <w:name w:val="HTML Typewriter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</w:style>
  <w:style w:type="character" w:styleId="Numrodeligne">
    <w:name w:val="line number"/>
    <w:basedOn w:val="Policepardfaut"/>
  </w:style>
  <w:style w:type="paragraph" w:styleId="PrformatHTML">
    <w:name w:val="HTML Preformatted"/>
    <w:basedOn w:val="Normal"/>
    <w:rPr>
      <w:rFonts w:ascii="Courier New" w:hAnsi="Courier New" w:cs="Courier New"/>
      <w:sz w:val="20"/>
      <w:szCs w:val="20"/>
    </w:rPr>
  </w:style>
  <w:style w:type="paragraph" w:customStyle="1" w:styleId="DCESommaire">
    <w:name w:val="DCE Sommaire"/>
    <w:basedOn w:val="DCETexte"/>
    <w:pPr>
      <w:jc w:val="center"/>
    </w:pPr>
    <w:rPr>
      <w:b/>
      <w:caps/>
      <w:spacing w:val="40"/>
      <w:sz w:val="28"/>
      <w:szCs w:val="28"/>
    </w:rPr>
  </w:style>
  <w:style w:type="paragraph" w:customStyle="1" w:styleId="DCEPuce">
    <w:name w:val="DCE Puce"/>
    <w:basedOn w:val="DCETiret"/>
    <w:pPr>
      <w:numPr>
        <w:numId w:val="16"/>
      </w:numPr>
      <w:spacing w:before="0"/>
    </w:pPr>
  </w:style>
  <w:style w:type="character" w:customStyle="1" w:styleId="DCETexteCar">
    <w:name w:val="DCE Texte Car"/>
    <w:rPr>
      <w:sz w:val="24"/>
      <w:szCs w:val="24"/>
      <w:lang w:val="fr-FR" w:eastAsia="fr-FR" w:bidi="ar-SA"/>
    </w:rPr>
  </w:style>
  <w:style w:type="paragraph" w:customStyle="1" w:styleId="DCECadreGrand">
    <w:name w:val="DCE Cadre Grand"/>
    <w:basedOn w:val="Normal"/>
    <w:pPr>
      <w:widowControl/>
      <w:pBdr>
        <w:top w:val="single" w:sz="4" w:space="14" w:color="auto"/>
        <w:left w:val="single" w:sz="4" w:space="4" w:color="auto"/>
        <w:bottom w:val="single" w:sz="4" w:space="14" w:color="auto"/>
        <w:right w:val="single" w:sz="4" w:space="4" w:color="auto"/>
      </w:pBdr>
      <w:jc w:val="center"/>
    </w:pPr>
  </w:style>
  <w:style w:type="paragraph" w:customStyle="1" w:styleId="DCECadresimple">
    <w:name w:val="DCE Cadre simple"/>
    <w:basedOn w:val="Normal"/>
    <w:pPr>
      <w:widowControl/>
      <w:pBdr>
        <w:top w:val="single" w:sz="4" w:space="8" w:color="auto"/>
        <w:left w:val="single" w:sz="4" w:space="4" w:color="auto"/>
        <w:bottom w:val="single" w:sz="4" w:space="8" w:color="auto"/>
        <w:right w:val="single" w:sz="4" w:space="4" w:color="auto"/>
      </w:pBdr>
      <w:jc w:val="center"/>
    </w:pPr>
  </w:style>
  <w:style w:type="paragraph" w:customStyle="1" w:styleId="DCEPuceflche">
    <w:name w:val="DCE Puce flèche"/>
    <w:basedOn w:val="DCETexte"/>
    <w:pPr>
      <w:numPr>
        <w:numId w:val="17"/>
      </w:numPr>
      <w:tabs>
        <w:tab w:val="clear" w:pos="720"/>
        <w:tab w:val="num" w:pos="284"/>
      </w:tabs>
      <w:spacing w:after="240"/>
      <w:ind w:left="284" w:hanging="284"/>
    </w:pPr>
  </w:style>
  <w:style w:type="paragraph" w:customStyle="1" w:styleId="DCELot">
    <w:name w:val="DCE Lot"/>
    <w:basedOn w:val="DCETiret"/>
    <w:pPr>
      <w:tabs>
        <w:tab w:val="clear" w:pos="851"/>
        <w:tab w:val="clear" w:pos="1287"/>
        <w:tab w:val="left" w:pos="284"/>
        <w:tab w:val="left" w:pos="1276"/>
      </w:tabs>
      <w:ind w:left="1559" w:hanging="1559"/>
    </w:pPr>
  </w:style>
  <w:style w:type="character" w:customStyle="1" w:styleId="DCETiretCar">
    <w:name w:val="DCE Tiret Car"/>
    <w:basedOn w:val="DCETexteCar"/>
    <w:rPr>
      <w:sz w:val="24"/>
      <w:szCs w:val="24"/>
      <w:lang w:val="fr-FR" w:eastAsia="fr-FR" w:bidi="ar-SA"/>
    </w:rPr>
  </w:style>
  <w:style w:type="character" w:customStyle="1" w:styleId="DCEPuceCar">
    <w:name w:val="DCE Puce Car"/>
    <w:basedOn w:val="DCETiretCar"/>
    <w:rPr>
      <w:sz w:val="24"/>
      <w:szCs w:val="24"/>
      <w:lang w:val="fr-FR" w:eastAsia="fr-FR" w:bidi="ar-SA"/>
    </w:rPr>
  </w:style>
  <w:style w:type="character" w:styleId="Marquedecommentaire">
    <w:name w:val="annotation reference"/>
    <w:semiHidden/>
    <w:rsid w:val="00CE6AE5"/>
    <w:rPr>
      <w:sz w:val="16"/>
      <w:szCs w:val="16"/>
    </w:rPr>
  </w:style>
  <w:style w:type="paragraph" w:styleId="Commentaire">
    <w:name w:val="annotation text"/>
    <w:basedOn w:val="Normal"/>
    <w:link w:val="CommentaireCar"/>
    <w:rsid w:val="00CE6AE5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CE6AE5"/>
    <w:rPr>
      <w:b/>
      <w:bCs/>
    </w:rPr>
  </w:style>
  <w:style w:type="table" w:styleId="Grilledutableau">
    <w:name w:val="Table Grid"/>
    <w:basedOn w:val="TableauNormal"/>
    <w:rsid w:val="00CF79AD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Policepardfaut"/>
    <w:rsid w:val="0018672A"/>
  </w:style>
  <w:style w:type="paragraph" w:customStyle="1" w:styleId="DCETitre1">
    <w:name w:val="DCE Titre 1"/>
    <w:basedOn w:val="Titre1"/>
    <w:next w:val="DCETitre2"/>
    <w:rsid w:val="00A06767"/>
    <w:pPr>
      <w:keepNext/>
      <w:keepLines/>
      <w:numPr>
        <w:numId w:val="0"/>
      </w:numPr>
      <w:tabs>
        <w:tab w:val="num" w:pos="360"/>
      </w:tabs>
      <w:overflowPunct w:val="0"/>
      <w:autoSpaceDE w:val="0"/>
      <w:autoSpaceDN w:val="0"/>
      <w:adjustRightInd w:val="0"/>
      <w:spacing w:before="240"/>
      <w:ind w:left="454" w:hanging="454"/>
      <w:jc w:val="left"/>
      <w:textAlignment w:val="baseline"/>
    </w:pPr>
    <w:rPr>
      <w:b/>
      <w:caps w:val="0"/>
      <w:smallCaps/>
      <w:kern w:val="28"/>
    </w:rPr>
  </w:style>
  <w:style w:type="character" w:customStyle="1" w:styleId="CommentaireCar">
    <w:name w:val="Commentaire Car"/>
    <w:link w:val="Commentaire"/>
    <w:rsid w:val="00A06767"/>
    <w:rPr>
      <w:lang w:val="fr-FR" w:eastAsia="fr-FR" w:bidi="ar-SA"/>
    </w:rPr>
  </w:style>
  <w:style w:type="paragraph" w:customStyle="1" w:styleId="TEXTEAVECALINEA">
    <w:name w:val="TEXTE AVEC ALINEA"/>
    <w:basedOn w:val="Normal"/>
    <w:rsid w:val="00FE493A"/>
    <w:pPr>
      <w:widowControl/>
      <w:overflowPunct w:val="0"/>
      <w:autoSpaceDE w:val="0"/>
      <w:autoSpaceDN w:val="0"/>
      <w:adjustRightInd w:val="0"/>
      <w:spacing w:line="360" w:lineRule="atLeast"/>
      <w:ind w:left="2268" w:firstLine="1418"/>
      <w:jc w:val="both"/>
    </w:pPr>
    <w:rPr>
      <w:rFonts w:ascii="Geneva" w:hAnsi="Geneva"/>
      <w:noProof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547BF"/>
    <w:pPr>
      <w:ind w:left="720"/>
      <w:contextualSpacing/>
    </w:pPr>
  </w:style>
  <w:style w:type="numbering" w:styleId="111111">
    <w:name w:val="Outline List 2"/>
    <w:basedOn w:val="Aucuneliste"/>
    <w:semiHidden/>
    <w:rsid w:val="001F44A8"/>
    <w:pPr>
      <w:numPr>
        <w:numId w:val="6"/>
      </w:numPr>
    </w:pPr>
  </w:style>
  <w:style w:type="numbering" w:styleId="1ai">
    <w:name w:val="Outline List 1"/>
    <w:basedOn w:val="Aucuneliste"/>
    <w:semiHidden/>
    <w:rsid w:val="001F44A8"/>
    <w:pPr>
      <w:numPr>
        <w:numId w:val="7"/>
      </w:numPr>
    </w:pPr>
  </w:style>
  <w:style w:type="paragraph" w:customStyle="1" w:styleId="DCECorpsdetexte">
    <w:name w:val="DCE Corps de texte"/>
    <w:basedOn w:val="Normal"/>
    <w:link w:val="DCECorpsdetexteCar"/>
    <w:rsid w:val="001F44A8"/>
    <w:pPr>
      <w:widowControl/>
      <w:overflowPunct w:val="0"/>
      <w:autoSpaceDE w:val="0"/>
      <w:autoSpaceDN w:val="0"/>
      <w:adjustRightInd w:val="0"/>
      <w:spacing w:after="240"/>
      <w:ind w:firstLine="567"/>
      <w:jc w:val="both"/>
      <w:textAlignment w:val="baseline"/>
    </w:pPr>
    <w:rPr>
      <w:szCs w:val="20"/>
    </w:rPr>
  </w:style>
  <w:style w:type="character" w:customStyle="1" w:styleId="DCECorpsdetexteCar">
    <w:name w:val="DCE Corps de texte Car"/>
    <w:link w:val="DCECorpsdetexte"/>
    <w:rsid w:val="001F44A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38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ENAT\Application%20Data\Microsoft\Mod&#232;les\DCE%20CRA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9FD14-FCE9-45B3-8FAF-136F06D30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DCE CRA.dot</Template>
  <TotalTime>176</TotalTime>
  <Pages>22</Pages>
  <Words>2224</Words>
  <Characters>13253</Characters>
  <Application>Microsoft Office Word</Application>
  <DocSecurity>0</DocSecurity>
  <Lines>110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Paris, le</vt:lpstr>
    </vt:vector>
  </TitlesOfParts>
  <Company>Le Sénat</Company>
  <LinksUpToDate>false</LinksUpToDate>
  <CharactersWithSpaces>15447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Paris, le</dc:title>
  <dc:creator>Aline</dc:creator>
  <cp:lastModifiedBy>Caroline BACHSCHMIDT</cp:lastModifiedBy>
  <cp:revision>24</cp:revision>
  <cp:lastPrinted>2025-10-21T16:51:00Z</cp:lastPrinted>
  <dcterms:created xsi:type="dcterms:W3CDTF">2025-10-20T08:19:00Z</dcterms:created>
  <dcterms:modified xsi:type="dcterms:W3CDTF">2025-12-16T18:43:00Z</dcterms:modified>
</cp:coreProperties>
</file>